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06A" w:rsidRDefault="00F1006A" w:rsidP="00F10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F0A9911" wp14:editId="649EF59E">
                <wp:simplePos x="0" y="0"/>
                <wp:positionH relativeFrom="margin">
                  <wp:posOffset>2867025</wp:posOffset>
                </wp:positionH>
                <wp:positionV relativeFrom="paragraph">
                  <wp:posOffset>75565</wp:posOffset>
                </wp:positionV>
                <wp:extent cx="418465" cy="612140"/>
                <wp:effectExtent l="0" t="0" r="635" b="0"/>
                <wp:wrapNone/>
                <wp:docPr id="1457" name="Группа 14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8465" cy="612140"/>
                          <a:chOff x="0" y="0"/>
                          <a:chExt cx="1142" cy="1718"/>
                        </a:xfrm>
                      </wpg:grpSpPr>
                      <wps:wsp>
                        <wps:cNvPr id="1458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006A" w:rsidRDefault="00F1006A" w:rsidP="00F1006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9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1006A" w:rsidRDefault="00F1006A" w:rsidP="00F1006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0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006A" w:rsidRDefault="00F1006A" w:rsidP="00F1006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1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1006A" w:rsidRDefault="00F1006A" w:rsidP="00F1006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2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006A" w:rsidRDefault="00F1006A" w:rsidP="00F1006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3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1006A" w:rsidRDefault="00F1006A" w:rsidP="00F1006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4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006A" w:rsidRDefault="00F1006A" w:rsidP="00F1006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5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1006A" w:rsidRDefault="00F1006A" w:rsidP="00F1006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6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006A" w:rsidRDefault="00F1006A" w:rsidP="00F1006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7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1006A" w:rsidRDefault="00F1006A" w:rsidP="00F1006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8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006A" w:rsidRDefault="00F1006A" w:rsidP="00F1006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9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1006A" w:rsidRDefault="00F1006A" w:rsidP="00F1006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0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006A" w:rsidRDefault="00F1006A" w:rsidP="00F1006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1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1006A" w:rsidRDefault="00F1006A" w:rsidP="00F1006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2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006A" w:rsidRDefault="00F1006A" w:rsidP="00F1006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3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1006A" w:rsidRDefault="00F1006A" w:rsidP="00F1006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16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006A" w:rsidRDefault="00F1006A" w:rsidP="00F1006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17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1006A" w:rsidRDefault="00F1006A" w:rsidP="00F1006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18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006A" w:rsidRDefault="00F1006A" w:rsidP="00F1006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20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1006A" w:rsidRDefault="00F1006A" w:rsidP="00F1006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2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006A" w:rsidRDefault="00F1006A" w:rsidP="00F1006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22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006A" w:rsidRDefault="00F1006A" w:rsidP="00F1006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23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006A" w:rsidRDefault="00F1006A" w:rsidP="00F1006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24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006A" w:rsidRDefault="00F1006A" w:rsidP="00F1006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25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006A" w:rsidRDefault="00F1006A" w:rsidP="00F1006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26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006A" w:rsidRDefault="00F1006A" w:rsidP="00F1006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27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006A" w:rsidRDefault="00F1006A" w:rsidP="00F1006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2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006A" w:rsidRDefault="00F1006A" w:rsidP="00F1006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29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006A" w:rsidRDefault="00F1006A" w:rsidP="00F1006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30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006A" w:rsidRDefault="00F1006A" w:rsidP="00F1006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457" o:spid="_x0000_s1026" style="position:absolute;margin-left:225.75pt;margin-top:5.95pt;width:32.95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emXMQA&#10;AADdAAAADwAAAGRycy9kb3ducmV2LnhtbESPT4vCQAzF74LfYYjgTafq7irVUUR08SAs/ruHTmyL&#10;nUzpjFq//eawsLeE9/LeL4tV6yr1pCaUng2Mhgko4szbknMDl/NuMAMVIrLFyjMZeFOA1bLbWWBq&#10;/YuP9DzFXEkIhxQNFDHWqdYhK8hhGPqaWLSbbxxGWZtc2wZfEu4qPU6SL+2wZGkosKZNQdn99HAG&#10;/OR7f7jm4+Nky9PI65/Z7doejOn32vUcVKQ2/pv/rvdW8D8+BVe+kRH0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w3plz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1006A" w:rsidRDefault="00F1006A" w:rsidP="00F1006A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3rjsYA&#10;AADdAAAADwAAAGRycy9kb3ducmV2LnhtbERPS2sCMRC+F/ofwhR6Ec22FB+rUYqwfXgQfIDXYTNu&#10;tt1MliTVrb/eCIXe5uN7zmzR2UacyIfasYKnQQaCuHS65krBflf0xyBCRNbYOCYFvxRgMb+/m2Gu&#10;3Zk3dNrGSqQQDjkqMDG2uZShNGQxDFxLnLij8xZjgr6S2uM5hdtGPmfZUFqsOTUYbGlpqPze/lgF&#10;X8XaHJajy5vvTTZ06RWr9+ZzqNTjQ/c6BRGpi//iP/eHTvNfxhO4fZNOk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w3rj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1006A" w:rsidRDefault="00F1006A" w:rsidP="00F1006A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a2scQA&#10;AADdAAAADwAAAGRycy9kb3ducmV2LnhtbESPzWrCQBDH7wXfYRnBS9GNVsSmriKipXgRtQ8wZMds&#10;aHY2ZFeTvn3nUPA2w/w/frPa9L5WD2pjFdjAdJKBIi6Crbg08H09jJegYkK2WAcmA78UYbMevKww&#10;t6HjMz0uqVQSwjFHAy6lJtc6Fo48xkloiOV2C63HJGtbattiJ+G+1rMsW2iPFUuDw4Z2joqfy91L&#10;yekNT8dbdz189tjh/uj4dXs2ZjTstx+gEvXpKf53f1nBn78Lv3wjI+j1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o2trH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1006A" w:rsidRDefault="00F1006A" w:rsidP="00F1006A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HGisQA&#10;AADdAAAADwAAAGRycy9kb3ducmV2LnhtbERPTUsDMRC9C/0PYQrebLalVt02LVIVROjBWijehs10&#10;d+lmEpKxu/57Iwje5vE+Z7UZXKcuFFPr2cB0UoAirrxtuTZw+Hi5uQeVBNli55kMfFOCzXp0tcLS&#10;+p7f6bKXWuUQTiUaaERCqXWqGnKYJj4QZ+7ko0PJMNbaRuxzuOv0rCgW2mHLuaHBQNuGqvP+yxnY&#10;9c/h7W5xewqfcT7T6cnKcSvGXI+HxyUooUH+xX/uV5vnzx+m8PtNPkGv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TBxo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1006A" w:rsidRDefault="00F1006A" w:rsidP="00F1006A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iNXcQA&#10;AADdAAAADwAAAGRycy9kb3ducmV2LnhtbESP3YrCMBCF7wXfIYzgjayprshajSKyLuJN8ecBhmZs&#10;is2kNFlb336zIHg3wzlzvjOrTWcr8aDGl44VTMYJCOLc6ZILBdfL/uMLhA/IGivHpOBJHjbrfm+F&#10;qXYtn+hxDoWIIexTVGBCqFMpfW7Ioh+7mjhqN9dYDHFtCqkbbGO4reQ0SebSYsmRYLCmnaH8fv61&#10;EZJ9Yna8tZf9T4ctfh8Nj7YnpYaDbrsEEagLb/Pr+qBj/dliCv/fxBH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ojV3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1006A" w:rsidRDefault="00F1006A" w:rsidP="00F1006A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1/9ZsQA&#10;AADdAAAADwAAAGRycy9kb3ducmV2LnhtbERPTUsDMRC9C/0PYQrebNZaq65NS6kKUvBgWxBvw2a6&#10;u3QzCcnYXf+9EQRv83ifs1gNrlNniqn1bOB6UoAirrxtuTZw2L9c3YNKgmyx80wGvinBajm6WGBp&#10;fc/vdN5JrXIIpxINNCKh1DpVDTlMEx+IM3f00aFkGGttI/Y53HV6WhRz7bDl3NBgoE1D1Wn35Qy8&#10;9c9heze/PYbPOJvq9GTlYyPGXI6H9SMooUH+xX/uV5vnzx5u4PebfIJe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tf/W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1006A" w:rsidRDefault="00F1006A" w:rsidP="00F1006A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bFbMUA&#10;AADdAAAADwAAAGRycy9kb3ducmV2LnhtbERP22oCMRB9L/gPYQp9KZpta0W3RqlCsNBC8QK+Dptx&#10;d3EzWZLobv/eFAp9m8O5znzZ20ZcyYfasYKnUQaCuHCm5lLBYa+HUxAhIhtsHJOCHwqwXAzu5pgb&#10;1/GWrrtYihTCIUcFVYxtLmUoKrIYRq4lTtzJeYsxQV9K47FL4baRz1k2kRZrTg0VtrSuqDjvLlbB&#10;6rsrX/xjserd52lzfNXa6C+t1MN9//4GIlIf/8V/7g+T5o9nY/j9Jp0gF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NsVsxQAAAN0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1006A" w:rsidRDefault="00F1006A" w:rsidP="00F1006A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I6ssEA&#10;AADdAAAADwAAAGRycy9kb3ducmV2LnhtbERPzYrCMBC+L/gOYYS9ramii1ajiEtBxMu6+wBDMzbV&#10;ZlKSWOvbm4UFb/Px/c5q09tGdORD7VjBeJSBIC6drrlS8PtTfMxBhIissXFMCh4UYLMevK0w1+7O&#10;39SdYiVSCIccFZgY21zKUBqyGEauJU7c2XmLMUFfSe3xnsJtIydZ9ikt1pwaDLa0M1ReTzeroDhM&#10;jt31pn3htv3U0sxc5l9Gqfdhv12CiNTHl/jfvddp/nQxg79v0gly/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TCOrL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1006A" w:rsidRDefault="00F1006A" w:rsidP="00F1006A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j+gMQA&#10;AADdAAAADwAAAGRycy9kb3ducmV2LnhtbERP22oCMRB9L/gPYYS+FM3ai9itUWohKLRQvICvw2bc&#10;XdxMliR11783hULf5nCuM1/2thEX8qF2rGAyzkAQF87UXCo47PVoBiJEZIONY1JwpQDLxeBujrlx&#10;HW/psoulSCEcclRQxdjmUoaiIoth7FrixJ2ctxgT9KU0HrsUbhv5mGVTabHm1FBhSx8VFefdj1Ww&#10;+u7KJ/9QrHr3eVofX7Q2+ksrdT/s399AROrjv/jPvTFp/vPrFH6/SSfI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2o/oD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1006A" w:rsidRDefault="00F1006A" w:rsidP="00F1006A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1wBXsIA&#10;AADdAAAADwAAAGRycy9kb3ducmV2LnhtbERP22oCMRB9L/gPYYS+1axiq65GEctCKX3x8gHDZtys&#10;biZLEtf1702h0Lc5nOusNr1tREc+1I4VjEcZCOLS6ZorBadj8TYHESKyxsYxKXhQgM168LLCXLs7&#10;76k7xEqkEA45KjAxtrmUoTRkMYxcS5y4s/MWY4K+ktrjPYXbRk6y7ENarDk1GGxpZ6i8Hm5WQfE9&#10;+emuN+0Lt+2nlt7NZf5plHod9tsliEh9/Bf/ub90mj9dzOD3m3SCX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XAFe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1006A" w:rsidRDefault="00F1006A" w:rsidP="00F1006A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aPCsQA&#10;AADdAAAADwAAAGRycy9kb3ducmV2LnhtbESPwW7CQAxE70j9h5WReoNNKFQlsESoUqpybNoPsLIm&#10;ich60+w2CX9fHyr1ZmvGM8/HfHadGmkIrWcD6ToBRVx523Jt4OuzWL2AChHZYueZDNwpQH56WBwx&#10;s37iDxrLWCsJ4ZChgSbGPtM6VA05DGvfE4t29YPDKOtQazvgJOGu05skedYOW5aGBnt6bai6lT/O&#10;wPY+vX2Xu1tSWEfp5am/cKx2xjwu5/MBVKQ5/pv/rt+t4G/3givfyAj69A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2Gjwr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1006A" w:rsidRDefault="00F1006A" w:rsidP="00F1006A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1gzjcMA&#10;AADdAAAADwAAAGRycy9kb3ducmV2LnhtbERPS2vCQBC+C/0PyxR6002liEndBKlYSk8abc9DdkxC&#10;s7Mhu3n9+65Q6G0+vufsssk0YqDO1ZYVPK8iEMSF1TWXCq6X43ILwnlkjY1lUjCTgyx9WOww0Xbk&#10;Mw25L0UIYZeggsr7NpHSFRUZdCvbEgfuZjuDPsCulLrDMYSbRq6jaCMN1hwaKmzpraLiJ++Ngn7z&#10;vb7y7VOf8sP8Hh+Oeye/SqWeHqf9KwhPk/8X/7k/dJj/Esdw/yacIN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1gzjc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1006A" w:rsidRDefault="00F1006A" w:rsidP="00F1006A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p/DcgA&#10;AADdAAAADwAAAGRycy9kb3ducmV2LnhtbESPzW7CQAyE70i8w8pIvcGG/kSQsqCCVIn2ACqFAzc3&#10;a5K0WW+a3UJ4+/pQqTdbM575PFt0rlZnakPl2cB4lIAizr2tuDCwf38eTkCFiGyx9kwGrhRgMe/3&#10;ZphZf+E3Ou9ioSSEQ4YGyhibTOuQl+QwjHxDLNrJtw6jrG2hbYsXCXe1vk2SVDusWBpKbGhVUv61&#10;+3EGDttJOt0uX+4/XzcfeOfs99FWqTE3g+7pEVSkLv6b/67XVvAfEuGXb2QEPf8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EKn8N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1006A" w:rsidRDefault="00F1006A" w:rsidP="00F1006A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4YZcEA&#10;AADdAAAADwAAAGRycy9kb3ducmV2LnhtbERPS4vCMBC+L/gfwgje1tQnUo3ig9XFky/wOjRjW2wm&#10;pclq9debBcHbfHzPmcxqU4gbVS63rKDTjkAQJ1bnnCo4HX++RyCcR9ZYWCYFD3Iwmza+Jhhre+c9&#10;3Q4+FSGEXYwKMu/LWEqXZGTQtW1JHLiLrQz6AKtU6grvIdwUshtFQ2kw59CQYUnLjJLr4c8oeA7P&#10;uHOb7mLV054e/dHabndrpVrNej4G4an2H/Hb/avD/EHUgf9vwgly+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IeGGX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1006A" w:rsidRDefault="00F1006A" w:rsidP="00F1006A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TVqsEA&#10;AADdAAAADwAAAGRycy9kb3ducmV2LnhtbERPzYrCMBC+C/sOYRa8abpFxa1GWURhb2rdBxiaMS02&#10;k9pE7fr0RhC8zcf3O/NlZ2txpdZXjhV8DRMQxIXTFRsFf4fNYArCB2SNtWNS8E8elouP3hwz7W68&#10;p2sejIgh7DNUUIbQZFL6oiSLfuga4sgdXWsxRNgaqVu8xXBbyzRJJtJixbGhxIZWJRWn/GIVnF06&#10;1l2+xu1p/b2rjBmd7/uRUv3P7mcGIlAX3uKX+1fH+eMkhec38QS5e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oU1arBAAAA3Q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1006A" w:rsidRDefault="00F1006A" w:rsidP="00F1006A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n6WcMA&#10;AADdAAAADwAAAGRycy9kb3ducmV2LnhtbERPPW/CMBDdK/U/WFepG3HaCEhTTESRKrFCOzBe7SNJ&#10;G59DbCDw6zESUrd7ep83KwfbiiP1vnGs4CVJQRBrZxquFHx/fY5yED4gG2wdk4IzeSjnjw8zLIw7&#10;8ZqOm1CJGMK+QAV1CF0hpdc1WfSJ64gjt3O9xRBhX0nT4ymG21a+pulEWmw4NtTY0bIm/bc5WAWr&#10;5ofGE717s/mHXm8v+5BNf41Sz0/D4h1EoCH8i+/ulYnzx2kGt2/iCXJ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Hn6Wc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1006A" w:rsidRDefault="00F1006A" w:rsidP="00F1006A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iPP8YA&#10;AADeAAAADwAAAGRycy9kb3ducmV2LnhtbERPXWvCQBB8L/gfjhX6Vi8Khho9RQXB0lbwA31dcmsu&#10;mNsLuWuM/75XKPg2u7MzszNbdLYSLTW+dKxgOEhAEOdOl1woOB03b+8gfEDWWDkmBQ/ysJj3XmaY&#10;aXfnPbWHUIhowj5DBSaEOpPS54Ys+oGriSN3dY3FEMemkLrBezS3lRwlSSotlhwTDNa0NpTfDj9W&#10;QYu7R3Ixq+/JR/mVj3ar86eOe/Xa75ZTEIG68Dz+V291fH+cDlP4qxMxyP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AiPP8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1006A" w:rsidRDefault="00F1006A" w:rsidP="00F1006A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n1PsMA&#10;AADeAAAADwAAAGRycy9kb3ducmV2LnhtbERPTUvDQBC9C/0PyxS82U0DVondFilUPGrsweOYnWZT&#10;szNhd9tEf70rCN7m8T5nvZ18ry4UYidsYLkoQBE3YjtuDRze9jf3oGJCttgLk4EvirDdzK7WWFkZ&#10;+ZUudWpVDuFYoQGX0lBpHRtHHuNCBuLMHSV4TBmGVtuAYw73vS6LYqU9dpwbHA60c9R81mdvYHxq&#10;Pk7l8d267zDIvn6RU9mLMdfz6fEBVKIp/Yv/3M82z79dLe/g9518g97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kn1Ps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1006A" w:rsidRDefault="00F1006A" w:rsidP="00F1006A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y5xW8gA&#10;AADeAAAADwAAAGRycy9kb3ducmV2LnhtbESPT2sCQQzF70K/w5BCbzqrUCuro1itUKRS/HdPd9Ld&#10;bWcyy85U12/fHAq9JbyX936ZLTrv1IXaWAc2MBxkoIiLYGsuDZyOm/4EVEzIFl1gMnCjCIv5XW+G&#10;uQ1X3tPlkEolIRxzNFCl1ORax6Iij3EQGmLRPkPrMcnaltq2eJVw7/Qoy8baY83SUGFDq4qK78OP&#10;N7B5X7uv0W6/POu0enn6cJPt8/rNmIf7bjkFlahL/+a/61cr+I/jofDKOzKDnv8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vLnFb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1006A" w:rsidRDefault="00F1006A" w:rsidP="00F1006A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JqdMgA&#10;AADeAAAADwAAAGRycy9kb3ducmV2LnhtbESPT2vCQBDF74V+h2UKvYjZ1KJImlVEKFqo4D/wOman&#10;STA7G7LbmH77zqHQ2wzz5r33y5eDa1RPXag9G3hJUlDEhbc1lwbOp/fxHFSIyBYbz2TghwIsF48P&#10;OWbW3/lA/TGWSkw4ZGigirHNtA5FRQ5D4ltiuX35zmGUtSu17fAu5q7RkzSdaYc1S0KFLa0rKm7H&#10;b2eg339ey20f2o/bfBSmr9fNZmcvxjw/Das3UJGG+C/++95aqT+dTQRAcGQGvfg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8wmp0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1006A" w:rsidRDefault="00F1006A" w:rsidP="00F1006A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Kx8sUA&#10;AADeAAAADwAAAGRycy9kb3ducmV2LnhtbERPS2sCMRC+F/ofwhS81ayLiq5G0UKhl4Kvg97Gzbi7&#10;uJmsSarb/npTELzNx/ec6bw1tbiS85VlBb1uAoI4t7riQsFu+/k+AuEDssbaMin4JQ/z2evLFDNt&#10;b7ym6yYUIoawz1BBGUKTSenzkgz6rm2II3eyzmCI0BVSO7zFcFPLNEmG0mDFsaHEhj5Kys+bH6Ng&#10;OR4tL6s+f/+tjwc67I/nQeoSpTpv7WICIlAbnuKH+0vH+YNh2oP/d+INcn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4rHyxQAAAN4AAAAPAAAAAAAAAAAAAAAAAJgCAABkcnMv&#10;ZG93bnJldi54bWxQSwUGAAAAAAQABAD1AAAAigMAAAAA&#10;" fillcolor="black" stroked="f">
                  <v:textbox>
                    <w:txbxContent>
                      <w:p w:rsidR="00F1006A" w:rsidRDefault="00F1006A" w:rsidP="00F1006A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MhhcUA&#10;AADeAAAADwAAAGRycy9kb3ducmV2LnhtbERPTWvCQBC9F/wPyxS81U0DBkldRW0LQvWg9uBxzI7J&#10;kuxsyG417a/vCoK3ebzPmc5724gLdd44VvA6SkAQF04bLhV8Hz5fJiB8QNbYOCYFv+RhPhs8TTHX&#10;7so7uuxDKWII+xwVVCG0uZS+qMiiH7mWOHJn11kMEXal1B1eY7htZJokmbRoODZU2NKqoqLe/1gF&#10;x6/MTHaG0tPmb/mhN+N6uX2vlRo+94s3EIH68BDf3Wsd54+zNIXbO/EGO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8yGFxQAAAN4AAAAPAAAAAAAAAAAAAAAAAJgCAABkcnMv&#10;ZG93bnJldi54bWxQSwUGAAAAAAQABAD1AAAAig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1006A" w:rsidRDefault="00F1006A" w:rsidP="00F1006A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3pLMQA&#10;AADeAAAADwAAAGRycy9kb3ducmV2LnhtbERPS2sCMRC+F/wPYYTealZLRbZGEYvoxYMveh020812&#10;N5NtEnX11zdCobf5+J4znXe2ERfyoXKsYDjIQBAXTldcKjgeVi8TECEia2wck4IbBZjPek9TzLW7&#10;8o4u+1iKFMIhRwUmxjaXMhSGLIaBa4kT9+W8xZigL6X2eE3htpGjLBtLixWnBoMtLQ0V9f5sFfjF&#10;50d95/Opzu7bW1h/dz8TNEo997vFO4hIXfwX/7k3Os1/G49e4fFOukHO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bt6Sz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1006A" w:rsidRDefault="00F1006A" w:rsidP="00F1006A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XHE8UA&#10;AADeAAAADwAAAGRycy9kb3ducmV2LnhtbERP22rCQBB9L/Qflin0pdSNobU2dRURCgVF8PIBY3aa&#10;hO7OhuyosV/fFQq+zeFcZzLrvVMn6mIT2MBwkIEiLoNtuDKw330+j0FFQbboApOBC0WYTe/vJljY&#10;cOYNnbZSqRTCsUADtUhbaB3LmjzGQWiJE/cdOo+SYFdp2+E5hXun8ywbaY8Np4YaW1rUVP5sj96A&#10;yw/uffkWV3LZ61X262XztLbGPD708w9QQr3cxP/uL5vmv47yF7i+k27Q0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dccTxQAAAN4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1006A" w:rsidRDefault="00F1006A" w:rsidP="00F1006A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kj0sQA&#10;AADeAAAADwAAAGRycy9kb3ducmV2LnhtbERPTWsCMRC9C/0PYQq9abYLiqxGaSvCXnpwVbyOm3Gz&#10;mEyWTarb/vpGKPQ2j/c5y/XgrLhRH1rPCl4nGQji2uuWGwWH/XY8BxEiskbrmRR8U4D16mm0xEL7&#10;O+/oVsVGpBAOBSowMXaFlKE25DBMfEecuIvvHcYE+0bqHu8p3FmZZ9lMOmw5NRjs6MNQfa2+nIJN&#10;1dn8UJr3cDp+ns+2/NnSaaPUy/PwtgARaYj/4j93qdP86SyfwuOddIN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LpI9L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1006A" w:rsidRDefault="00F1006A" w:rsidP="00F1006A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4Pk8MA&#10;AADeAAAADwAAAGRycy9kb3ducmV2LnhtbERPTWvCQBC9F/oflil4q7sNNEp0DaVUEHqqxoO3YXdM&#10;otnZkN2a+O+7hUJv83ifsy4n14kbDaH1rOFlrkAQG29brjVUh+3zEkSIyBY7z6ThTgHKzePDGgvr&#10;R/6i2z7WIoVwKFBDE2NfSBlMQw7D3PfEiTv7wWFMcKilHXBM4a6TmVK5dNhyamiwp/eGzHX/7TRc&#10;tvLTG4XmWB3HnV2cPnLqlNazp+ltBSLSFP/Ff+6dTfNf8yyH33fSDXL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z4Pk8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1006A" w:rsidRDefault="00F1006A" w:rsidP="00F1006A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pZb8UA&#10;AADeAAAADwAAAGRycy9kb3ducmV2LnhtbERPS2sCMRC+F/wPYYTeatYtWlk3ihYKpcWDWkqP42b2&#10;wW4mSxJ1/feNUOhtPr7n5OvBdOJCzjeWFUwnCQjiwuqGKwVfx7enBQgfkDV2lknBjTysV6OHHDNt&#10;r7ynyyFUIoawz1BBHUKfSemLmgz6ie2JI1daZzBE6CqpHV5juOlkmiRzabDh2FBjT681Fe3hbBT8&#10;nD+53D1/bNw2fNvh6Nv0tGiVehwPmyWIQEP4F/+533WcP5unL3B/J94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mllvxQAAAN4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1006A" w:rsidRDefault="00F1006A" w:rsidP="00F1006A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9gYb8kA&#10;AADeAAAADwAAAGRycy9kb3ducmV2LnhtbESPQW/CMAyF70j7D5EncYN0FSDWEdBAQuIyabAdxs00&#10;XlvROF0SoNuvnw+TdrP1nt/7vFj1rlVXCrHxbOBhnIEiLr1tuDLw/rYdzUHFhGyx9UwGvinCank3&#10;WGBh/Y33dD2kSkkIxwIN1Cl1hdaxrMlhHPuOWLRPHxwmWUOlbcCbhLtW51k20w4bloYaO9rUVJ4P&#10;F2dg/Thff71O+OVnfzrS8eN0nuYhM2Z43z8/gUrUp3/z3/XOCv50lguvvCMz6OUv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x9gYb8kAAADeAAAADwAAAAAAAAAAAAAAAACYAgAA&#10;ZHJzL2Rvd25yZXYueG1sUEsFBgAAAAAEAAQA9QAAAI4DAAAAAA==&#10;" fillcolor="black" stroked="f">
                  <v:textbox>
                    <w:txbxContent>
                      <w:p w:rsidR="00F1006A" w:rsidRDefault="00F1006A" w:rsidP="00F1006A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K2XsQA&#10;AADeAAAADwAAAGRycy9kb3ducmV2LnhtbERPTUsDMRC9F/wPYQRvbdaKxa5Ny1IoiqdtVXqdbsbN&#10;4mayJGm6/nsjCL3N433OajPaXiTyoXOs4H5WgCBunO64VfDxvps+gQgRWWPvmBT8UIDN+maywlK7&#10;C+8pHWIrcgiHEhWYGIdSytAYshhmbiDO3JfzFmOGvpXa4yWH217Oi2IhLXacGwwOtDXUfB/OVkE6&#10;bevqIR2T2b/5qvWufvk81Urd3Y7VM4hIY7yK/92vOs9/XMyX8PdOvkG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sitl7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1006A" w:rsidRDefault="00F1006A" w:rsidP="00F1006A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3NF8gA&#10;AADeAAAADwAAAGRycy9kb3ducmV2LnhtbESPQUvDQBCF74L/YRmhN7upxaCx21KKFeulGgU9Dtkx&#10;G5qdDdltGvvrnYPgbYZ58977FqvRt2qgPjaBDcymGSjiKtiGawMf79vrO1AxIVtsA5OBH4qwWl5e&#10;LLCw4cRvNJSpVmLCsUADLqWu0DpWjjzGaeiI5fYdeo9J1r7WtseTmPtW32RZrj02LAkOO9o4qg7l&#10;0RuIs83j54s/3w9fT4735c7lr7UzZnI1rh9AJRrTv/jv+9lK/dt8LgCCIzPo5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zbc0XyAAAAN4AAAAPAAAAAAAAAAAAAAAAAJgCAABk&#10;cnMvZG93bnJldi54bWxQSwUGAAAAAAQABAD1AAAAjQ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1006A" w:rsidRDefault="00F1006A" w:rsidP="00F1006A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1006A" w:rsidRDefault="00F1006A" w:rsidP="00F1006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F1006A" w:rsidRDefault="00F1006A" w:rsidP="00F1006A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F1006A" w:rsidRDefault="00F1006A" w:rsidP="00F1006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F1006A" w:rsidRDefault="00F1006A" w:rsidP="00F1006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</w:p>
    <w:p w:rsidR="00F1006A" w:rsidRDefault="00F1006A" w:rsidP="00F1006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  <w:t>УКРАЇНА</w:t>
      </w:r>
    </w:p>
    <w:p w:rsidR="00F1006A" w:rsidRDefault="00F1006A" w:rsidP="00F1006A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КРУПЕЦЬКА СІЛЬСЬКА РАДА</w:t>
      </w:r>
    </w:p>
    <w:p w:rsidR="00F1006A" w:rsidRDefault="00F1006A" w:rsidP="00F1006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СЛАВУТСЬКОГО РАЙОНУ</w:t>
      </w:r>
    </w:p>
    <w:p w:rsidR="00F1006A" w:rsidRDefault="00F1006A" w:rsidP="00F1006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ХМЕЛЬНИЦЬКОЇ ОБЛАСТІ</w:t>
      </w:r>
    </w:p>
    <w:p w:rsidR="00F1006A" w:rsidRDefault="00F1006A" w:rsidP="00F1006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F1006A" w:rsidRDefault="00F1006A" w:rsidP="00F1006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 xml:space="preserve"> РІШЕННЯ</w:t>
      </w:r>
    </w:p>
    <w:p w:rsidR="00F1006A" w:rsidRDefault="00F1006A" w:rsidP="00F1006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F1006A" w:rsidRDefault="00F1006A" w:rsidP="00F1006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ХІІ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I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F1006A" w:rsidRDefault="00F1006A" w:rsidP="00F1006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F1006A" w:rsidRDefault="00F1006A" w:rsidP="00F1006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    .0</w:t>
      </w:r>
      <w:r w:rsidRPr="00002004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en-US"/>
        </w:rPr>
        <w:t>7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.2021 року                                            Крупець                                                 №___</w:t>
      </w:r>
    </w:p>
    <w:p w:rsidR="00F1006A" w:rsidRDefault="00F1006A" w:rsidP="00F1006A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F1006A" w:rsidRDefault="00F1006A" w:rsidP="00F1006A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F1006A" w:rsidRDefault="00F1006A" w:rsidP="00F1006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затвердження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землеустрою</w:t>
      </w:r>
    </w:p>
    <w:p w:rsidR="00F1006A" w:rsidRDefault="00F1006A" w:rsidP="00F1006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  та</w:t>
      </w:r>
    </w:p>
    <w:p w:rsidR="00F1006A" w:rsidRDefault="00F1006A" w:rsidP="00F1006A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</w:p>
    <w:p w:rsidR="00F1006A" w:rsidRPr="005C5A92" w:rsidRDefault="00F1006A" w:rsidP="00F1006A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Бойко Л.В.</w:t>
      </w:r>
    </w:p>
    <w:p w:rsidR="00F1006A" w:rsidRDefault="00F1006A" w:rsidP="00F1006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1006A" w:rsidRDefault="00F1006A" w:rsidP="00F1006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1006A" w:rsidRDefault="00F1006A" w:rsidP="00F1006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</w:t>
      </w:r>
      <w:r>
        <w:rPr>
          <w:rFonts w:ascii="Times New Roman" w:eastAsia="Times New Roman" w:hAnsi="Times New Roman" w:cs="Times New Roman"/>
          <w:sz w:val="24"/>
          <w:lang w:eastAsia="en-US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Бойко Л.В. 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  рада</w:t>
      </w:r>
    </w:p>
    <w:p w:rsidR="00F1006A" w:rsidRDefault="00F1006A" w:rsidP="00F1006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F1006A" w:rsidRDefault="00F1006A" w:rsidP="00F1006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1006A" w:rsidRDefault="00F1006A" w:rsidP="00F1006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Бойко Лесі Василівні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відведення земельної ділянки зі зміною цільового призначення із земель 01.05 для індивідуального садівництва в землі 02.01 для будівництва і обслуговування житлового будинку, господарських будівель і споруд (присадибна ділянка) ,площею  0.1200 га, яка розташована Хмельницька область,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(Шепетівський)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сільська рада село Колом</w:t>
      </w:r>
      <w:r w:rsidRPr="009B2FDF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’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є.</w:t>
      </w:r>
    </w:p>
    <w:p w:rsidR="00F1006A" w:rsidRPr="006F7CB7" w:rsidRDefault="00F1006A" w:rsidP="00F1006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Бойко Лесі Василівні,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яка  зареєстрована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5D2535">
        <w:rPr>
          <w:rFonts w:ascii="Times New Roman" w:eastAsia="Calibri" w:hAnsi="Times New Roman" w:cs="Times New Roman"/>
          <w:sz w:val="24"/>
          <w:lang w:val="ru-RU" w:eastAsia="en-US"/>
        </w:rPr>
        <w:t>______________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5D2535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 земельну ділянку, площею 0,1200 га, кадастровий номер: 6823986800:05:004:0029, для будівництва і обслуговування житлового будинку, господарських будівель і споруд (присадибна ділянка)  , яка розташована Хмельницька область,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(Шепетівський)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сільська рада село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Колом</w:t>
      </w:r>
      <w:r w:rsidRPr="006F7CB7">
        <w:rPr>
          <w:rFonts w:ascii="Times New Roman" w:eastAsia="Calibri" w:hAnsi="Times New Roman" w:cs="Times New Roman"/>
          <w:sz w:val="24"/>
          <w:szCs w:val="24"/>
          <w:lang w:eastAsia="en-US"/>
        </w:rPr>
        <w:t>’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є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F1006A" w:rsidRDefault="00F1006A" w:rsidP="00F1006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3. Бойко Л.В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якій передана земельна ділянка у власність, посвідчити право власності  в установленому  законом порядку.</w:t>
      </w:r>
    </w:p>
    <w:p w:rsidR="00F1006A" w:rsidRDefault="00F1006A" w:rsidP="00F1006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F1006A" w:rsidRDefault="00F1006A" w:rsidP="00F1006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1006A" w:rsidRPr="00F1006A" w:rsidRDefault="00F1006A" w:rsidP="00F1006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232B2C" w:rsidRPr="00F1006A" w:rsidRDefault="00F1006A" w:rsidP="00F1006A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ru-RU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232B2C" w:rsidRPr="00F1006A" w:rsidSect="00F1006A">
      <w:pgSz w:w="12240" w:h="15840"/>
      <w:pgMar w:top="1440" w:right="1440" w:bottom="567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06A"/>
    <w:rsid w:val="00232B2C"/>
    <w:rsid w:val="005D2535"/>
    <w:rsid w:val="00F10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06A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06A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1</Pages>
  <Words>301</Words>
  <Characters>1717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2021-07-19T06:09:00Z</dcterms:created>
  <dcterms:modified xsi:type="dcterms:W3CDTF">2021-07-19T06:34:00Z</dcterms:modified>
</cp:coreProperties>
</file>