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05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D93051" w:rsidRPr="003B50D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D9305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D9305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D9305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D93051" w:rsidRPr="003B50D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D93051" w:rsidRPr="003B50D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255474" wp14:editId="7325C97E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856" name="Группа 228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85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5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6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7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8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93051" w:rsidRDefault="00D93051" w:rsidP="00D93051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85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jMz8UA&#10;AADeAAAADwAAAGRycy9kb3ducmV2LnhtbESPQYvCMBSE78L+h/AWvGm6FbV0m4qIigdB1PX+aJ5t&#10;2ealNFG7/34jCB6HmfmGyRa9acSdOldbVvA1jkAQF1bXXCr4OW9GCQjnkTU2lknBHzlY5B+DDFNt&#10;H3yk+8mXIkDYpaig8r5NpXRFRQbd2LbEwbvazqAPsiul7vAR4KaRcRTNpMGaw0KFLa0qKn5PN6PA&#10;Tra7/aWMj5M1zz0vD8n10u+VGn72y28Qnnr/Dr/aO60gjpPpHJ53whWQ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WMzP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PqHsYA&#10;AADeAAAADwAAAGRycy9kb3ducmV2LnhtbERPy2oCMRTdF/oP4QpupGY6UKtToxRhWttFwQe4vUxu&#10;J2MnN0MSderXm0Why8N5z5e9bcWZfGgcK3gcZyCIK6cbrhXsd+XDFESIyBpbx6TglwIsF/d3cyy0&#10;u/CGzttYixTCoUAFJsaukDJUhiyGseuIE/ftvMWYoK+l9nhJ4baVeZZNpMWGU4PBjlaGqp/tySo4&#10;ll/msHq+vvnRbEPXUfn53n5MlBoO+tcXEJH6+C/+c6+1gjyfPqW96U66AnJx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gPqH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zrhMQA&#10;AADeAAAADwAAAGRycy9kb3ducmV2LnhtbESP3YrCMBCF74V9hzALeyOaWlHcrlFEVMQbUfcBhmZs&#10;yjaT0kTbfXsjCF4ezs/HmS87W4k7Nb50rGA0TEAQ506XXCj4vWwHMxA+IGusHJOCf/KwXHz05php&#10;1/KJ7udQiDjCPkMFJoQ6k9Lnhiz6oauJo3d1jcUQZVNI3WAbx20l0ySZSoslR4LBmtaG8r/zzUbI&#10;cYzHw7W9bHcdtrg5GO6vTkp9fXarHxCBuvAOv9p7rSBNZ5NveN6JV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tc64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6dnsUA&#10;AADeAAAADwAAAGRycy9kb3ducmV2LnhtbESPTUvDQBCG70L/wzIFb3bToLHEbkupCiJ4sAqltyE7&#10;TYLZ2WV3bOK/dw+Cx5f3i2e9ndygLhRT79nAclGAIm687bk18PnxfLMClQTZ4uCZDPxQgu1mdrXG&#10;2vqR3+lykFblEU41GuhEQq11ajpymBY+EGfv7KNDyTK22kYc87gbdFkUlXbYc37oMNC+o+br8O0M&#10;vI1P4fW+ujuHU7wtdXq0ctyLMdfzafcASmiS//Bf+8UaKMtVlQEyTkYBvf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jp2e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0YtP8QA&#10;AADeAAAADwAAAGRycy9kb3ducmV2LnhtbESP32rCMBTG74W9QzgDb2Sm7aBINUoRHaM3ou4BDs2x&#10;KTYnpclsfftlMNjlx/fnx7fZTbYTDxp861hBukxAENdOt9wo+Loe31YgfEDW2DkmBU/ysNu+zDZY&#10;aDfymR6X0Ig4wr5ABSaEvpDS14Ys+qXriaN3c4PFEOXQSD3gGMdtJ7MkyaXFliPBYE97Q/X98m0j&#10;5PSOp+o2Xo8fE454qAwvyrNS89epXIMINIX/8F/7UyvIslWewu+deAXk9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tGLT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hCmcsYA&#10;AADeAAAADwAAAGRycy9kb3ducmV2LnhtbESPQUvEMBSE74L/ITzBm5satC51s4usCiJ42FUQb4/m&#10;bVtsXkLy3NZ/bwTB4zAz3zCrzexHdaSUh8AWLhcVKOI2uIE7C2+vjxdLUFmQHY6BycI3ZdisT09W&#10;2Lgw8Y6Oe+lUgXBu0EIvEhutc9uTx7wIkbh4h5A8SpGp0y7hVOB+1Kaqau1x4LLQY6RtT+3n/stb&#10;eJke4vNNfX2IH+nK6Hzv5H0r1p6fzXe3oIRm+Q//tZ+cBWOWtYHfO+UK6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hCmc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keAMcA&#10;AADeAAAADwAAAGRycy9kb3ducmV2LnhtbESPUWvCMBSF3wf+h3AHvoyZrjKRahQdhA0ciDrw9dJc&#10;27LmpiTRdv9+EQZ7PJxzvsNZrgfbihv50DhW8DLJQBCXzjRcKfg66ec5iBCRDbaOScEPBVivRg9L&#10;LIzr+UC3Y6xEgnAoUEEdY1dIGcqaLIaJ64iTd3HeYkzSV9J47BPctjLPspm02HBaqLGjt5rK7+PV&#10;Ktju+2rqn8rt4HaX9/Or1kZ/aqXGj8NmASLSEP/Df+0PoyDP57Mp3O+kKy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RZHgD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4DMi8QA&#10;AADeAAAADwAAAGRycy9kb3ducmV2LnhtbESPUWvCMBSF3wf7D+EO9jbTFZXSGUU2CkN8UfcDLs21&#10;qTY3JYm1+/dGEHw8nHO+w1msRtuJgXxoHSv4nGQgiGunW24U/B2qjwJEiMgaO8ek4J8CrJavLwss&#10;tbvyjoZ9bESCcChRgYmxL6UMtSGLYeJ64uQdnbcYk/SN1B6vCW47mWfZXFpsOS0Y7OnbUH3eX6yC&#10;apNvh/NF+8qtx6mlmTkVP0ap97dx/QUi0hif4Uf7VyvI82I+hfuddAXk8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OAzIv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wj78cA&#10;AADeAAAADwAAAGRycy9kb3ducmV2LnhtbESPUWvCMBSF3wf7D+EKexma2qFINcoUwgYbyJzg66W5&#10;tsXmpiSZ7f79Igh7PJxzvsNZbQbbiiv50DhWMJ1kIIhLZxquFBy/9XgBIkRkg61jUvBLATbrx4cV&#10;Fsb1/EXXQ6xEgnAoUEEdY1dIGcqaLIaJ64iTd3beYkzSV9J47BPctjLPsrm02HBaqLGjXU3l5fBj&#10;FWz3ffXin8vt4D7Ob6eZ1kZ/aqWeRsPrEkSkIf6H7+13oyDPF/MZ3O6kKyD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T8I+/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73Z8UA&#10;AADeAAAADwAAAGRycy9kb3ducmV2LnhtbESPUWvCMBSF3wf+h3AF32Zq2UqpRhGlMMZe5vYDLs21&#10;qTY3JYm1/vtlMNjj4ZzzHc5mN9lejORD51jBapmBIG6c7rhV8P1VP5cgQkTW2DsmBQ8KsNvOnjZY&#10;aXfnTxpPsRUJwqFCBSbGoZIyNIYshqUbiJN3dt5iTNK3Unu8J7jtZZ5lhbTYcVowONDBUHM93ayC&#10;+j3/GK837Wu3n14svZpLeTRKLebTfg0i0hT/w3/tN60gz8uigN876Qr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Hvdn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zMFMIA&#10;AADeAAAADwAAAGRycy9kb3ducmV2LnhtbESP3YrCMBSE7wXfIRzBO02tv1SjyIKLXlp9gENzbIvN&#10;SW2ytr79RhC8HGbmG2az60wlntS40rKCyTgCQZxZXXKu4Ho5jFYgnEfWWFkmBS9ysNv2extMtG35&#10;TM/U5yJA2CWooPC+TqR0WUEG3djWxMG72cagD7LJpW6wDXBTyTiKFtJgyWGhwJp+Csru6Z9RMHu1&#10;v490fo8O2tDkNK1P7LO5UsNBt1+D8NT5b/jTPmoFcbxaLOF9J1wBuf0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nMwU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gFOycIA&#10;AADeAAAADwAAAGRycy9kb3ducmV2LnhtbERPy4rCMBTdC/MP4Q7MTlO7KFpNRRSHYVZaO7O+NLcP&#10;bG5KE7X+vVkILg/nvd6MphM3GlxrWcF8FoEgLq1uuVZQnA/TBQjnkTV2lknBgxxsso/JGlNt73yi&#10;W+5rEULYpaig8b5PpXRlQwbdzPbEgavsYNAHONRSD3gP4aaTcRQl0mDLoaHBnnYNlZf8ahRck/+4&#10;4OpXH/P943u5P2yd/KuV+voctysQnkb/Fr/cP1pBHC+SsDfcCVdAZ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qAU7J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JbT8cA&#10;AADeAAAADwAAAGRycy9kb3ducmV2LnhtbESPQWvCQBSE74X+h+UVvDWbRgk2dRUVCtWDom0PvT2z&#10;zyQ1+zbNbjX+e1cQPA4z3wwzmnSmFkdqXWVZwUsUgyDOra64UPD1+f48BOE8ssbaMik4k4PJ+PFh&#10;hJm2J97QcesLEUrYZaig9L7JpHR5SQZdZBvi4O1ta9AH2RZSt3gK5aaWSRyn0mDFYaHEhuYl5Yft&#10;v1HwvR6mr+vZYvC7XO2wb/Tfj65SpXpP3fQNhKfO38M3+kMrSJLAwfVOuAJyf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IiW0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jzm8QA&#10;AADeAAAADwAAAGRycy9kb3ducmV2LnhtbESPy4rCMBSG9wO+QziCuzG1DlqqUZyRUXHlDdwemmNb&#10;bE5KE7X69GYxMMuf/8Y3nbemEndqXGlZwaAfgSDOrC45V3A6/n4mIJxH1lhZJgVPcjCfdT6mmGr7&#10;4D3dDz4XYYRdigoK7+tUSpcVZND1bU0cvIttDPogm1zqBh9h3FQyjqKRNFhyeCiwpp+CsuvhZhS8&#10;RmfcuXX8vRxqT8+vZGW3u5VSvW67mIDw1Pr/8F97oxXEcTIOAAEnoIC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o485v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0/rsUA&#10;AADeAAAADwAAAGRycy9kb3ducmV2LnhtbESP0WrCQBRE3wv+w3IF3+rGoK1GV5Gi4Js1+gGX7HUT&#10;zN6N2a1Gv94tFPo4zMwZZrHqbC1u1PrKsYLRMAFBXDhdsVFwOm7fpyB8QNZYOyYFD/KwWvbeFphp&#10;d+cD3fJgRISwz1BBGUKTSemLkiz6oWuIo3d2rcUQZWukbvEe4baWaZJ8SIsVx4USG/oqqbjkP1bB&#10;1aUT3eUb3F82s+/KmPH1eRgrNeh36zmIQF34D/+1d1pBmk4/R/B7J14BuX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TT+u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PHMsUA&#10;AADeAAAADwAAAGRycy9kb3ducmV2LnhtbESPwW7CMBBE75X6D9YicQOHoEIIGASVkLhCe+C42EsS&#10;iNdp7ELo19eVkHoczcwbzWLV2VrcqPWVYwWjYQKCWDtTcaHg82M7yED4gGywdkwKHuRhtXx9WWBu&#10;3J33dDuEQkQI+xwVlCE0uZRel2TRD11DHL2zay2GKNtCmhbvEW5rmSbJRFqsOC6U2NB7Sfp6+LYK&#10;dtWJ3ib6PLPZRu+PP19hPL0Ypfq9bj0HEagL/+Fne2cUpGk2TeHvTrw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I8cy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6bfsMA&#10;AADeAAAADwAAAGRycy9kb3ducmV2LnhtbERPXWvCMBR9F/Yfwh34pukqzK4zyhQEh1PQje310tw1&#10;Zc1NaWKt/94MBB/PN2e26G0tOmp95VjB0zgBQVw4XXGp4OtzPcpA+ICssXZMCi7kYTF/GMww1+7M&#10;B+qOoRSxhH2OCkwITS6lLwxZ9GPXEEft17UWQ4RtKXWL51hua5kmybO0WHFcMNjQylDxdzxZBR3u&#10;L8mPWe5e3quPIt0vv7c68mr42L+9ggjUh7v5lt5oBWmaTSfwfydeATm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U6bf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6rckMUA&#10;AADeAAAADwAAAGRycy9kb3ducmV2LnhtbESPQUsDMRSE74L/ITzBm80aRMvatBSh4lFXDx6fm9fN&#10;tpv3liR2V3+9EQSPw8x8w6w2cxjUiWLqhS1cLypQxK24njsLb6+7qyWolJEdDsJk4YsSbNbnZyus&#10;nUz8Qqcmd6pAONVowec81lqn1lPAtJCRuHh7iQFzkbHTLuJU4GHQpqpudcCey4LHkR48tcfmM1iY&#10;HtuPg9m/O/8dR9k1z3Iwg1h7eTFv70FlmvN/+K/95CwYs7y7gd875Qr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qtyQ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5pHMgA&#10;AADeAAAADwAAAGRycy9kb3ducmV2LnhtbESP3WrCQBSE7wu+w3IE7+qmAWuIrmK1gpSK+NP70+xp&#10;Et09G7Krpm/fLRR6OczMN8x03lkjbtT62rGCp2ECgrhwuuZSwem4fsxA+ICs0TgmBd/kYT7rPUwx&#10;1+7Oe7odQikihH2OCqoQmlxKX1Rk0Q9dQxy9L9daDFG2pdQt3iPcGpkmybO0WHNcqLChZUXF5XC1&#10;Cta7lTmn2/3iQ4bl6/jTZG8vq3elBv1uMQERqAv/4b/2RitI02w8gt878QrI2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0Hmkc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zoq/8cA&#10;AADeAAAADwAAAGRycy9kb3ducmV2LnhtbESPQWvCQBSE74L/YXmCF6mbRrQhdZUiiAoKrS30+sy+&#10;JsHs25BdY/z3riD0OMzMN8x82ZlKtNS40rKC13EEgjizuuRcwc/3+iUB4TyyxsoyKbiRg+Wi35tj&#10;qu2Vv6g9+lwECLsUFRTe16mULivIoBvbmjh4f7Yx6INscqkbvAa4qWQcRTNpsOSwUGBNq4Ky8/Fi&#10;FLSf+1O+bV29OycjN52cNpuD/lVqOOg+3kF46vx/+NneagVxnLzN4HEnX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c6Kv/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93051" w:rsidRDefault="00D93051" w:rsidP="00D93051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rxecgA&#10;AADeAAAADwAAAGRycy9kb3ducmV2LnhtbESPQWvCQBSE70L/w/KE3nRjqJqmrlILgpeC2h7q7Zl9&#10;TYLZt+nuqqm/3hUKPQ4z8w0zW3SmEWdyvrasYDRMQBAXVtdcKvj8WA0yED4ga2wsk4Jf8rCYP/Rm&#10;mGt74S2dd6EUEcI+RwVVCG0upS8qMuiHtiWO3rd1BkOUrpTa4SXCTSPTJJlIgzXHhQpbequoOO5O&#10;RsHyOVv+bJ74/bo97Gn/dTiOU5co9djvXl9ABOrCf/ivvdYK0jSbTuF+J14BOb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GvF5yAAAAN4AAAAPAAAAAAAAAAAAAAAAAJgCAABk&#10;cnMvZG93bnJldi54bWxQSwUGAAAAAAQABAD1AAAAjQMAAAAA&#10;" fillcolor="black" stroked="f">
                  <v:textbox>
                    <w:txbxContent>
                      <w:p w:rsidR="00D93051" w:rsidRDefault="00D93051" w:rsidP="00D93051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ZrC8UA&#10;AADeAAAADwAAAGRycy9kb3ducmV2LnhtbERPy2rCQBTdC/7DcIXudGKgNkRH0T6gULvwsXB5zVyT&#10;IZk7ITPV6Nd3FoUuD+e9WPW2EVfqvHGsYDpJQBAXThsuFRwPH+MMhA/IGhvHpOBOHlbL4WCBuXY3&#10;3tF1H0oRQ9jnqKAKoc2l9EVFFv3EtcSRu7jOYoiwK6Xu8BbDbSPTJJlJi4ZjQ4UtvVZU1Psfq+D0&#10;NTPZzlB63j4273r7XG++32qlnkb9eg4iUB/+xX/uT60gTbOXuDfeiVdAL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RmsL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ijoscA&#10;AADeAAAADwAAAGRycy9kb3ducmV2LnhtbESPzU7DMBCE75V4B2uRuFGHHCBN61YVCMGFA/1Rr6t4&#10;G6eJ18F227RPj5GQehzNzDea2WKwnTiRD41jBU/jDARx5XTDtYLN+v2xABEissbOMSm4UIDF/G40&#10;w1K7M3/TaRVrkSAcSlRgYuxLKUNlyGIYu544eXvnLcYkfS21x3OC207mWfYsLTacFgz29GqoaldH&#10;q8Avd2/tlY/bNrt+XcLHYfgp0Cj1cD8spyAiDfEW/m9/agV5XrxM4O9OugJy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xYo6L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bMU8UA&#10;AADeAAAADwAAAGRycy9kb3ducmV2LnhtbESPz2rCQBDG7wXfYZmCl6Ibc6hp6ioiCEKloPUBxuw0&#10;Cd2dDdlRY5++eyh4/Pj+8VusBu/UlfrYBjYwm2agiKtgW64NnL62kwJUFGSLLjAZuFOE1XL0tMDS&#10;hhsf6HqUWqURjiUaaES6UutYNeQxTkNHnLzv0HuUJPta2x5vadw7nWfZq/bYcnposKNNQ9XP8eIN&#10;uPzs3j7mcS/3k95nv14OL5/WmPHzsH4HJTTII/zf3lkDeV4UCSDhJBT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xsxT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1ooksYA&#10;AADeAAAADwAAAGRycy9kb3ducmV2LnhtbESPQWvCQBSE70L/w/IK3nRjDhJSV2krQi49NCpen9nX&#10;bOju25Ddatpf3xUEj8PMfMOsNqOz4kJD6DwrWMwzEMSN1x23Cg773awAESKyRuuZFPxSgM36abLC&#10;Uvsrf9Kljq1IEA4lKjAx9qWUoTHkMMx9T5y8Lz84jEkOrdQDXhPcWZln2VI67DgtGOzp3VDzXf84&#10;Bdu6t/mhMm/hdPw4n231t6PTVqnp8/j6AiLSGB/he7vSCvK8KBZwu5OugFz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1ook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0E08UA&#10;AADeAAAADwAAAGRycy9kb3ducmV2LnhtbESPT4vCMBTE7wv7HcJb8LYm9qClaxSRFQRP65/D3h7J&#10;s602L6XJ2vrtzYLgcZiZ3zDz5eAacaMu1J41TMYKBLHxtuZSw/Gw+cxBhIhssfFMGu4UYLl4f5tj&#10;YX3PP3Tbx1IkCIcCNVQxtoWUwVTkMIx9S5y8s+8cxiS7UtoO+wR3jcyUmkqHNaeFCltaV2Su+z+n&#10;4bKRO28UmtPx1G/t7Pd7So3SevQxrL5ARBriK/xsb62GLMvzDP7vpCs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jQTT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lSL8UA&#10;AADeAAAADwAAAGRycy9kb3ducmV2LnhtbESPQWvCQBSE7wX/w/IEb3VjhBKiq6ggiNJDVcTjM/tM&#10;QrJvw+6q6b/vFgo9DjPzDTNf9qYVT3K+tqxgMk5AEBdW11wqOJ+27xkIH5A1tpZJwTd5WC4Gb3PM&#10;tX3xFz2PoRQRwj5HBVUIXS6lLyoy6Me2I47e3TqDIUpXSu3wFeGmlWmSfEiDNceFCjvaVFQ0x4dR&#10;cH0c+P453a/cOlxsf/JNessapUbDfjUDEagP/+G/9k4rSNMsm8LvnXgF5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KVIvxQAAAN4AAAAPAAAAAAAAAAAAAAAAAJgCAABkcnMv&#10;ZG93bnJldi54bWxQSwUGAAAAAAQABAD1AAAAig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93051" w:rsidRDefault="00D93051" w:rsidP="00D93051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0fKccA&#10;AADeAAAADwAAAGRycy9kb3ducmV2LnhtbESPQWvCQBSE70L/w/IK3nTTYEsaXaUWBC8FtT3U2zP7&#10;TILZt+nuqtFf3xUEj8PMfMNMZp1pxImcry0reBkmIIgLq2suFfx8LwYZCB+QNTaWScGFPMymT70J&#10;5tqeeU2nTShFhLDPUUEVQptL6YuKDPqhbYmjt7fOYIjSlVI7PEe4aWSaJG/SYM1xocKWPisqDpuj&#10;UTB/z+Z/qxF/Xde7LW1/d4fX1CVK9Z+7jzGIQF14hO/tpVaQplk2gtudeAXk9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gdHynHAAAA3gAAAA8AAAAAAAAAAAAAAAAAmAIAAGRy&#10;cy9kb3ducmV2LnhtbFBLBQYAAAAABAAEAPUAAACMAwAAAAA=&#10;" fillcolor="black" stroked="f">
                  <v:textbox>
                    <w:txbxContent>
                      <w:p w:rsidR="00D93051" w:rsidRDefault="00D93051" w:rsidP="00D93051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exGMUA&#10;AADeAAAADwAAAGRycy9kb3ducmV2LnhtbESPUUvDMBSF3wX/Q7iCby61opS6bJTB2PCpm4qvd821&#10;KTY3Jcmy+u+NIPh4OOd8h7Ncz3YUiXwYHCu4XxQgiDunB+4VvL1u7yoQISJrHB2Tgm8KsF5dXy2x&#10;1u7CB0rH2IsM4VCjAhPjVEsZOkMWw8JNxNn7dN5izNL3Unu8ZLgdZVkUT9LiwHnB4EQbQ93X8WwV&#10;pNOmbR7SRzKHF9/03rW791Or1O3N3DyDiDTH//Bfe68VlGVVPcLvnXwF5O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57E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93051" w:rsidRDefault="00D93051" w:rsidP="00D93051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rZscA&#10;AADeAAAADwAAAGRycy9kb3ducmV2LnhtbESPQWvCQBSE7wX/w/KE3urGHEJMXaWISuvFNi20x0f2&#10;NRuafRuya0z99W5B6HGYmW+Y5Xq0rRio941jBfNZAoK4crrhWsHH++4hB+EDssbWMSn4JQ/r1eRu&#10;iYV2Z36joQy1iBD2BSowIXSFlL4yZNHPXEccvW/XWwxR9rXUPZ4j3LYyTZJMWmw4LhjsaGOo+ilP&#10;VoGfb7afB3tZDF97w8fyxWSvtVHqfjo+PYIINIb/8K39rBWkaZ5n8HcnXgG5u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Za2b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93051" w:rsidRDefault="00D93051" w:rsidP="00D93051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93051" w:rsidRPr="003B50D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93051" w:rsidRPr="003B50D1" w:rsidRDefault="00D93051" w:rsidP="00D93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D93051" w:rsidRPr="003B50D1" w:rsidRDefault="00D93051" w:rsidP="00D930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93051" w:rsidRPr="003B50D1" w:rsidRDefault="00D93051" w:rsidP="00D93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D93051" w:rsidRPr="003B50D1" w:rsidRDefault="00D93051" w:rsidP="00D93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93051" w:rsidRPr="003B50D1" w:rsidRDefault="00D93051" w:rsidP="00D930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3051" w:rsidRPr="003B50D1" w:rsidRDefault="00D93051" w:rsidP="00D930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93051" w:rsidRPr="003B50D1" w:rsidRDefault="00D93051" w:rsidP="00D93051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93051" w:rsidRPr="003B50D1" w:rsidRDefault="00D93051" w:rsidP="00D93051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93051" w:rsidRPr="003B50D1" w:rsidRDefault="00D93051" w:rsidP="00D9305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93051" w:rsidRPr="003B50D1" w:rsidRDefault="00D93051" w:rsidP="00D93051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93051" w:rsidRPr="003B50D1" w:rsidRDefault="00D93051" w:rsidP="00D93051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D93051" w:rsidRPr="003B50D1" w:rsidRDefault="00D93051" w:rsidP="00D9305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93051" w:rsidRPr="003B50D1" w:rsidRDefault="00D93051" w:rsidP="00D9305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9305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Про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надання дозволу на розробку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технічної документації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D93051" w:rsidRPr="0061236C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 М.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93051" w:rsidRPr="003B50D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вання в Україні», статей 12,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Земельного кодексу України,  Закону України «Про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землеустрій»,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93051" w:rsidRPr="003B50D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Марині Миколаївні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C4152" w:rsidRPr="006C4152">
        <w:rPr>
          <w:rFonts w:ascii="Times New Roman" w:eastAsia="Calibri" w:hAnsi="Times New Roman" w:cs="Times New Roman"/>
          <w:sz w:val="24"/>
        </w:rPr>
        <w:t>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дозвіл на розробку технічної документації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орієнтовною площею 0,4703 га для ведення особистого селянського господарства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D9305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М, розробити технічну документацію із землеустрою щодо встановлення (відновлення) меж земельної ділянки в натурі (на місцевості) та подати на розгляд сесії сільської ради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Даний дозвіл дійсний на протязі року з дня прийняття даного рішення.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lastRenderedPageBreak/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4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93051" w:rsidRPr="003B50D1" w:rsidRDefault="00D93051" w:rsidP="00D93051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93051" w:rsidRPr="003B50D1" w:rsidRDefault="00D93051" w:rsidP="00D9305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93051" w:rsidRPr="003B50D1" w:rsidRDefault="00D93051" w:rsidP="00D9305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93051" w:rsidRPr="003B50D1" w:rsidRDefault="00D93051" w:rsidP="00D93051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D93051" w:rsidRDefault="00D93051" w:rsidP="00D93051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p w:rsidR="00D93051" w:rsidRDefault="00D93051" w:rsidP="00D9305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485A78" w:rsidRDefault="00485A78"/>
    <w:sectPr w:rsidR="00485A7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51"/>
    <w:rsid w:val="00485A78"/>
    <w:rsid w:val="006C4152"/>
    <w:rsid w:val="00D93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51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51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6</TotalTime>
  <Pages>1</Pages>
  <Words>256</Words>
  <Characters>1461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2022-02-11T13:48:00Z</dcterms:created>
  <dcterms:modified xsi:type="dcterms:W3CDTF">2022-02-14T07:54:00Z</dcterms:modified>
</cp:coreProperties>
</file>