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37" w:rsidRPr="004C3041" w:rsidRDefault="00C76737" w:rsidP="00C7673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65988B" wp14:editId="049A023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0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737" w:rsidRDefault="00C76737" w:rsidP="00C767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D/Hn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25s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7h&#10;rlBK4yQZdrlSFjcP4pQLpXSTtA67XClL50Qt4xO+CrsdRmnr9blSlnYSR0hf+nQMtrN4NPSFUqZB&#10;3Mt9rpSOzvPtndLnSpm6RlyH+PKtI+zGTmSYK2WYW3Ed9rlSuhFbShhhrpTeyV/iIVdKNyySUoZc&#10;KThExONryJXS0Udse4RDrpRBPq+HQifzKIkQxs0q6l5U8VBoZJGHl2tEVMeQq6NvG0kdQ66OVjwU&#10;xlwZfYcTeFt2Y6EMbCThUzLmusCJLg1vzHUBU1vccWOujL5vpY/dmCsDq0pcLWS1pi2sMc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kCdsbHqRl4hnXXf7EYOjHaN&#10;tTdxg/LyRIa6uZbCSm57w+FGlTKBJ0ph9LkPMXAFv6tBGX0sllsYuyPYiq41LGoIPKxPRNONM2Rk&#10;ZzzsEH2YMXA7GbYaFf+E/WZczVBbFsRuOba6KfqBjAtPh+uLfzVlRKhnAu4PntA6j2ZebUY8r8PX&#10;x/MzPAY4sHnn6l81v7XoW2Xc2xDFCxM2rM0OdrMfn7Vnog/RiMt0S4zgGrsg2tiGwxa3+LBm9DWY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EonwP8eeAAAQFkEAA4AAAAAAAAAAAAAAAAALgIAAGRycy9lMm9Eb2MueG1sUEsB&#10;Ai0AFAAGAAgAAAAhALIdTJvgAAAACgEAAA8AAAAAAAAAAAAAAAAAeHoAAGRycy9kb3ducmV2Lnht&#10;bFBLBQYAAAAABAAEAPMAAAC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71es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o2g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71e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elBsUA&#10;AADdAAAADwAAAGRycy9kb3ducmV2LnhtbERPz2vCMBS+D/Y/hDfYRWaqQnXVKEPo5nYY6AZeH82z&#10;qWteSpJp9a83h8GOH9/vxaq3rTiRD41jBaNhBoK4crrhWsH3V/k0AxEissbWMSm4UIDV8v5ugYV2&#10;Z97SaRdrkUI4FKjAxNgVUobKkMUwdB1x4g7OW4wJ+lpqj+cUbls5zrJcWmw4NRjsaG2o+tn9WgXH&#10;8tPs19Prqx88b+k6KD/e2vdcqceH/mUOIlIf/8V/7o1WMMmzNDe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6U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Ni4sMA&#10;AADdAAAADwAAAGRycy9kb3ducmV2LnhtbESP3YrCMBCF7wXfIcyCN7KmriDabRSRVRZvxJ8HGJpp&#10;U7aZlCba+vZmQfDycH4+TrbubS3u1PrKsYLpJAFBnDtdcangetl9LkD4gKyxdkwKHuRhvRoOMky1&#10;6/hE93MoRRxhn6ICE0KTSulzQxb9xDXE0StcazFE2ZZSt9jFcVvLrySZS4sVR4LBhraG8r/zzUbI&#10;cYbHQ9FddvseO/w5GB5vTkqNPvrNN4hAfXiHX+1frWA2T5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Ni4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IAsMA&#10;AADdAAAADwAAAGRycy9kb3ducmV2LnhtbERPTUsDMRC9C/0PYQRvNtuqa9k2LaUqiNCDVSi9DZvp&#10;7uJmEpKxu/57cxA8Pt73ajO6Xl0ops6zgdm0AEVce9txY+Dz4+V2ASoJssXeMxn4oQSb9eRqhZX1&#10;A7/T5SCNyiGcKjTQioRK61S35DBNfSDO3NlHh5JhbLSNOORw1+t5UZTaYce5ocVAu5bqr8O3M7Af&#10;nsPbY/lwDqd4P9fpycpxJ8bcXI/bJSihUf7Ff+5Xa+CunOX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uIA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4OcQA&#10;AADdAAAADwAAAGRycy9kb3ducmV2LnhtbESP32rCMBTG7wXfIRxhN6JpVyjSGUVEx/BGbH2AQ3Ns&#10;ypqT0mS2e/tlMNjlx/fnx7fdT7YTTxp861hBuk5AENdOt9wouFfn1QaED8gaO8ek4Js87Hfz2RYL&#10;7Ua+0bMMjYgj7AtUYELoCyl9bciiX7ueOHoPN1gMUQ6N1AOOcdx28jVJcmmx5Ugw2NPRUP1ZftkI&#10;uWZ4vTzG6vw+4Yini+Hl4abUy2I6vIEINIX/8F/7QyvI8jSF3zfx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c+D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z7s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6qRQl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Wz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2C8YA&#10;AADdAAAADwAAAGRycy9kb3ducmV2LnhtbESPUWvCMBSF3wf+h3AFX8ZMtUykM4oOwgQHYzrY66W5&#10;tsXmpiSZ7f69EQZ7PJxzvsNZbQbbiiv50DhWMJtmIIhLZxquFHyd9NMSRIjIBlvHpOCXAmzWo4cV&#10;Fsb1/EnXY6xEgnAoUEEdY1dIGcqaLIap64iTd3beYkzSV9J47BPctnKeZQtpseG0UGNHrzWVl+OP&#10;VbD76KvcP5a7wR3Ob9/PWhv9rpWajIftC4hIQ/wP/7X3RkG+mOV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m2C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0O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zEZ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odD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L5M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iaz8R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yL5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P1sQA&#10;AADdAAAADwAAAGRycy9kb3ducmV2LnhtbESP3WoCMRSE7wu+QziF3tWsP11kaxRRFop4U/UBDpvT&#10;zdbNyZLEdfv2jSB4OczMN8xyPdhW9ORD41jBZJyBIK6cbrhWcD6V7wsQISJrbB2Tgj8KsF6NXpZY&#10;aHfjb+qPsRYJwqFABSbGrpAyVIYshrHriJP347zFmKSvpfZ4S3DbymmW5dJiw2nBYEdbQ9XleLUK&#10;yv300F+u2pduM8wtfZjfxc4o9fY6bD5BRBriM/xof2kFs3ySw/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2T9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/wa8MA&#10;AADdAAAADwAAAGRycy9kb3ducmV2LnhtbESP3YrCMBSE7xd8h3AE79a0uv5QG0UEZb3c7j7AoTm2&#10;pc1JbaKtb28EYS+HmfmGSXeDacSdOldZVhBPIxDEudUVFwr+fo+faxDOI2tsLJOCBznYbUcfKSba&#10;9vxD98wXIkDYJaig9L5NpHR5SQbd1LbEwbvYzqAPsiuk7rAPcNPIWRQtpcGKw0KJLR1KyuvsZhR8&#10;PfrTNVvU0VEbis/z9sw+Xyg1GQ/7DQhPg/8Pv9vfWsF8Ga/g9SY8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/wa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9BcAA&#10;AADdAAAADwAAAGRycy9kb3ducmV2LnhtbERPTYvCMBC9C/6HMII3TVUoWo0iiiJ7Wmv1PDRjW2wm&#10;pYla/705LOzx8b5Xm87U4kWtqywrmIwjEMS51RUXCrLLYTQH4TyyxtoyKfiQg82631thou2bz/RK&#10;fSFCCLsEFZTeN4mULi/JoBvbhjhwd9sa9AG2hdQtvkO4qeU0imJpsOLQUGJDu5LyR/o0Cp7xbZrx&#10;/Uf/pvvPcbE/bJ28FkoNB912CcJT5//Ff+6TVjCLJ2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J9B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2nmcgA&#10;AADdAAAADwAAAGRycy9kb3ducmV2LnhtbESPT2vCQBTE74V+h+UJ3uomWoJG16AFoe2hUv8cvD2z&#10;zyQ1+zbNbjX99m5B6HGYmd8ws6wztbhQ6yrLCuJBBII4t7riQsFuu3oag3AeWWNtmRT8koNs/vgw&#10;w1TbK3/SZeMLESDsUlRQet+kUrq8JINuYBvi4J1sa9AH2RZSt3gNcFPLYRQl0mDFYaHEhl5Kys+b&#10;H6Ngvx4nk/Xy7fnr/eOII6O/D7pKlOr3usUUhKfO/4fv7VetYJTEE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ae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GSsMA&#10;AADdAAAADwAAAGRycy9kb3ducmV2LnhtbERPTWvCQBC9F/wPyxR6azZNSgjRVapSWzzZVPA6ZMck&#10;NDsbslsT++u7B8Hj430vVpPpxIUG11pW8BLFIIgrq1uuFRy/359zEM4ja+wsk4IrOVgtZw8LLLQd&#10;+Ysupa9FCGFXoILG+76Q0lUNGXSR7YkDd7aDQR/gUEs94BjCTSeTOM6kwZZDQ4M9bRqqfspfo+Av&#10;O+HBfSTrbao9XV/znd0fdko9PU5vcxCeJn8X39yfWkGaJWF/eBOe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MGS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wacQA&#10;AADdAAAADwAAAGRycy9kb3ducmV2LnhtbESP0WrCQBRE3wv+w3IF3+rGaKWNriKi0Ddr7Adcsreb&#10;YPZuzK4a+/WuIPg4zMwZZr7sbC0u1PrKsYLRMAFBXDhdsVHwe9i+f4LwAVlj7ZgU3MjDctF7m2Om&#10;3ZX3dMmDERHCPkMFZQhNJqUvSrLoh64hjt6fay2GKFsjdYvXCLe1TJNkKi1WHBdKbGhdUnHMz1bB&#10;yaUfuss3uDtuvn4qYyan//1EqUG/W81ABOrCK/xsf2sF42k6gse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n8G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TkdsYA&#10;AADdAAAADwAAAGRycy9kb3ducmV2LnhtbESPS2/CMBCE75X6H6ytxK04BDWFEIMKUiWuPA49Lvbm&#10;AfE6jQ2k/fV1pUo9jmbmG02xGmwrbtT7xrGCyTgBQaydabhScDy8P89A+IBssHVMCr7Iw2r5+FBg&#10;btydd3Tbh0pECPscFdQhdLmUXtdk0Y9dRxy90vUWQ5R9JU2P9wi3rUyTJJMWG44LNXa0qUlf9ler&#10;YNuc6CXT5dzO1nr38f0Zpq9no9ToaXhbgAg0hP/wX3trFEyzNIX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Tk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yGcIA&#10;AADdAAAADwAAAGRycy9kb3ducmV2LnhtbERPW2vCMBR+F/YfwhH2pqkVZFaj6EBwbBO8oK+H5tgU&#10;m5PSZLX++2Uw8PG7882Xna1ES40vHSsYDRMQxLnTJRcKTsfN4A2ED8gaK8ek4EEelouX3hwz7e68&#10;p/YQChFL2GeowIRQZ1L63JBFP3Q1cdSurrEYImwKqRu8x3JbyTRJJtJiyXHBYE3vhvLb4ccqaHH3&#10;SC5m/T39KL/ydLc+f+rIq9d+t5qBCNSFp/k/vdUKxpN0DH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bI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OUDc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dlX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DlA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3MccA&#10;AADdAAAADwAAAGRycy9kb3ducmV2LnhtbESPW2sCMRSE3wv9D+EUfKtZt3hhaxTrBURailbfTzfH&#10;3W2Tk2WT6vrvG0HwcZiZb5jxtLVGnKjxlWMFvW4Cgjh3uuJCwf5r9TwC4QOyRuOYFFzIw3Ty+DDG&#10;TLszb+m0C4WIEPYZKihDqDMpfV6SRd91NXH0jq6xGKJsCqkbPEe4NTJNkoG0WHFcKLGmeUn57+7P&#10;Klh9LsxP+rGdHWSYL4ffZrR5W7wr1XlqZ68gArXhHr6111rByyDtw/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kdz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k/8cA&#10;AADdAAAADwAAAGRycy9kb3ducmV2LnhtbESPzWrDMBCE74W+g9hALyWWm1ATnCihFEpcSCF/kOva&#10;2tgm1spYqu2+fRUo9DjMzDfMajOaRvTUudqygpcoBkFcWF1zqeB8+pguQDiPrLGxTAp+yMFm/fiw&#10;wlTbgQ/UH30pAoRdigoq79tUSldUZNBFtiUO3tV2Bn2QXSl1h0OAm0bO4jiRBmsOCxW29F5RcTt+&#10;GwX9fpeXWe/az9vi2b3O8+32S1+UepqMb0sQnkb/H/5rZ1rBPJklcH8Tn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JP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9rc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rB4zh9hv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PP2tyAAAAN0AAAAPAAAAAAAAAAAAAAAAAJgCAABk&#10;cnMvZG93bnJldi54bWxQSwUGAAAAAAQABAD1AAAAjQMAAAAA&#10;" fillcolor="black" stroked="f"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0cQA&#10;AADdAAAADwAAAGRycy9kb3ducmV2LnhtbERPy2rCQBTdC/7DcIXudGKKQaKjaB9QqF34WLi8Zq7J&#10;kMydkJlq7Nd3FoUuD+e9XPe2ETfqvHGsYDpJQBAXThsuFZyO7+M5CB+QNTaOScGDPKxXw8ESc+3u&#10;vKfbIZQihrDPUUEVQptL6YuKLPqJa4kjd3WdxRBhV0rd4T2G20amSZJJi4ZjQ4UtvVRU1Idvq+D8&#10;mZn53lB62f1s3/RuVm+/Xmulnkb9ZgEiUB/+xX/uD63gOUvj3P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KqtH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x/8YA&#10;AADdAAAADwAAAGRycy9kb3ducmV2LnhtbESPQWsCMRSE74L/ITyht262CmK3RhFLsZce1JZeH5vX&#10;zXY3L2sSdfXXN0LB4zAz3zDzZW9bcSIfascKnrIcBHHpdM2Vgs/92+MMRIjIGlvHpOBCAZaL4WCO&#10;hXZn3tJpFyuRIBwKVGBi7AopQ2nIYshcR5y8H+ctxiR9JbXHc4LbVo7zfCot1pwWDHa0NlQ2u6NV&#10;4Fffr82Vj19Nfv24hM1vf5ihUeph1K9eQETq4z38337XCibT8TP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Mx/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rDcMA&#10;AADdAAAADwAAAGRycy9kb3ducmV2LnhtbERP22oCMRB9F/yHMIW+iGZV8LI1igiFglLw8gHjZrq7&#10;NJksm6mufn3zUOjj4dxXm847daM21oENjEcZKOIi2JpLA5fz+3ABKgqyRReYDDwowmbd760wt+HO&#10;R7qdpFQphGOOBiqRJtc6FhV5jKPQECfuK7QeJcG21LbFewr3Tk+ybKY91pwaKmxoV1HxffrxBtzk&#10;6pb7eTzI46IP2dPLcfBpjXl96bZvoIQ6+Rf/uT+sgelsmvanN+kJ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SrD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B0sUA&#10;AADdAAAADwAAAGRycy9kb3ducmV2LnhtbESPQWsCMRSE74X+h/AK3mpWBZGtUWxF2EsProrX5+Z1&#10;s5i8LJuo2/76RhA8DjPzDTNf9s6KK3Wh8axgNMxAEFdeN1wr2O827zMQISJrtJ5JwS8FWC5eX+aY&#10;a3/jLV3LWIsE4ZCjAhNjm0sZKkMOw9C3xMn78Z3DmGRXS93hLcGdleMsm0qHDacFgy19GarO5cUp&#10;WJetHe8L8xmOh+/TyRZ/GzqulRq89asPEJH6+Aw/2oVWMJlOR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AHS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QFMQA&#10;AADdAAAADwAAAGRycy9kb3ducmV2LnhtbESPQWsCMRSE7wX/Q3iCt5qosJXVKCIVBE+1evD2SJ67&#10;q5uXZZO66783hUKPw8x8wyzXvavFg9pQedYwGSsQxMbbigsNp+/d+xxEiMgWa8+k4UkB1qvB2xJz&#10;6zv+oscxFiJBOOSooYyxyaUMpiSHYewb4uRdfeswJtkW0rbYJbir5VSpTDqsOC2U2NC2JHM//jgN&#10;t508eKPQnE/nbm8/Lp8Z1Urr0bDfLEBE6uN/+K+9txpm2Ww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R0B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XocYA&#10;AADdAAAADwAAAGRycy9kb3ducmV2LnhtbESPQWvCQBSE74X+h+UVequbJhAkdZW0IEjFQ1Wkx9fs&#10;MwnJvg27q4n/3i0Uehxm5htmsZpML67kfGtZwessAUFcWd1yreB4WL/MQfiArLG3TApu5GG1fHxY&#10;YKHtyF903YdaRAj7AhU0IQyFlL5qyKCf2YE4emfrDIYoXS21wzHCTS/TJMmlwZbjQoMDfTRUdfuL&#10;UfB92fJ5l32W7j2c7HTwXfoz75R6fprKNxCBpvAf/mtvtIIszzL4fR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TXo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1B8cA&#10;AADdAAAADwAAAGRycy9kb3ducmV2LnhtbESPzWsCMRTE74X+D+EJ3mrWT3Q1Si0Uein4ddDbc/Pc&#10;Xdy8bJOo2/71jSB4HGbmN8xs0ZhKXMn50rKCbicBQZxZXXKuYLf9fBuD8AFZY2WZFPySh8X89WWG&#10;qbY3XtN1E3IRIexTVFCEUKdS+qwgg75ja+LonawzGKJ0udQObxFuKtlLkpE0WHJcKLCmj4Ky8+Zi&#10;FCwn4+XPasDff+vjgQ7743nYc4lS7VbzPgURqAnP8KP9pRX0R/0B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39QfHAAAA3QAAAA8AAAAAAAAAAAAAAAAAmAIAAGRy&#10;cy9kb3ducmV2LnhtbFBLBQYAAAAABAAEAPUAAACMAwAAAAA=&#10;" fillcolor="black" stroked="f"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qnc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Ff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B6q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UGMYA&#10;AADdAAAADwAAAGRycy9kb3ducmV2LnhtbESPQWvCQBSE7wX/w/KE3urGCkGjq4jYYntpGwU9PrLP&#10;bDD7NmTXmPbXd4VCj8PMfMMsVr2tRUetrxwrGI8SEMSF0xWXCg77l6cpCB+QNdaOScE3eVgtBw8L&#10;zLS78Rd1eShFhLDPUIEJocmk9IUhi37kGuLonV1rMUTZllK3eItwW8vnJEmlxYrjgsGGNoaKS361&#10;Cvx4sz2+259Zd3o1/JG/mfSzNEo9Dvv1HESgPvyH/9o7rWCSTlK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UG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6737" w:rsidRDefault="00C76737" w:rsidP="00C767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76737" w:rsidRDefault="00C76737" w:rsidP="00C7673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6737" w:rsidRDefault="00C76737" w:rsidP="00C767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76737" w:rsidRDefault="00C76737" w:rsidP="00C767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76737" w:rsidRPr="00B613B3" w:rsidRDefault="00C76737" w:rsidP="00C767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№71</w:t>
      </w:r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Г.П.</w:t>
      </w:r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6737" w:rsidRPr="00A71AA4" w:rsidRDefault="00C76737" w:rsidP="00C767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Г.П.,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C76737" w:rsidRPr="00A71AA4" w:rsidRDefault="00C76737" w:rsidP="00C767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76737" w:rsidRPr="00A71AA4" w:rsidRDefault="00C76737" w:rsidP="00C767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E0610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 w:rsidR="000E06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E061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4,3436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6823984000:03:003:0128,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за межами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76737" w:rsidRPr="00A71AA4" w:rsidRDefault="00C76737" w:rsidP="00C767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Г.П.</w:t>
      </w: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C76737" w:rsidRPr="00A71AA4" w:rsidRDefault="00C76737" w:rsidP="00C767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76737" w:rsidRPr="00A71AA4" w:rsidRDefault="00C76737" w:rsidP="00C767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6737" w:rsidRPr="00C76737" w:rsidRDefault="00C76737" w:rsidP="00C7673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C76737" w:rsidRPr="00A71AA4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A2448" w:rsidRPr="00C76737" w:rsidRDefault="00C76737" w:rsidP="00C767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A2448" w:rsidRPr="00C7673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4C" w:rsidRDefault="00010F4C">
      <w:pPr>
        <w:spacing w:after="0" w:line="240" w:lineRule="auto"/>
      </w:pPr>
      <w:r>
        <w:separator/>
      </w:r>
    </w:p>
  </w:endnote>
  <w:endnote w:type="continuationSeparator" w:id="0">
    <w:p w:rsidR="00010F4C" w:rsidRDefault="0001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4C" w:rsidRDefault="00010F4C">
      <w:pPr>
        <w:spacing w:after="0" w:line="240" w:lineRule="auto"/>
      </w:pPr>
      <w:r>
        <w:separator/>
      </w:r>
    </w:p>
  </w:footnote>
  <w:footnote w:type="continuationSeparator" w:id="0">
    <w:p w:rsidR="00010F4C" w:rsidRDefault="00010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737"/>
    <w:rsid w:val="00010F4C"/>
    <w:rsid w:val="000E0610"/>
    <w:rsid w:val="006A2448"/>
    <w:rsid w:val="00C76737"/>
    <w:rsid w:val="00E5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73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7673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7673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76737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73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7673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7673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76737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2021-02-01T07:16:00Z</dcterms:created>
  <dcterms:modified xsi:type="dcterms:W3CDTF">2021-02-01T08:15:00Z</dcterms:modified>
</cp:coreProperties>
</file>