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09" w:rsidRPr="004C3041" w:rsidRDefault="00362D09" w:rsidP="00362D0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D09" w:rsidRDefault="00362D09" w:rsidP="00362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62D09" w:rsidRDefault="00362D09" w:rsidP="00362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62D09" w:rsidRDefault="00362D09" w:rsidP="00362D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D09" w:rsidRDefault="00362D09" w:rsidP="00362D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D09" w:rsidRDefault="00362D09" w:rsidP="00362D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D09" w:rsidRDefault="00362D09" w:rsidP="00362D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D09" w:rsidRDefault="00362D09" w:rsidP="00362D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62D09" w:rsidRDefault="00362D09" w:rsidP="00362D0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62D09" w:rsidRDefault="00362D09" w:rsidP="00362D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62D09" w:rsidRDefault="00362D09" w:rsidP="00362D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62D09" w:rsidRDefault="00362D09" w:rsidP="00362D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D09" w:rsidRDefault="00362D09" w:rsidP="00362D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62D09" w:rsidRDefault="00362D09" w:rsidP="00362D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D09" w:rsidRDefault="00362D09" w:rsidP="00362D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62D09" w:rsidRDefault="00362D09" w:rsidP="00362D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62D09" w:rsidRPr="00186FBA" w:rsidRDefault="00362D09" w:rsidP="00362D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.1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.2020 року                                            Крупець                                                       №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_</w:t>
      </w:r>
    </w:p>
    <w:p w:rsidR="00362D09" w:rsidRDefault="00362D09" w:rsidP="00362D09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362D09" w:rsidRDefault="00362D09" w:rsidP="00362D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362D09" w:rsidRDefault="00362D09" w:rsidP="00362D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D09" w:rsidRDefault="00362D09" w:rsidP="00362D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ст.25, частини 2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 Програми та Положення про надання матеріальної допомоги громадянам»</w:t>
      </w:r>
    </w:p>
    <w:p w:rsidR="00362D09" w:rsidRDefault="00362D09" w:rsidP="00362D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362D09" w:rsidRDefault="00362D09" w:rsidP="00362D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362D09" w:rsidRDefault="00362D09" w:rsidP="00362D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362D09" w:rsidRDefault="00362D09" w:rsidP="00362D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</w:p>
    <w:p w:rsidR="00362D09" w:rsidRDefault="00362D09" w:rsidP="00362D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362D09" w:rsidRDefault="00362D09" w:rsidP="00362D09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(Т.М.Бережна).</w:t>
      </w:r>
    </w:p>
    <w:p w:rsidR="00362D09" w:rsidRDefault="00362D09" w:rsidP="00362D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D09" w:rsidRDefault="00362D09" w:rsidP="00362D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D09" w:rsidRDefault="00362D09" w:rsidP="00362D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D09" w:rsidRDefault="00362D09" w:rsidP="00362D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A956C4" w:rsidRDefault="00A956C4">
      <w:bookmarkStart w:id="0" w:name="_GoBack"/>
      <w:bookmarkEnd w:id="0"/>
    </w:p>
    <w:sectPr w:rsidR="00A956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D09"/>
    <w:rsid w:val="00171A2E"/>
    <w:rsid w:val="00304C90"/>
    <w:rsid w:val="00362D09"/>
    <w:rsid w:val="00505B6D"/>
    <w:rsid w:val="006D3977"/>
    <w:rsid w:val="007D6C18"/>
    <w:rsid w:val="00A956C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62D0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62D09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62D09"/>
    <w:rPr>
      <w:rFonts w:ascii="Consolas" w:hAnsi="Consolas"/>
      <w:sz w:val="20"/>
      <w:szCs w:val="20"/>
      <w:lang w:val="uk-UA" w:eastAsia="uk-UA" w:bidi="ar-SA"/>
    </w:rPr>
  </w:style>
  <w:style w:type="character" w:customStyle="1" w:styleId="af4">
    <w:name w:val="Основной текст_"/>
    <w:link w:val="24"/>
    <w:locked/>
    <w:rsid w:val="00362D09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4"/>
    <w:rsid w:val="00362D09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62D0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62D09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62D09"/>
    <w:rPr>
      <w:rFonts w:ascii="Consolas" w:hAnsi="Consolas"/>
      <w:sz w:val="20"/>
      <w:szCs w:val="20"/>
      <w:lang w:val="uk-UA" w:eastAsia="uk-UA" w:bidi="ar-SA"/>
    </w:rPr>
  </w:style>
  <w:style w:type="character" w:customStyle="1" w:styleId="af4">
    <w:name w:val="Основной текст_"/>
    <w:link w:val="24"/>
    <w:locked/>
    <w:rsid w:val="00362D09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4"/>
    <w:rsid w:val="00362D09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226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2020-12-17T08:06:00Z</dcterms:created>
  <dcterms:modified xsi:type="dcterms:W3CDTF">2020-12-17T08:07:00Z</dcterms:modified>
</cp:coreProperties>
</file>