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DE" w:rsidRPr="00B623A8" w:rsidRDefault="00910CDE" w:rsidP="00910CD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F0A53E" wp14:editId="41FFE6A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47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47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7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7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CDE" w:rsidRDefault="00910CDE" w:rsidP="00910C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mwtsHcAAFlZBAAOAAAAZHJzL2Uyb0RvYy54bWzsfW1uJjmS3n8DvsML/RygWsn8zsLULGa6&#10;ugYGxvYA8/oAb0mqkmCV3rKk7q7dxQIGfARfxDfwFXZv5CfIIJNUZUTk1HQbgwV7gE5NKxRJRgSZ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C95mwtsHcAAFlZBAAOAAAAAAAAAAAAAAAAAC4CAABkcnMvZTJvRG9jLnht&#10;bFBLAQItABQABgAIAAAAIQCyHUyb4AAAAAoBAAAPAAAAAAAAAAAAAAAAAAp6AABkcnMvZG93bnJl&#10;di54bWxQSwUGAAAAAAQABADzAAAAF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3SkcQA&#10;AADdAAAADwAAAGRycy9kb3ducmV2LnhtbESPS4vCQBCE74L/YWhhb5uJj9UQHUVkXTwI4uveZNok&#10;mOkJmVHjv98RBI9FVX1FzRatqcSdGldaVtCPYhDEmdUl5wpOx/V3AsJ5ZI2VZVLwJAeLebczw1Tb&#10;B+/pfvC5CBB2KSoovK9TKV1WkEEX2Zo4eBfbGPRBNrnUDT4C3FRyEMdjabDksFBgTauCsuvhZhTY&#10;4d9me84H++EvTzwvd8nl3G6V+uq1yykIT63/hN/tjVYwGk1+4PUmPA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90p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mI6MgA&#10;AADdAAAADwAAAGRycy9kb3ducmV2LnhtbESPT0sDMRTE74LfITzBS2mzStnWtWmRwtbag9A/4PWx&#10;eW5WNy9LkrZrP70pCB6HmfkNM1v0thUn8qFxrOBhlIEgrpxuuFZw2JfDKYgQkTW2jknBDwVYzG9v&#10;Zlhod+YtnXaxFgnCoUAFJsaukDJUhiyGkeuIk/fpvMWYpK+l9nhOcNvKxyzLpcWG04LBjpaGqu/d&#10;0Sr4Kt/Nx3JyWfnB05Yug3Lz2r7lSt3f9S/PICL18T/8115rBePxJIfrm/Q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+Yjo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1PDMUA&#10;AADdAAAADwAAAGRycy9kb3ducmV2LnhtbESP32rCMBTG7wd7h3AGuxkz3SxzVGMpQ0V6U9Q9wKE5&#10;NsXmpDTRdm+/CINdfnx/fnyrfLKduNHgW8cK3mYJCOLa6ZYbBd+n7esnCB+QNXaOScEPecjXjw8r&#10;zLQb+UC3Y2hEHGGfoQITQp9J6WtDFv3M9cTRO7vBYohyaKQecIzjtpPvSfIhLbYcCQZ7+jJUX45X&#10;GyHVHKvyPJ62uwlH3JSGX4qDUs9PU7EEEWgK/+G/9l4rSNPFAu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U8M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kO3sMA&#10;AADdAAAADwAAAGRycy9kb3ducmV2LnhtbERPTUsDMRC9C/0PYQrebNaytrJtWkqrIIKHVkF6GzbT&#10;3cXNJCRjd/335iB4fLzv9XZ0vbpSTJ1nA/ezAhRx7W3HjYGP9+e7R1BJkC32nsnADyXYbiY3a6ys&#10;H/hI15M0KodwqtBAKxIqrVPdksM084E4cxcfHUqGsdE24pDDXa/nRbHQDjvODS0G2rdUf52+nYG3&#10;4Sm8LhcPl3CO5Vyng5XPvRhzOx13K1BCo/yL/9wv1kBZLvPc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kO3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5+5cMA&#10;AADdAAAADwAAAGRycy9kb3ducmV2LnhtbESP3YrCMBCF74V9hzDC3sia7iquVqOI6CLeiD8PMDRj&#10;U2wmpYm2vr1ZELw8nJ+PM1u0thR3qn3hWMF3PwFBnDldcK7gfNp8jUH4gKyxdEwKHuRhMf/ozDDV&#10;ruED3Y8hF3GEfYoKTAhVKqXPDFn0fVcRR+/iaoshyjqXusYmjttS/iTJSFosOBIMVrQylF2PNxsh&#10;+wHud5fmtPlrscH1znBveVDqs9supyACteEdfrW3WsFw+DuB/z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5+5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dBRsQA&#10;AADeAAAADwAAAGRycy9kb3ducmV2LnhtbERPTUsDMRC9C/6HMII3m3XVWtamRWoFEXpoLRRvw2a6&#10;u7iZhGTaXf+9EQRv83ifM1+OrldniqnzbOB2UoAirr3tuDGw/3i9mYFKgmyx90wGvinBcnF5McfK&#10;+oG3dN5Jo3IIpwoNtCKh0jrVLTlMEx+IM3f00aFkGBttIw453PW6LIqpdthxbmgx0Kql+mt3cgY2&#10;wzq8P04fjuEz3pc6vVg5rMSY66vx+QmU0Cj/4j/3m83zy9ldCb/v5Bv0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XQU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75NMQA&#10;AADeAAAADwAAAGRycy9kb3ducmV2LnhtbERP32vCMBB+H/g/hBN8GTOdZSKdUXQQJjgY08Fej+Zs&#10;i82lJNF2/70RBnu7j+/nLdeDbcWVfGgcK3ieZiCIS2carhR8H/XTAkSIyAZbx6TglwKsV6OHJRbG&#10;9fxF10OsRArhUKCCOsaukDKUNVkMU9cRJ+7kvMWYoK+k8dincNvKWZbNpcWGU0ONHb3VVJ4PF6tg&#10;+9lXuX8st4Pbn95/XrQ2+kMrNRkPm1cQkYb4L/5z70yaP1vkOdzfST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e+TT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crv8MA&#10;AADeAAAADwAAAGRycy9kb3ducmV2LnhtbERP3WrCMBS+H+wdwhl4N1OrG6UzimwUZHgz3QMcmrOm&#10;2pyUJNb69osgeHc+vt+zXI+2EwP50DpWMJtmIIhrp1tuFPweqtcCRIjIGjvHpOBKAdar56clltpd&#10;+IeGfWxECuFQogITY19KGWpDFsPU9cSJ+3PeYkzQN1J7vKRw28k8y96lxZZTg8GePg3Vp/3ZKqi+&#10;891wOmtfuc24sPRmjsWXUWryMm4+QEQa40N8d291mp8X8wX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crv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vE28QA&#10;AADeAAAADwAAAGRycy9kb3ducmV2LnhtbERP32vCMBB+H+x/CDfYi8xURZHOKCqEDRREN9jr0Zxt&#10;WXMpSbTdf28EYW/38f28xaq3jbiSD7VjBaNhBoK4cKbmUsH3l36bgwgR2WDjmBT8UYDV8vlpgblx&#10;HR/peoqlSCEcclRQxdjmUoaiIoth6FrixJ2dtxgT9KU0HrsUbhs5zrKZtFhzaqiwpW1Fxe/pYhVs&#10;Dl058YNi07vd+eNnqrXRe63U60u/fgcRqY//4of706T54/lkCvd30g1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7xNv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QU8MA&#10;AADeAAAADwAAAGRycy9kb3ducmV2LnhtbERP3WrCMBS+H+wdwhnsbqarm5RqFJkUZHgz3QMcmrOm&#10;2pyUJNbu7Y0geHc+vt+zWI22EwP50DpW8D7JQBDXTrfcKPg9VG8FiBCRNXaOScE/BVgtn58WWGp3&#10;4R8a9rERKYRDiQpMjH0pZagNWQwT1xMn7s95izFB30jt8ZLCbSfzLJtJiy2nBoM9fRmqT/uzVVB9&#10;57vhdNa+cuvxw9KnORYbo9Try7ieg4g0xof47t7qND8vpjO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kQU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srIMAA&#10;AADeAAAADwAAAGRycy9kb3ducmV2LnhtbERP24rCMBB9F/yHMIJvmnqX2lQWQdHHrX7A0IxtsZnU&#10;Jmvr35uFhX2bw7lOsu9NLV7Uusqygtk0AkGcW11xoeB2PU62IJxH1lhbJgVvcrBPh4MEY207/qZX&#10;5gsRQtjFqKD0vomldHlJBt3UNsSBu9vWoA+wLaRusQvhppbzKFpLgxWHhhIbOpSUP7Ifo2D57k7P&#10;bPWIjtrQ7LJoLuzzlVLjUf+1A+Gp9//iP/dZh/nz7WIDv++EG2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JsrI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ap/cUA&#10;AADeAAAADwAAAGRycy9kb3ducmV2LnhtbESPQWvCQBCF74L/YRnBm26MIDZ1FVEU6alN1fOQHZPQ&#10;7GzIrhr/fedQ6G2G9+a9b1ab3jXqQV2oPRuYTRNQxIW3NZcGzt+HyRJUiMgWG89k4EUBNuvhYIWZ&#10;9U/+okceSyUhHDI0UMXYZlqHoiKHYepbYtFuvnMYZe1KbTt8SrhrdJokC+2wZmmosKVdRcVPfncG&#10;7otreubbh/3M96/j2/6wDfpSGjMe9dt3UJH6+G/+uz5ZwU+Xc+GVd2QG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Bqn9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W8e8YA&#10;AADeAAAADwAAAGRycy9kb3ducmV2LnhtbERPS2vCQBC+C/0PyxS8mU21hJi6SisItoeKr4O3aXaa&#10;pM3Oxuyq6b93C4K3+fieM5l1phZnal1lWcFTFIMgzq2uuFCw2y4GKQjnkTXWlknBHzmYTR96E8y0&#10;vfCazhtfiBDCLkMFpfdNJqXLSzLoItsQB+7btgZ9gG0hdYuXEG5qOYzjRBqsODSU2NC8pPx3czIK&#10;9qs0Ga/e3p9/Pj6/cGT08aCrRKn+Y/f6AsJT5+/im3upw/xhOhrD/zvh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W8e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DxD8cA&#10;AADeAAAADwAAAGRycy9kb3ducmV2LnhtbESPT2vCQBDF7wW/wzIFb3XTKBJSV6ktVfHkn0KvQ3aa&#10;hGZnQ3ar0U/vHARvM8yb995vtuhdo07UhdqzgddRAoq48Lbm0sD38eslAxUissXGMxm4UIDFfPA0&#10;w9z6M+/pdIilEhMOORqoYmxzrUNRkcMw8i2x3H595zDK2pXadngWc9foNEmm2mHNklBhSx8VFX+H&#10;f2fgOv3BXViny8+xjXSZZCu/3a2MGT7372+gIvXxIb5/b6zUT7OJAAiOzK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g8Q/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U9OsMA&#10;AADeAAAADwAAAGRycy9kb3ducmV2LnhtbERPzYrCMBC+L/gOYQRva2rpLlqNIqLgbdfqAwzNmBab&#10;SW2iVp9+s7Cwt/n4fmex6m0j7tT52rGCyTgBQVw6XbNRcDru3qcgfEDW2DgmBU/ysFoO3haYa/fg&#10;A92LYEQMYZ+jgiqENpfSlxVZ9GPXEkfu7DqLIcLOSN3hI4bbRqZJ8ikt1hwbKmxpU1F5KW5WwdWl&#10;H7ovtvh12c6+a2Oy6+uQKTUa9us5iEB9+Bf/ufc6zk+n2QR+34k3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U9O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vFpsQA&#10;AADeAAAADwAAAGRycy9kb3ducmV2LnhtbERPyW7CMBC9V+o/WFOJW3EIlKYBgwAJiSvLocepPSSB&#10;eBxiA6FfX1eq1Ns8vXWm887W4katrxwrGPQTEMTamYoLBYf9+jUD4QOywdoxKXiQh/ns+WmKuXF3&#10;3tJtFwoRQ9jnqKAMocml9Loki77vGuLIHV1rMUTYFtK0eI/htpZpkoylxYpjQ4kNrUrS593VKthU&#10;X/Q21scPmy319vP7EobvJ6NU76VbTEAE6sK/+M+9MXF+mo1S+H0n3iB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7xa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Z6sYA&#10;AADeAAAADwAAAGRycy9kb3ducmV2LnhtbERP0WrCQBB8L/gPxwp9qxdTKRo9RQuFSlWoir4uuTUX&#10;zO2F3DXGv+8Jhb7N7uzM7MwWna1ES40vHSsYDhIQxLnTJRcKjoePlzEIH5A1Vo5JwZ08LOa9pxlm&#10;2t34m9p9KEQ0YZ+hAhNCnUnpc0MW/cDVxJG7uMZiiGNTSN3gLZrbSqZJ8iYtlhwTDNb0bii/7n+s&#10;ghZ39+RsVtvJutzk6W51+tJxr5773XIKIlAX/o//1J86vp+OR6/wqBMx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aZ6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LeBMMA&#10;AADeAAAADwAAAGRycy9kb3ducmV2LnhtbERPTUvDQBC9C/0Pywi92Y2hSIndllJo8VijB49jdppN&#10;zc6E3bWJ/npXELzN433Oejv5Xl0pxE7YwP2iAEXciO24NfD6crhbgYoJ2WIvTAa+KMJ2M7tZY2Vl&#10;5Ge61qlVOYRjhQZcSkOldWwceYwLGYgzd5bgMWUYWm0Djjnc97osigftsePc4HCgvaPmo/70BsZj&#10;834pz2/WfYdBDvVJLmUvxsxvp90jqERT+hf/uZ9snl+ulkv4fSff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LeB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riMYA&#10;AADeAAAADwAAAGRycy9kb3ducmV2LnhtbERP22rCQBB9L/gPywh9qxtDa0PqKlYrFLGIl75Ps9Mk&#10;dnc2ZLea/n1XEHybw7nOeNpZI07U+tqxguEgAUFcOF1zqeCwXz5kIHxA1mgck4I/8jCd9O7GmGt3&#10;5i2ddqEUMYR9jgqqEJpcSl9UZNEPXEMcuW/XWgwRtqXULZ5juDUyTZKRtFhzbKiwoXlFxc/u1ypY&#10;bhbmmH5sZ58yzN+ev0y2el2slbrvd7MXEIG6cBNf3e86zk+zxye4vBNvk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Zri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Ioa8UA&#10;AADeAAAADwAAAGRycy9kb3ducmV2LnhtbERPTWvCQBC9C/0PywhepG5qNYTUVUpBVKhgVeh1zI5J&#10;MDsbstsY/31XELzN433ObNGZSrTUuNKygrdRBII4s7rkXMHxsHxNQDiPrLGyTApu5GAxf+nNMNX2&#10;yj/U7n0uQgi7FBUU3teplC4ryKAb2Zo4cGfbGPQBNrnUDV5DuKnkOIpiabDk0FBgTV8FZZf9n1HQ&#10;7r5P+bp19eaSDN30/bRabfWvUoN+9/kBwlPnn+KHe63D/HEyieH+Trh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4ihr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GtIskA&#10;AADeAAAADwAAAGRycy9kb3ducmV2LnhtbESPT0/CQBDF7yZ8h82QeJMtjX9KZSFgYuLFRNAD3Ibu&#10;2DZ0Z+vuCtVP7xxIvM3kvXnvN/Pl4Dp1ohBbzwamkwwUceVty7WBj/fnmwJUTMgWO89k4IciLBej&#10;qzmW1p95Q6dtqpWEcCzRQJNSX2odq4YcxonviUX79MFhkjXU2gY8S7jrdJ5l99phy9LQYE9PDVXH&#10;7bczsJ4V66+3W3793Rz2tN8djnd5yIy5Hg+rR1CJhvRvvly/WMHPiwfhlXdkBr3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jGtIskAAADeAAAADwAAAAAAAAAAAAAAAACYAgAA&#10;ZHJzL2Rvd25yZXYueG1sUEsFBgAAAAAEAAQA9QAAAI4DAAAAAA==&#10;" fillcolor="black" stroked="f"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4GuccA&#10;AADeAAAADwAAAGRycy9kb3ducmV2LnhtbERPS2vCQBC+F/oflhF6qxsD1TR1lfooCLUHbQ89TrPT&#10;ZEl2NmRXTf31XUHwNh/fc6bz3jbiSJ03jhWMhgkI4sJpw6WCr8+3xwyED8gaG8ek4I88zGf3d1PM&#10;tTvxjo77UIoYwj5HBVUIbS6lLyqy6IeuJY7cr+sshgi7UuoOTzHcNjJNkrG0aDg2VNjSsqKi3h+s&#10;gu/3scl2htKf7Xmx1tunevGxqpV6GPSvLyAC9eEmvro3Os5Ps8kzXN6JN8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+Brn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OyMcYA&#10;AADeAAAADwAAAGRycy9kb3ducmV2LnhtbESPQW/CMAyF75P2HyIj7TZSOExVISAEmrbLDmNDXK3G&#10;a7o2TpcEKPz6+TBpN1t+fu99y/Xoe3WmmNrABmbTAhRxHWzLjYHPj+fHElTKyBb7wGTgSgnWq/u7&#10;JVY2XPidzvvcKDHhVKEBl/NQaZ1qRx7TNAzEcvsK0WOWNTbaRryIue/1vCietMeWJcHhQFtHdbc/&#10;eQNxc9x1Nz4duuL2dk0v3+NPic6Yh8m4WYDKNOZ/8d/3q5X687IUAMGRG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OyMc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6h4cQA&#10;AADeAAAADwAAAGRycy9kb3ducmV2LnhtbERPzWrCQBC+F/oOyxS8lLoxB5tGVylCoaAUtD7ANDsm&#10;obuzITtq9OldodDbfHy/M18O3qkT9bENbGAyzkARV8G2XBvYf3+8FKCiIFt0gcnAhSIsF48Pcyxt&#10;OPOWTjupVQrhWKKBRqQrtY5VQx7jOHTEiTuE3qMk2Nfa9nhO4d7pPMum2mPLqaHBjlYNVb+7ozfg&#10;8h/3tn6NG7ns9Sa7etk+f1ljRk/D+wyU0CD/4j/3p03z86KYwP2ddIN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+oe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+zMQA&#10;AADeAAAADwAAAGRycy9kb3ducmV2LnhtbERPTWvCQBC9C/6HZQRvumkOElJX0YqQSw9NLV7H7DQb&#10;ujsbsltN++u7gtDbPN7nrLejs+JKQ+g8K3haZiCIG687bhWc3o+LAkSIyBqtZ1LwQwG2m+lkjaX2&#10;N36jax1bkUI4lKjAxNiXUobGkMOw9D1x4j794DAmOLRSD3hL4c7KPMtW0mHHqcFgTy+Gmq/62yk4&#10;1L3NT5XZh/PH6+Viq98jnQ9KzWfj7hlEpDH+ix/uSqf5eVHkcH8n3S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fsz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VpYcIA&#10;AADeAAAADwAAAGRycy9kb3ducmV2LnhtbERPTYvCMBC9L/gfwgje1kQX3FKNIqIgeFpXD96GZGyr&#10;zaQ0WVv/vVlY2Ns83ucsVr2rxYPaUHnWMBkrEMTG24oLDafv3XsGIkRki7Vn0vCkAKvl4G2BufUd&#10;f9HjGAuRQjjkqKGMscmlDKYkh2HsG+LEXX3rMCbYFtK22KVwV8upUjPpsOLUUGJDm5LM/fjjNNx2&#10;8uCNQnM+nbu9/bxsZ1QrrUfDfj0HEamP/+I/996m+dMs+4Dfd9IN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dWlh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QCcsQA&#10;AADeAAAADwAAAGRycy9kb3ducmV2LnhtbERPTWvCQBC9F/wPywje6sZYSoiuokKhtHioingcs2MS&#10;kp0Nu6um/94tFLzN433OfNmbVtzI+dqygsk4AUFcWF1zqeCw/3jNQPiArLG1TAp+ycNyMXiZY67t&#10;nX/otguliCHsc1RQhdDlUvqiIoN+bDviyF2sMxgidKXUDu8x3LQyTZJ3abDm2FBhR5uKimZ3NQpO&#10;12++bKdfK7cOR9vvfZOes0ap0bBfzUAE6sNT/O/+1HF+mmVv8PdOvEE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0AnL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Vym8UA&#10;AADeAAAADwAAAGRycy9kb3ducmV2LnhtbERPTWvCQBC9F/wPywi91Y2hlhhdRQsFL0K1PehtzI5J&#10;MDub7m41+uu7BcHbPN7nTOedacSZnK8tKxgOEhDEhdU1lwq+vz5eMhA+IGtsLJOCK3mYz3pPU8y1&#10;vfCGzttQihjCPkcFVQhtLqUvKjLoB7YljtzROoMhQldK7fASw00j0yR5kwZrjg0VtvReUXHa/hoF&#10;y3G2/Pl85fVtc9jTfnc4jVKXKPXc7xYTEIG68BDf3Ssd56dZNoL/d+IN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5XKbxQAAAN4AAAAPAAAAAAAAAAAAAAAAAJgCAABkcnMv&#10;ZG93bnJldi54bWxQSwUGAAAAAAQABAD1AAAAigMAAAAA&#10;" fillcolor="black" stroked="f"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HnRsMA&#10;AADeAAAADwAAAGRycy9kb3ducmV2LnhtbERP30vDMBB+F/wfwg18c+kmjFKXjTIQx566qfh6a25N&#10;WXMpSczqf28Ewbf7+H7eejvZQSTyoXesYDEvQBC3TvfcKXh/e3ksQYSIrHFwTAq+KcB2c3+3xkq7&#10;Gx8pnWIncgiHChWYGMdKytAashjmbiTO3MV5izFD30nt8ZbD7SCXRbGSFnvODQZH2hlqr6cvqyCd&#10;d039lD6TOR583XnXvH6cG6UeZlP9DCLSFP/Ff+69zvOXZbmC33fy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HnR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G1MUA&#10;AADeAAAADwAAAGRycy9kb3ducmV2LnhtbERPTWvCQBC9F/wPywje6kYPNo2uItJK20ttFPQ4ZMds&#10;MDsbstsY/fXdQqG3ebzPWax6W4uOWl85VjAZJyCIC6crLhUc9q+PKQgfkDXWjknBjTysloOHBWba&#10;XfmLujyUIoawz1CBCaHJpPSFIYt+7BriyJ1dazFE2JZSt3iN4baW0ySZSYsVxwaDDW0MFZf82yrw&#10;k83L8cPen7vT1vBn/m5mu9IoNRr26zmIQH34F/+533ScP03TJ/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QbU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10CDE" w:rsidRDefault="00910CDE" w:rsidP="00910C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10CDE" w:rsidRDefault="00910CDE" w:rsidP="00910C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0CDE" w:rsidRDefault="00910CDE" w:rsidP="00910C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0CDE" w:rsidRDefault="00910CDE" w:rsidP="00910C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0CDE" w:rsidRDefault="00910CDE" w:rsidP="00910C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0CDE" w:rsidRDefault="00910CDE" w:rsidP="00910C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10CDE" w:rsidRDefault="00910CDE" w:rsidP="00910CD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10CDE" w:rsidRDefault="00910CDE" w:rsidP="00910C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10CDE" w:rsidRDefault="00910CDE" w:rsidP="00910C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10CDE" w:rsidRDefault="00910CDE" w:rsidP="00910C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0CDE" w:rsidRDefault="00910CDE" w:rsidP="00910C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10CDE" w:rsidRDefault="00910CDE" w:rsidP="00910C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0CDE" w:rsidRDefault="00910CDE" w:rsidP="00910C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10CDE" w:rsidRPr="004A7D10" w:rsidRDefault="00910CDE" w:rsidP="00910C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10CDE" w:rsidRDefault="00910CDE" w:rsidP="00910C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10CDE" w:rsidRDefault="00910CDE" w:rsidP="00910CD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№38</w:t>
      </w:r>
    </w:p>
    <w:p w:rsidR="00910CDE" w:rsidRPr="0060655C" w:rsidRDefault="00910CDE" w:rsidP="00910C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0CDE" w:rsidRPr="0060655C" w:rsidRDefault="00910CDE" w:rsidP="00910CD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910CDE" w:rsidRPr="0060655C" w:rsidRDefault="00910CDE" w:rsidP="00910CD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910CDE" w:rsidRPr="0060655C" w:rsidRDefault="00910CDE" w:rsidP="00910CD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10CDE" w:rsidRPr="0060655C" w:rsidRDefault="00910CDE" w:rsidP="00910CD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6823984000:03:018:0331, яка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розташована</w:t>
      </w:r>
      <w:proofErr w:type="spellEnd"/>
    </w:p>
    <w:p w:rsidR="00910CDE" w:rsidRPr="0060655C" w:rsidRDefault="00910CDE" w:rsidP="00910CD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території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</w:t>
      </w:r>
    </w:p>
    <w:p w:rsidR="00910CDE" w:rsidRPr="0060655C" w:rsidRDefault="00910CDE" w:rsidP="00910CD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за межами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населеного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пункту села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Крупець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:rsidR="00910CDE" w:rsidRPr="0060655C" w:rsidRDefault="00910CDE" w:rsidP="00910CD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району,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Хмельницької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910CDE" w:rsidRPr="0060655C" w:rsidRDefault="00910CDE" w:rsidP="00910CD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0CDE" w:rsidRPr="0060655C" w:rsidRDefault="00910CDE" w:rsidP="00910C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910CDE" w:rsidRPr="0060655C" w:rsidRDefault="00910CDE" w:rsidP="00910C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10CDE" w:rsidRPr="0060655C" w:rsidRDefault="00910CDE" w:rsidP="00910C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1,0740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 w:rsidRPr="0060655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6823984000:03:018:0331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за межами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пункту села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ради,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910CDE" w:rsidRPr="0060655C" w:rsidRDefault="00910CDE" w:rsidP="00910C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Крупецькій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раді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0655C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Times New Roman" w:hAnsi="Times New Roman" w:cs="Times New Roman"/>
          <w:sz w:val="24"/>
          <w:szCs w:val="24"/>
        </w:rPr>
        <w:t>ічну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та подати на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910CDE" w:rsidRPr="0060655C" w:rsidRDefault="00910CDE" w:rsidP="00910C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910CDE" w:rsidRPr="0060655C" w:rsidRDefault="00910CDE" w:rsidP="00910C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0CDE" w:rsidRPr="0060655C" w:rsidRDefault="00910CDE" w:rsidP="00910C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0CDE" w:rsidRPr="0060655C" w:rsidRDefault="00910CDE" w:rsidP="00910C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0CDE" w:rsidRPr="0060655C" w:rsidRDefault="00910CDE" w:rsidP="00910CD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053CBE" w:rsidRDefault="00053CBE">
      <w:bookmarkStart w:id="0" w:name="_GoBack"/>
      <w:bookmarkEnd w:id="0"/>
    </w:p>
    <w:sectPr w:rsidR="00053CB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9B8" w:rsidRDefault="008D59B8">
      <w:pPr>
        <w:spacing w:after="0" w:line="240" w:lineRule="auto"/>
      </w:pPr>
      <w:r>
        <w:separator/>
      </w:r>
    </w:p>
  </w:endnote>
  <w:endnote w:type="continuationSeparator" w:id="0">
    <w:p w:rsidR="008D59B8" w:rsidRDefault="008D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9B8" w:rsidRDefault="008D59B8">
      <w:pPr>
        <w:spacing w:after="0" w:line="240" w:lineRule="auto"/>
      </w:pPr>
      <w:r>
        <w:separator/>
      </w:r>
    </w:p>
  </w:footnote>
  <w:footnote w:type="continuationSeparator" w:id="0">
    <w:p w:rsidR="008D59B8" w:rsidRDefault="008D5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DE"/>
    <w:rsid w:val="00053CBE"/>
    <w:rsid w:val="008D59B8"/>
    <w:rsid w:val="0091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DE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10CD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10CD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10CDE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DE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10CD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10CD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10CDE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2020-12-24T17:32:00Z</dcterms:created>
  <dcterms:modified xsi:type="dcterms:W3CDTF">2020-12-24T17:32:00Z</dcterms:modified>
</cp:coreProperties>
</file>