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2F2" w:rsidRPr="00E269E7" w:rsidRDefault="002712F2" w:rsidP="002712F2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7A24C9C" wp14:editId="5861FA07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500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00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12F2" w:rsidRDefault="002712F2" w:rsidP="002712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12F2" w:rsidRDefault="002712F2" w:rsidP="002712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12F2" w:rsidRDefault="002712F2" w:rsidP="002712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12F2" w:rsidRDefault="002712F2" w:rsidP="002712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12F2" w:rsidRDefault="002712F2" w:rsidP="002712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12F2" w:rsidRDefault="002712F2" w:rsidP="002712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12F2" w:rsidRDefault="002712F2" w:rsidP="002712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12F2" w:rsidRDefault="002712F2" w:rsidP="002712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12F2" w:rsidRDefault="002712F2" w:rsidP="002712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12F2" w:rsidRDefault="002712F2" w:rsidP="002712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12F2" w:rsidRDefault="002712F2" w:rsidP="002712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12F2" w:rsidRDefault="002712F2" w:rsidP="002712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12F2" w:rsidRDefault="002712F2" w:rsidP="002712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12F2" w:rsidRDefault="002712F2" w:rsidP="002712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12F2" w:rsidRDefault="002712F2" w:rsidP="002712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12F2" w:rsidRDefault="002712F2" w:rsidP="002712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12F2" w:rsidRDefault="002712F2" w:rsidP="002712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12F2" w:rsidRDefault="002712F2" w:rsidP="002712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12F2" w:rsidRDefault="002712F2" w:rsidP="002712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12F2" w:rsidRDefault="002712F2" w:rsidP="002712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12F2" w:rsidRDefault="002712F2" w:rsidP="002712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12F2" w:rsidRDefault="002712F2" w:rsidP="002712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12F2" w:rsidRDefault="002712F2" w:rsidP="002712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12F2" w:rsidRDefault="002712F2" w:rsidP="002712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12F2" w:rsidRDefault="002712F2" w:rsidP="002712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12F2" w:rsidRDefault="002712F2" w:rsidP="002712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12F2" w:rsidRDefault="002712F2" w:rsidP="002712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12F2" w:rsidRDefault="002712F2" w:rsidP="002712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12F2" w:rsidRDefault="002712F2" w:rsidP="002712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12F2" w:rsidRDefault="002712F2" w:rsidP="002712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Tu1pn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ZuOMQA&#10;AADdAAAADwAAAGRycy9kb3ducmV2LnhtbESPW4vCMBSE34X9D+Es+KaJFS9Uo8iyKz4IUi/vh+bY&#10;FpuT0mS1++83guDjMDPfMMt1Z2txp9ZXjjWMhgoEce5MxYWG8+lnMAfhA7LB2jFp+CMP69VHb4mp&#10;cQ/O6H4MhYgQ9ilqKENoUil9XpJFP3QNcfSurrUYomwLaVp8RLitZaLUVFqsOC6U2NBXSfnt+Gs1&#10;uPF2t78USTb+5lngzWF+vXR7rfuf3WYBIlAX3uFXe2c0TJRK4PkmPgG5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Gbjj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712F2" w:rsidRDefault="002712F2" w:rsidP="002712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wPrcgA&#10;AADdAAAADwAAAGRycy9kb3ducmV2LnhtbESPQUsDMRSE74L/ITzBS7FJW6y6Ni2lsNZ6EFoFr4/N&#10;c7N287IksV37641Q8DjMzDfMbNG7VhwoxMazhtFQgSCuvGm41vD+Vt7cg4gJ2WDrmTT8UITF/PJi&#10;hoXxR97SYZdqkSEcC9RgU+oKKWNlyWEc+o44e58+OExZhlqagMcMd60cKzWVDhvOCxY7Wlmq9rtv&#10;p+GrfLUfq7vTUxg8bOk0KF/W7Waq9fVVv3wEkahP/+Fz+9louFVqAn9v8hOQ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73A+t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712F2" w:rsidRDefault="002712F2" w:rsidP="002712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31psQA&#10;AADdAAAADwAAAGRycy9kb3ducmV2LnhtbESP32rCMBTG74W9QzjCbmQmm25IbRQZU4Y3ou4BDs1p&#10;U2xOSpPZ7u2NMPDy4/vz48vXg2vElbpQe9bwOlUgiAtvaq40/Jy3LwsQISIbbDyThj8KsF49jXLM&#10;jO/5SNdTrEQa4ZChBhtjm0kZCksOw9S3xMkrfecwJtlV0nTYp3HXyDelPqTDmhPBYkuflorL6dcl&#10;yGGGh33Zn7e7AXv82luebI5aP4+HzRJEpCE+wv/tb6PhXak53N+kJ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t9ab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712F2" w:rsidRDefault="002712F2" w:rsidP="002712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qFncUA&#10;AADdAAAADwAAAGRycy9kb3ducmV2LnhtbESPQUsDMRSE74L/ITzBm00sbpW1aZGqIIKHVqH09ti8&#10;7i5uXkLy7K7/3giCx2FmvmGW68kP6kQp94EtXM8MKOImuJ5bCx/vz1d3oLIgOxwCk4VvyrBenZ8t&#10;sXZh5C2ddtKqAuFco4VOJNZa56Yjj3kWInHxjiF5lCJTq13CscD9oOfGLLTHnstCh5E2HTWfuy9v&#10;4W18iq+3i+oYD+lmrvOjk/1GrL28mB7uQQlN8h/+a784C5UxFfy+KU9Ar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GoWd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712F2" w:rsidRDefault="002712F2" w:rsidP="002712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POSsMA&#10;AADdAAAADwAAAGRycy9kb3ducmV2LnhtbESP3YrCMBSE7wXfIRxhb0RTXVakNoqIyuKN+PMAh+a0&#10;KTYnpYm2+/ZmYWEvh5n5hsk2va3Fi1pfOVYwmyYgiHOnKy4V3G+HyRKED8gaa8ek4Ic8bNbDQYap&#10;dh1f6HUNpYgQ9ikqMCE0qZQ+N2TRT11DHL3CtRZDlG0pdYtdhNtazpNkIS1WHBcMNrQzlD+uTxtH&#10;zp94PhXd7XDsscP9yfB4e1HqY9RvVyAC9eE//Nf+1gq+IhF+38QnIN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nPOS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712F2" w:rsidRDefault="002712F2" w:rsidP="002712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S+ccUA&#10;AADdAAAADwAAAGRycy9kb3ducmV2LnhtbESPQUsDMRSE70L/Q3gFbzZpsa2sTYtUBRE8WAXx9ti8&#10;7i7dvITk2V3/vREEj8PMfMNsdqPv1ZlS7gJbmM8MKOI6uI4bC+9vj1c3oLIgO+wDk4VvyrDbTi42&#10;WLkw8CudD9KoAuFcoYVWJFZa57olj3kWInHxjiF5lCJTo13CocB9rxfGrLTHjstCi5H2LdWnw5e3&#10;8DI8xOf1anmMn+l6ofO9k4+9WHs5He9uQQmN8h/+az85C0tj1vD7pjwBv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hL5x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712F2" w:rsidRDefault="002712F2" w:rsidP="002712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uKfcMA&#10;AADdAAAADwAAAGRycy9kb3ducmV2LnhtbERPTWsCMRC9F/wPYQpeiiatKGU1ihaChRZEK3gdNuPu&#10;0s1kSVJ3++/NodDj432vNoNrxY1CbDxreJ4qEMSltw1XGs5fZvIKIiZki61n0vBLETbr0cMKC+t7&#10;PtLtlCqRQzgWqKFOqSukjGVNDuPUd8SZu/rgMGUYKmkD9jnctfJFqYV02HBuqLGjt5rK79OP07A7&#10;9NUsPJW7wX9c95e5MdZ8Gq3Hj8N2CSLRkP7Ff+53q2GuVJ6b3+QnIN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5uKfc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712F2" w:rsidRDefault="002712F2" w:rsidP="002712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91o8QA&#10;AADdAAAADwAAAGRycy9kb3ducmV2LnhtbESP0WoCMRRE3wv9h3ALvtVE0WK3RpGWBSm+VPsBl83t&#10;ZnVzsyRxXf++EQQfh5k5wyzXg2tFTyE2njVMxgoEceVNw7WG30P5ugARE7LB1jNpuFKE9er5aYmF&#10;8Rf+oX6fapEhHAvUYFPqCiljZclhHPuOOHt/PjhMWYZamoCXDHetnCr1Jh02nBcsdvRpqTrtz05D&#10;+T3d9aezCaXfDDNHc3tcfFmtRy/D5gNEoiE9wvf21miYK/UOtzf5Cc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vda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712F2" w:rsidRDefault="002712F2" w:rsidP="002712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QQpsMA&#10;AADdAAAADwAAAGRycy9kb3ducmV2LnhtbERPXWvCMBR9H/gfwhX2MmbqhjKqaVEhbDBB1MFeL821&#10;LTY3Jcls9++Xh4GPh/O9LkfbiRv50DpWMJ9lIIgrZ1quFXyd9fMbiBCRDXaOScEvBSiLycMac+MG&#10;PtLtFGuRQjjkqKCJsc+lDFVDFsPM9cSJuzhvMSboa2k8DincdvIly5bSYsupocGedg1V19OPVbA9&#10;DPWrf6q2o/u8vH8vtDZ6r5V6nI6bFYhIY7yL/90fRsEim6f96U16ArL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DQQps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712F2" w:rsidRDefault="002712F2" w:rsidP="002712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DveMQA&#10;AADdAAAADwAAAGRycy9kb3ducmV2LnhtbESPwWrDMBBE74H+g9hCb7Hs0JTgRA4hwVBKL03yAYu1&#10;tVxbKyMpjvv3VaHQ4zAzb5jdfraDmMiHzrGCIstBEDdOd9wquF7q5QZEiMgaB8ek4JsC7KuHxQ5L&#10;7e78QdM5tiJBOJSowMQ4llKGxpDFkLmROHmfzluMSfpWao/3BLeDXOX5i7TYcVowONLRUNOfb1ZB&#10;/bZ6n/qb9rU7zM+W1uZrczJKPT3Ohy2ISHP8D/+1X7WCdV4U8PsmPQF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A73j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712F2" w:rsidRDefault="002712F2" w:rsidP="002712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drKcIA&#10;AADdAAAADwAAAGRycy9kb3ducmV2LnhtbESP0YrCMBRE3xf8h3AF39akakWqUWRBWR/t7gdcmmtb&#10;bG5qk7X1782C4OMwM2eYzW6wjbhT52vHGpKpAkFcOFNzqeH35/C5AuEDssHGMWl4kIfddvSxwcy4&#10;ns90z0MpIoR9hhqqENpMSl9UZNFPXUscvYvrLIYou1KaDvsIt42cKbWUFmuOCxW29FVRcc3/rIbF&#10;oz/e8vSqDsZScpq3Jw5FqvVkPOzXIAIN4R1+tb+NhlQlM/h/E5+A3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V2sp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712F2" w:rsidRDefault="002712F2" w:rsidP="002712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nXrsYA&#10;AADdAAAADwAAAGRycy9kb3ducmV2LnhtbESPT2vCQBTE7wW/w/KE3uomitKm2YSgWKSnNlXPj+zL&#10;H5p9G7Krxm/fLRR6HGbmN0yaT6YXVxpdZ1lBvIhAEFdWd9woOH7tn55BOI+ssbdMCu7kIM9mDykm&#10;2t74k66lb0SAsEtQQev9kEjpqpYMuoUdiINX29GgD3JspB7xFuCml8so2kiDHYeFFgfatlR9lxej&#10;4LI5L49cv+uPcnd/e9ntCydPjVKP86l4BeFp8v/hv/ZBK1hH8Qp+34Qn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4nXrs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712F2" w:rsidRDefault="002712F2" w:rsidP="002712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Mw3cgA&#10;AADdAAAADwAAAGRycy9kb3ducmV2LnhtbESPT2vCQBTE7wW/w/KE3urG1gaNrmILhbYHg/8O3p7Z&#10;ZxLNvk2zW02/fVcQPA4z8xtmMmtNJc7UuNKygn4vAkGcWV1yrmCz/ngagnAeWWNlmRT8kYPZtPMw&#10;wUTbCy/pvPK5CBB2CSoovK8TKV1WkEHXszVx8A62MeiDbHKpG7wEuKnkcxTF0mDJYaHAmt4Lyk6r&#10;X6Ngmw7jUfr2NTh+L/b4YvTPTpexUo/ddj4G4an19/Ct/akVvEb9AVzfhCcgp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wzDd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712F2" w:rsidRDefault="002712F2" w:rsidP="002712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dXtcQA&#10;AADdAAAADwAAAGRycy9kb3ducmV2LnhtbESPS4vCQBCE74L/YWjBm058ItFR3BV12ZMv8Npk2iSY&#10;6QmZUaO/3hEW9lhU1VfUbFGbQtypcrllBb1uBII4sTrnVMHpuO5MQDiPrLGwTAqe5GAxbzZmGGv7&#10;4D3dDz4VAcIuRgWZ92UspUsyMui6tiQO3sVWBn2QVSp1hY8AN4XsR9FYGsw5LGRY0ndGyfVwMwpe&#10;4zPu3Lb/tRpoT8/hZGN/dxul2q16OQXhqfb/4b/2j1Ywinoj+LwJT0DO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3V7X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712F2" w:rsidRDefault="002712F2" w:rsidP="002712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2aesMA&#10;AADdAAAADwAAAGRycy9kb3ducmV2LnhtbESP0YrCMBRE3xf8h3AF39ZUUdFqlGVR8E2tfsCluabF&#10;5qY2Uatfb4SFfRxm5gyzWLW2EndqfOlYwaCfgCDOnS7ZKDgdN99TED4ga6wck4IneVgtO18LTLV7&#10;8IHuWTAiQtinqKAIoU6l9HlBFn3f1cTRO7vGYoiyMVI3+IhwW8lhkkykxZLjQoE1/RaUX7KbVXB1&#10;w7FuszXuLuvZvjRmdH0dRkr1uu3PHESgNvyH/9pbrWCcDCbweROfgFy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2aes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712F2" w:rsidRDefault="002712F2" w:rsidP="002712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C1icQA&#10;AADdAAAADwAAAGRycy9kb3ducmV2LnhtbESPS2/CMBCE75X4D9YicQOHVrwCBpVKSFx5HDgu9pIE&#10;4nWIDQR+fV0JqcfRzHyjmS0aW4o71b5wrKDfS0AQa2cKzhTsd6vuGIQPyAZLx6TgSR4W89bHDFPj&#10;Hryh+zZkIkLYp6ggD6FKpfQ6J4u+5yri6J1cbTFEWWfS1PiIcFvKzyQZSosFx4UcK/rJSV+2N6tg&#10;XRxpMNSniR0v9ebwuoav0dko1Wk331MQgZrwH36310bBIOmP4O9NfA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QtYn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712F2" w:rsidRDefault="002712F2" w:rsidP="002712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bSD8YA&#10;AADdAAAADwAAAGRycy9kb3ducmV2LnhtbESPT0sDMRDF74LfIYzgzSYtKHbbtNhCQVEL/UO9Dptx&#10;s7iZLJu43X575yD0ODNv3nu/+XIIjeqpS3VkC+ORAUVcRldzZeF42Dw8g0oZ2WETmSxcKMFycXsz&#10;x8LFM++o3+dKiQmnAi34nNtC61R6CphGsSWW23fsAmYZu0q7Ds9iHho9MeZJB6xZEjy2tPZU/ux/&#10;g4Uetxfz5Vef07f6o5xsV6d3J3t7fze8zEBlGvJV/P/96iw8mrHUFRohAb3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AbSD8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712F2" w:rsidRDefault="002712F2" w:rsidP="002712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HJ9MQA&#10;AADdAAAADwAAAGRycy9kb3ducmV2LnhtbESPQUvDQBSE70L/w/IK3uymgYrGbkspVHrU6MHjM/ua&#10;Tc2+F3bXJvrrXUHwOMzMN8x6O/leXSjETtjAclGAIm7EdtwaeH053NyBignZYi9MBr4ownYzu1pj&#10;ZWXkZ7rUqVUZwrFCAy6lodI6No48xoUMxNk7SfCYsgyttgHHDPe9LoviVnvsOC84HGjvqPmoP72B&#10;8bF5P5enN+u+wyCH+knOZS/GXM+n3QOoRFP6D/+1j9bAqljew+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xyfT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712F2" w:rsidRDefault="002712F2" w:rsidP="002712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zsc8MA&#10;AADdAAAADwAAAGRycy9kb3ducmV2LnhtbERPXWvCMBR9H/gfwhV8m6mFTemM4nTCEEV02/u1ubZ1&#10;yU1potZ/bx4EHw/nezxtrREXanzlWMGgn4Agzp2uuFDw+7N8HYHwAVmjcUwKbuRhOum8jDHT7so7&#10;uuxDIWII+wwVlCHUmZQ+L8mi77uaOHJH11gMETaF1A1eY7g1Mk2Sd2mx4thQYk3zkvL//dkqWG4X&#10;5pRudrM/GeZfw4MZrT4Xa6V63Xb2ASJQG57ih/tbK3hL0rg/volPQE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0zsc8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712F2" w:rsidRDefault="002712F2" w:rsidP="002712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eEUccA&#10;AADdAAAADwAAAGRycy9kb3ducmV2LnhtbESPQWvCQBSE74X+h+UVeim6MaKE1FVEKLHQgkbB60v2&#10;NQlm34bsNsZ/3y0Uehxm5htmtRlNKwbqXWNZwWwagSAurW64UnA+vU0SEM4ja2wtk4I7OdisHx9W&#10;mGp74yMNua9EgLBLUUHtfZdK6cqaDLqp7YiD92V7gz7IvpK6x1uAm1bGUbSUBhsOCzV2tKupvObf&#10;RsFw+Ciq/eC692vy4hbzIss+9UWp56dx+wrC0+j/w3/tvVawiOIZ/L4JT0Cu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2nhF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712F2" w:rsidRDefault="002712F2" w:rsidP="002712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Rm78cA&#10;AADdAAAADwAAAGRycy9kb3ducmV2LnhtbESPT2sCMRTE74LfIbxCb5p0qWK3RlGh0Euh/jnU23Pz&#10;uru4eVmTVLf99KYgeBxm5jfMdN7ZRpzJh9qxhqehAkFcOFNzqWG3fRtMQISIbLBxTBp+KcB81u9N&#10;MTfuwms6b2IpEoRDjhqqGNtcylBUZDEMXUucvG/nLcYkfSmNx0uC20ZmSo2lxZrTQoUtrSoqjpsf&#10;q2H5MlmePp/542992NP+63AcZV5p/fjQLV5BROriPXxrvxsNI5Vl8P8mPQE5u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3UZu/HAAAA3QAAAA8AAAAAAAAAAAAAAAAAmAIAAGRy&#10;cy9kb3ducmV2LnhtbFBLBQYAAAAABAAEAPUAAACMAwAAAAA=&#10;" fillcolor="black" stroked="f">
                  <v:textbox>
                    <w:txbxContent>
                      <w:p w:rsidR="002712F2" w:rsidRDefault="002712F2" w:rsidP="002712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EAescA&#10;AADdAAAADwAAAGRycy9kb3ducmV2LnhtbESPzWvCQBTE74X+D8sreKsbUxSJrqL9gIL24MfB4zP7&#10;TJZk34bsqmn/elcQehxm5jfMdN7ZWlyo9caxgkE/AUGcO224ULDffb2OQfiArLF2TAp+ycN89vw0&#10;xUy7K2/osg2FiBD2GSooQ2gyKX1ekkXfdw1x9E6utRiibAupW7xGuK1lmiQjadFwXCixofeS8mp7&#10;tgoOq5EZbwylx/Xf8lOvh9Xy56NSqvfSLSYgAnXhP/xof2sFwyR9g/ub+ATk7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KxAHr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712F2" w:rsidRDefault="002712F2" w:rsidP="002712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2mu8YA&#10;AADdAAAADwAAAGRycy9kb3ducmV2LnhtbESPQUsDMRSE7wX/Q3iCN5tYVJZts0tRRC8erIrXx+Z1&#10;s+7mZU3SdttfbwShx2FmvmFW9eQGsacQO88abuYKBHHjTcetho/3p+sCREzIBgfPpOFIEerqYrbC&#10;0vgDv9F+k1qRIRxL1GBTGkspY2PJYZz7kTh7Wx8cpixDK03AQ4a7QS6UupcOO84LFkd6sNT0m53T&#10;ENZfj/2Jd5+9Or0e4/P39FOg1frqclovQSSa0jn8334xGu7U4hb+3uQnI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2mu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712F2" w:rsidRDefault="002712F2" w:rsidP="002712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WmksYA&#10;AADdAAAADwAAAGRycy9kb3ducmV2LnhtbESPUUsDMRCE3wX/Q1ihL2KTHtTq2bSUQkGwCK39Aetl&#10;vTtMNsdl21799UYQ+jjMzDfMfDkEr07UpzayhcnYgCKuomu5tnD42Dw8gUqC7NBHJgsXSrBc3N7M&#10;sXTxzDs67aVWGcKpRAuNSFdqnaqGAqZx7Iiz9xX7gJJlX2vX4znDg9eFMY86YMt5ocGO1g1V3/tj&#10;sOCLT//8NktbuRz01vwE2d2/O2tHd8PqBZTQINfwf/vVWZiaYgp/b/IT0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6Wmk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712F2" w:rsidRDefault="002712F2" w:rsidP="002712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s3ocUA&#10;AADdAAAADwAAAGRycy9kb3ducmV2LnhtbESPQWsCMRSE74X+h/AK3mrWBaWsRtGKsBcP3Spen5vn&#10;ZjF5WTaprv31TaHQ4zAz3zCL1eCsuFEfWs8KJuMMBHHtdcuNgsPn7vUNRIjIGq1nUvCgAKvl89MC&#10;C+3v/EG3KjYiQTgUqMDE2BVShtqQwzD2HXHyLr53GJPsG6l7vCe4szLPspl02HJaMNjRu6H6Wn05&#10;Bduqs/mhNJtwOu7PZ1t+7+i0VWr0MqznICIN8T/81y61gmmWz+D3TXo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+zehxQAAAN0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712F2" w:rsidRDefault="002712F2" w:rsidP="002712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Ddi8UA&#10;AADdAAAADwAAAGRycy9kb3ducmV2LnhtbESPwWrDMBBE74X8g9hAbo0UQ5zgRAkl1BDoqW5yyG2R&#10;trZba2UsNXb/vioUehxm5g2zP06uE3caQutZw2qpQBAbb1uuNVzeysctiBCRLXaeScM3BTgeZg97&#10;LKwf+ZXuVaxFgnAoUEMTY19IGUxDDsPS98TJe/eDw5jkUEs74JjgrpOZUrl02HJaaLCnU0Pms/py&#10;Gj5K+eKNQnO9XMez3dyec+qU1ov59LQDEWmK/+G/9tlqWKtsA79v0hOQh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IN2L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712F2" w:rsidRDefault="002712F2" w:rsidP="002712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br18IA&#10;AADdAAAADwAAAGRycy9kb3ducmV2LnhtbERPy4rCMBTdC/MP4Q7MTlM7KNIxijMgiOLCBzLLa3Nt&#10;S5ubkkStf28WgsvDeU/nnWnEjZyvLCsYDhIQxLnVFRcKjodlfwLCB2SNjWVS8CAP89lHb4qZtnfe&#10;0W0fChFD2GeooAyhzaT0eUkG/cC2xJG7WGcwROgKqR3eY7hpZJokY2mw4thQYkt/JeX1/moU/F83&#10;fNl+rxfuN5xsd/B1ep7USn19dosfEIG68Ba/3CutYJSkcW58E5+An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puvX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712F2" w:rsidRDefault="002712F2" w:rsidP="002712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D0nscA&#10;AADdAAAADwAAAGRycy9kb3ducmV2LnhtbESPQWsCMRSE74X+h/AK3mrSRYuuRqkFoZeCWg96e26e&#10;u4ubl20Sddtf3whCj8PMfMNM551txIV8qB1reOkrEMSFMzWXGrZfy+cRiBCRDTaOScMPBZjPHh+m&#10;mBt35TVdNrEUCcIhRw1VjG0uZSgqshj6riVO3tF5izFJX0rj8ZrgtpGZUq/SYs1pocKW3isqTpuz&#10;1bAYjxbfqwF//q4Pe9rvDqdh5pXWvafubQIiUhf/w/f2h9EwVNkYbm/SE5C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Nw9J7HAAAA3QAAAA8AAAAAAAAAAAAAAAAAmAIAAGRy&#10;cy9kb3ducmV2LnhtbFBLBQYAAAAABAAEAPUAAACMAwAAAAA=&#10;" fillcolor="black" stroked="f">
                  <v:textbox>
                    <w:txbxContent>
                      <w:p w:rsidR="002712F2" w:rsidRDefault="002712F2" w:rsidP="002712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8x38IA&#10;AADdAAAADwAAAGRycy9kb3ducmV2LnhtbERPz2vCMBS+D/Y/hDfwNtNNHFKNUoSx4am6iddn82yK&#10;zUtJstj998tB2PHj+73ajLYXiXzoHCt4mRYgiBunO24VfH+9Py9AhIissXdMCn4pwGb9+LDCUrsb&#10;7ykdYityCIcSFZgYh1LK0BiyGKZuIM7cxXmLMUPfSu3xlsNtL1+L4k1a7Dg3GBxoa6i5Hn6sgnTe&#10;1tUsnZLZ73zVeld/HM+1UpOnsVqCiDTGf/Hd/akVzItZ3p/f5Cc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7zHf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712F2" w:rsidRDefault="002712F2" w:rsidP="002712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R0tscA&#10;AADdAAAADwAAAGRycy9kb3ducmV2LnhtbESPQUvDQBSE7wX/w/IK3swmSkuN3RYpKq2XtlHQ4yP7&#10;mg1m34bsmqb99V1B6HGYmW+Y+XKwjeip87VjBVmSgiAuna65UvD58Xo3A+EDssbGMSk4kYfl4mY0&#10;x1y7I++pL0IlIoR9jgpMCG0upS8NWfSJa4mjd3CdxRBlV0nd4THCbSPv03QqLdYcFwy2tDJU/hS/&#10;VoHPVi9f7/b82H+/Gd4WGzPdVUap2/Hw/AQi0BCu4f/2WiuYpA8Z/L2JT0Au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okdLb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712F2" w:rsidRDefault="002712F2" w:rsidP="002712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712F2" w:rsidRDefault="002712F2" w:rsidP="002712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712F2" w:rsidRDefault="002712F2" w:rsidP="002712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712F2" w:rsidRDefault="002712F2" w:rsidP="002712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712F2" w:rsidRDefault="002712F2" w:rsidP="002712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712F2" w:rsidRDefault="002712F2" w:rsidP="002712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712F2" w:rsidRDefault="002712F2" w:rsidP="002712F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712F2" w:rsidRDefault="002712F2" w:rsidP="002712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712F2" w:rsidRDefault="002712F2" w:rsidP="002712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712F2" w:rsidRDefault="002712F2" w:rsidP="002712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712F2" w:rsidRDefault="002712F2" w:rsidP="002712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712F2" w:rsidRDefault="002712F2" w:rsidP="002712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712F2" w:rsidRDefault="002712F2" w:rsidP="002712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712F2" w:rsidRDefault="002712F2" w:rsidP="002712F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712F2" w:rsidRPr="00B15ABE" w:rsidRDefault="002712F2" w:rsidP="002712F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№26</w:t>
      </w:r>
    </w:p>
    <w:p w:rsidR="002712F2" w:rsidRPr="009458D9" w:rsidRDefault="002712F2" w:rsidP="002712F2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2712F2" w:rsidRPr="009458D9" w:rsidRDefault="002712F2" w:rsidP="002712F2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9458D9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9458D9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r w:rsidRPr="009458D9">
        <w:rPr>
          <w:rFonts w:ascii="Times New Roman" w:eastAsia="Calibri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9458D9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2712F2" w:rsidRPr="009458D9" w:rsidRDefault="002712F2" w:rsidP="002712F2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9458D9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9458D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9458D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9458D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9458D9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2712F2" w:rsidRPr="009458D9" w:rsidRDefault="002712F2" w:rsidP="002712F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9458D9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9458D9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9458D9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9458D9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9458D9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9458D9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Лук’янов</w:t>
      </w:r>
      <w:proofErr w:type="spellEnd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М.Д.</w:t>
      </w:r>
    </w:p>
    <w:p w:rsidR="002712F2" w:rsidRPr="009458D9" w:rsidRDefault="002712F2" w:rsidP="002712F2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2712F2" w:rsidRPr="009458D9" w:rsidRDefault="002712F2" w:rsidP="002712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458D9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458D9">
        <w:rPr>
          <w:rFonts w:ascii="Times New Roman" w:eastAsia="Times New Roman" w:hAnsi="Times New Roman" w:cs="Times New Roman"/>
          <w:sz w:val="24"/>
          <w:szCs w:val="24"/>
        </w:rPr>
        <w:t>пункту</w:t>
      </w:r>
      <w:proofErr w:type="gram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 34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Земельного кодексу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Лук’янова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М.Д., 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2712F2" w:rsidRPr="009458D9" w:rsidRDefault="002712F2" w:rsidP="002712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2712F2" w:rsidRPr="009458D9" w:rsidRDefault="002712F2" w:rsidP="002712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Лук’янову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Миколі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Дмитровичу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0,2500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га, яка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район,  </w:t>
      </w:r>
      <w:proofErr w:type="gramStart"/>
      <w:r w:rsidRPr="009458D9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9458D9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712F2" w:rsidRPr="009458D9" w:rsidRDefault="002712F2" w:rsidP="002712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        2.Передати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Лук’янову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Миколі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Дмитровичу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F47F60">
        <w:rPr>
          <w:rFonts w:ascii="Times New Roman" w:eastAsia="Calibri" w:hAnsi="Times New Roman" w:cs="Times New Roman"/>
          <w:sz w:val="24"/>
          <w:szCs w:val="24"/>
          <w:lang w:val="en-US"/>
        </w:rPr>
        <w:t>_____________</w:t>
      </w:r>
      <w:r w:rsidRPr="009458D9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F47F60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</w:t>
      </w:r>
      <w:bookmarkStart w:id="0" w:name="_GoBack"/>
      <w:bookmarkEnd w:id="0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0,2500 га,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номер: 6823986800:03:005:0047, для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район, </w:t>
      </w:r>
      <w:proofErr w:type="gramStart"/>
      <w:r w:rsidRPr="009458D9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9458D9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712F2" w:rsidRPr="009458D9" w:rsidRDefault="002712F2" w:rsidP="002712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Лук’янову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М.Д.,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якому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9458D9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2712F2" w:rsidRPr="009458D9" w:rsidRDefault="002712F2" w:rsidP="002712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458D9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9458D9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2712F2" w:rsidRPr="009458D9" w:rsidRDefault="002712F2" w:rsidP="002712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712F2" w:rsidRPr="009458D9" w:rsidRDefault="002712F2" w:rsidP="002712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712F2" w:rsidRPr="009458D9" w:rsidRDefault="002712F2" w:rsidP="002712F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9458D9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9458D9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9458D9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9458D9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71730D" w:rsidRDefault="0071730D"/>
    <w:sectPr w:rsidR="0071730D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E9D" w:rsidRDefault="00A92E9D">
      <w:pPr>
        <w:spacing w:after="0" w:line="240" w:lineRule="auto"/>
      </w:pPr>
      <w:r>
        <w:separator/>
      </w:r>
    </w:p>
  </w:endnote>
  <w:endnote w:type="continuationSeparator" w:id="0">
    <w:p w:rsidR="00A92E9D" w:rsidRDefault="00A92E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E9D" w:rsidRDefault="00A92E9D">
      <w:pPr>
        <w:spacing w:after="0" w:line="240" w:lineRule="auto"/>
      </w:pPr>
      <w:r>
        <w:separator/>
      </w:r>
    </w:p>
  </w:footnote>
  <w:footnote w:type="continuationSeparator" w:id="0">
    <w:p w:rsidR="00A92E9D" w:rsidRDefault="00A92E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2F2"/>
    <w:rsid w:val="00167D27"/>
    <w:rsid w:val="002712F2"/>
    <w:rsid w:val="0071730D"/>
    <w:rsid w:val="00A92E9D"/>
    <w:rsid w:val="00F47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2F2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2712F2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2712F2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2712F2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2F2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2712F2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2712F2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2712F2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8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2021-02-01T06:43:00Z</dcterms:created>
  <dcterms:modified xsi:type="dcterms:W3CDTF">2021-02-01T07:32:00Z</dcterms:modified>
</cp:coreProperties>
</file>