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75" w:rsidRPr="00CD53EA" w:rsidRDefault="00277C75" w:rsidP="00277C7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C75" w:rsidRDefault="00277C75" w:rsidP="00277C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7C75" w:rsidRDefault="00277C75" w:rsidP="00277C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77C75" w:rsidRDefault="00277C75" w:rsidP="00277C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77C75" w:rsidRDefault="00277C75" w:rsidP="00277C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№42</w:t>
      </w:r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816DF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) меж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816D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816DF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Філіпчуку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П.В.</w:t>
      </w:r>
    </w:p>
    <w:p w:rsidR="00277C75" w:rsidRPr="000816DF" w:rsidRDefault="00277C75" w:rsidP="00277C7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77C75" w:rsidRPr="000816DF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16D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16D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Філіпчука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П.В.,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277C75" w:rsidRPr="000816DF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Філіпчуку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Петру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816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56C1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56C1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0,2281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номер: 6823984700:01:011:0042), для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>.</w:t>
      </w:r>
    </w:p>
    <w:p w:rsidR="00277C75" w:rsidRPr="000816DF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16D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Філіпчуку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П.В.,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277C75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77C75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C75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C75" w:rsidRPr="00514599" w:rsidRDefault="00277C75" w:rsidP="00277C7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C75" w:rsidRDefault="00277C75" w:rsidP="00277C7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  Валерій МИХАЛЮК</w:t>
      </w:r>
    </w:p>
    <w:p w:rsidR="00512099" w:rsidRDefault="00512099"/>
    <w:sectPr w:rsidR="005120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75"/>
    <w:rsid w:val="00171A2E"/>
    <w:rsid w:val="00277C75"/>
    <w:rsid w:val="00304C90"/>
    <w:rsid w:val="00505B6D"/>
    <w:rsid w:val="00512099"/>
    <w:rsid w:val="00556C1C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77C7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77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77C7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77C7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77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77C7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2020-09-29T17:09:00Z</dcterms:created>
  <dcterms:modified xsi:type="dcterms:W3CDTF">2020-09-30T04:20:00Z</dcterms:modified>
</cp:coreProperties>
</file>