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6A" w:rsidRDefault="00537D6A" w:rsidP="00537D6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6A" w:rsidRDefault="00537D6A" w:rsidP="00537D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7D6A" w:rsidRDefault="00537D6A" w:rsidP="00537D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6A" w:rsidRDefault="00537D6A" w:rsidP="00537D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37D6A" w:rsidRDefault="00537D6A" w:rsidP="00537D6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6A" w:rsidRDefault="00537D6A" w:rsidP="00537D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37D6A" w:rsidRDefault="00537D6A" w:rsidP="00537D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37D6A" w:rsidRDefault="00537D6A" w:rsidP="00537D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№45</w:t>
      </w:r>
    </w:p>
    <w:p w:rsidR="00537D6A" w:rsidRPr="00DE6ED3" w:rsidRDefault="00537D6A" w:rsidP="00537D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37D6A" w:rsidRPr="00DE6ED3" w:rsidRDefault="00537D6A" w:rsidP="00537D6A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37D6A" w:rsidRPr="00DE6ED3" w:rsidRDefault="00537D6A" w:rsidP="00537D6A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537D6A" w:rsidRPr="00DE6ED3" w:rsidRDefault="00537D6A" w:rsidP="00537D6A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537D6A" w:rsidRPr="00DE6ED3" w:rsidRDefault="00537D6A" w:rsidP="00537D6A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537D6A" w:rsidRPr="00DE6ED3" w:rsidRDefault="00537D6A" w:rsidP="00537D6A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Ковальчуку О.Г.</w:t>
      </w:r>
    </w:p>
    <w:p w:rsidR="00537D6A" w:rsidRPr="00DE6ED3" w:rsidRDefault="00537D6A" w:rsidP="00537D6A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537D6A" w:rsidRPr="00DE6ED3" w:rsidRDefault="00537D6A" w:rsidP="00537D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 Земельного кодексу України, Закону України «Про </w:t>
      </w:r>
      <w:r>
        <w:rPr>
          <w:rFonts w:ascii="Times New Roman" w:eastAsia="Calibri" w:hAnsi="Times New Roman" w:cs="Times New Roman"/>
          <w:sz w:val="24"/>
        </w:rPr>
        <w:t>землеустрій», розглянувши заяву  Ковальчука О.Г.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537D6A" w:rsidRPr="00DE6ED3" w:rsidRDefault="00537D6A" w:rsidP="00537D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537D6A" w:rsidRDefault="00537D6A" w:rsidP="00537D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На</w:t>
      </w:r>
      <w:r>
        <w:rPr>
          <w:rFonts w:ascii="Times New Roman" w:eastAsia="Calibri" w:hAnsi="Times New Roman" w:cs="Times New Roman"/>
          <w:sz w:val="24"/>
        </w:rPr>
        <w:t>дати Ковальчуку Олександру Григоровичу</w:t>
      </w:r>
      <w:r w:rsidRPr="00717B0B">
        <w:rPr>
          <w:rFonts w:ascii="Times New Roman" w:eastAsia="Calibri" w:hAnsi="Times New Roman" w:cs="Times New Roman"/>
          <w:sz w:val="24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</w:rPr>
        <w:t xml:space="preserve">сою: </w:t>
      </w:r>
      <w:r w:rsidR="00317AC7" w:rsidRPr="00317AC7">
        <w:rPr>
          <w:rFonts w:ascii="Times New Roman" w:eastAsia="Calibri" w:hAnsi="Times New Roman" w:cs="Times New Roman"/>
          <w:sz w:val="24"/>
          <w:lang w:val="ru-RU"/>
        </w:rPr>
        <w:t>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площею 1,7077</w:t>
      </w:r>
      <w:r w:rsidRPr="00DE6ED3">
        <w:rPr>
          <w:rFonts w:ascii="Times New Roman" w:eastAsia="Calibri" w:hAnsi="Times New Roman" w:cs="Times New Roman"/>
          <w:sz w:val="24"/>
        </w:rPr>
        <w:t xml:space="preserve"> га,  для </w:t>
      </w:r>
      <w:r>
        <w:rPr>
          <w:rFonts w:ascii="Times New Roman" w:eastAsia="Calibri" w:hAnsi="Times New Roman" w:cs="Times New Roman"/>
          <w:sz w:val="24"/>
        </w:rPr>
        <w:t>ведення особистого селянського господарства, кадастровий номер 6823984700:04:015:0007</w:t>
      </w:r>
      <w:r w:rsidRPr="00DE6ED3">
        <w:rPr>
          <w:rFonts w:ascii="Times New Roman" w:eastAsia="Calibri" w:hAnsi="Times New Roman" w:cs="Times New Roman"/>
          <w:sz w:val="24"/>
        </w:rPr>
        <w:t xml:space="preserve">, земельна ділянка  розташована </w:t>
      </w:r>
      <w:r>
        <w:rPr>
          <w:rFonts w:ascii="Times New Roman" w:eastAsia="Calibri" w:hAnsi="Times New Roman" w:cs="Times New Roman"/>
          <w:sz w:val="24"/>
        </w:rPr>
        <w:t xml:space="preserve">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(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рада).</w:t>
      </w:r>
    </w:p>
    <w:p w:rsidR="00537D6A" w:rsidRPr="00DE6ED3" w:rsidRDefault="00537D6A" w:rsidP="00537D6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2.Ковальчуку О.Г.</w:t>
      </w:r>
      <w:r w:rsidRPr="00DE6ED3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537D6A" w:rsidRPr="00DE6ED3" w:rsidRDefault="00537D6A" w:rsidP="00537D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3. Даний дозвіл дійсний на протязі року з дня прийняття даного рішення.</w:t>
      </w:r>
    </w:p>
    <w:p w:rsidR="00537D6A" w:rsidRPr="00DE6ED3" w:rsidRDefault="00537D6A" w:rsidP="00537D6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7D6A" w:rsidRPr="00537D6A" w:rsidRDefault="00537D6A" w:rsidP="00537D6A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3A08E5" w:rsidRPr="00537D6A" w:rsidRDefault="00537D6A" w:rsidP="00537D6A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sectPr w:rsidR="003A08E5" w:rsidRPr="00537D6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D6A"/>
    <w:rsid w:val="00171A2E"/>
    <w:rsid w:val="00304C90"/>
    <w:rsid w:val="00317AC7"/>
    <w:rsid w:val="003A08E5"/>
    <w:rsid w:val="00505B6D"/>
    <w:rsid w:val="00537D6A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37D6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37D6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37D6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37D6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37D6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37D6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1155</Words>
  <Characters>659</Characters>
  <Application>Microsoft Office Word</Application>
  <DocSecurity>0</DocSecurity>
  <Lines>5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2021-03-31T05:40:00Z</dcterms:created>
  <dcterms:modified xsi:type="dcterms:W3CDTF">2021-03-31T06:09:00Z</dcterms:modified>
</cp:coreProperties>
</file>