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66AE" w:rsidRDefault="00C166AE" w:rsidP="00C166A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66AE" w:rsidRDefault="00C166AE" w:rsidP="00C166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66AE" w:rsidRDefault="00C166AE" w:rsidP="00C166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66AE" w:rsidRDefault="00C166AE" w:rsidP="00C166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66AE" w:rsidRDefault="00C166AE" w:rsidP="00C166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66AE" w:rsidRDefault="00C166AE" w:rsidP="00C166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66AE" w:rsidRDefault="00C166AE" w:rsidP="00C166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66AE" w:rsidRDefault="00C166AE" w:rsidP="00C166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66AE" w:rsidRDefault="00C166AE" w:rsidP="00C166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66AE" w:rsidRDefault="00C166AE" w:rsidP="00C166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66AE" w:rsidRDefault="00C166AE" w:rsidP="00C166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66AE" w:rsidRDefault="00C166AE" w:rsidP="00C166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66AE" w:rsidRDefault="00C166AE" w:rsidP="00C166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66AE" w:rsidRDefault="00C166AE" w:rsidP="00C166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66AE" w:rsidRDefault="00C166AE" w:rsidP="00C166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66AE" w:rsidRDefault="00C166AE" w:rsidP="00C166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66AE" w:rsidRDefault="00C166AE" w:rsidP="00C166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66AE" w:rsidRDefault="00C166AE" w:rsidP="00C166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66AE" w:rsidRDefault="00C166AE" w:rsidP="00C166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66AE" w:rsidRDefault="00C166AE" w:rsidP="00C166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166AE" w:rsidRDefault="00C166AE" w:rsidP="00C166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66AE" w:rsidRDefault="00C166AE" w:rsidP="00C166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66AE" w:rsidRDefault="00C166AE" w:rsidP="00C166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66AE" w:rsidRDefault="00C166AE" w:rsidP="00C166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66AE" w:rsidRDefault="00C166AE" w:rsidP="00C166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66AE" w:rsidRDefault="00C166AE" w:rsidP="00C166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66AE" w:rsidRDefault="00C166AE" w:rsidP="00C166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66AE" w:rsidRDefault="00C166AE" w:rsidP="00C166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66AE" w:rsidRDefault="00C166AE" w:rsidP="00C166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66AE" w:rsidRDefault="00C166AE" w:rsidP="00C166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166AE" w:rsidRDefault="00C166AE" w:rsidP="00C166A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166AE" w:rsidRDefault="00C166AE" w:rsidP="00C166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166AE" w:rsidRDefault="00C166AE" w:rsidP="00C166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166AE" w:rsidRDefault="00C166AE" w:rsidP="00C166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166AE" w:rsidRDefault="00C166AE" w:rsidP="00C166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166AE" w:rsidRDefault="00C166AE" w:rsidP="00C166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166AE" w:rsidRDefault="00C166AE" w:rsidP="00C166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166AE" w:rsidRDefault="00C166AE" w:rsidP="00C166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166AE" w:rsidRDefault="00C166AE" w:rsidP="00C166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166AE" w:rsidRDefault="00C166AE" w:rsidP="00C166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166AE" w:rsidRDefault="00C166AE" w:rsidP="00C166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166AE" w:rsidRDefault="00C166AE" w:rsidP="00C166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166AE" w:rsidRDefault="00C166AE" w:rsidP="00C166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166AE" w:rsidRDefault="00C166AE" w:rsidP="00C166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166AE" w:rsidRDefault="00C166AE" w:rsidP="00C166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166AE" w:rsidRDefault="00C166AE" w:rsidP="00C166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166AE" w:rsidRDefault="00C166AE" w:rsidP="00C166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166AE" w:rsidRDefault="00C166AE" w:rsidP="00C166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166AE" w:rsidRDefault="00C166AE" w:rsidP="00C166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166AE" w:rsidRDefault="00C166AE" w:rsidP="00C166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166AE" w:rsidRDefault="00C166AE" w:rsidP="00C166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166AE" w:rsidRDefault="00C166AE" w:rsidP="00C166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166AE" w:rsidRDefault="00C166AE" w:rsidP="00C166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166AE" w:rsidRDefault="00C166AE" w:rsidP="00C166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166AE" w:rsidRDefault="00C166AE" w:rsidP="00C166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166AE" w:rsidRDefault="00C166AE" w:rsidP="00C166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166AE" w:rsidRDefault="00C166AE" w:rsidP="00C166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166AE" w:rsidRDefault="00C166AE" w:rsidP="00C166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166AE" w:rsidRDefault="00C166AE" w:rsidP="00C166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166AE" w:rsidRDefault="00C166AE" w:rsidP="00C166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166AE" w:rsidRDefault="00C166AE" w:rsidP="00C166A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166AE" w:rsidRDefault="00C166AE" w:rsidP="00C166A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166AE" w:rsidRDefault="00C166AE" w:rsidP="00C166A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166AE" w:rsidRDefault="00C166AE" w:rsidP="00C166A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166AE" w:rsidRDefault="00C166AE" w:rsidP="00C166A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166AE" w:rsidRDefault="00C166AE" w:rsidP="00C166A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166AE" w:rsidRDefault="00C166AE" w:rsidP="00C166A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166AE" w:rsidRDefault="00C166AE" w:rsidP="00C166A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166AE" w:rsidRDefault="00C166AE" w:rsidP="00C166A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166AE" w:rsidRDefault="00C166AE" w:rsidP="00C166A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166AE" w:rsidRDefault="00C166AE" w:rsidP="00C166A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C166AE" w:rsidRDefault="00C166AE" w:rsidP="00C166A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166AE" w:rsidRDefault="00C166AE" w:rsidP="00C166A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C166AE" w:rsidRDefault="00C166AE" w:rsidP="00C166A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166AE" w:rsidRDefault="00C166AE" w:rsidP="00C166A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61</w:t>
      </w:r>
    </w:p>
    <w:p w:rsidR="00C166AE" w:rsidRDefault="00C166AE" w:rsidP="00C166AE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C166AE" w:rsidRDefault="00C166AE" w:rsidP="00C166A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C166AE" w:rsidRDefault="00C166AE" w:rsidP="00C166A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C166AE" w:rsidRDefault="00C166AE" w:rsidP="00C166A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C166AE" w:rsidRPr="005C5A92" w:rsidRDefault="00C166AE" w:rsidP="00C166A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Ковальчук О.Г.</w:t>
      </w:r>
    </w:p>
    <w:p w:rsidR="00C166AE" w:rsidRDefault="00C166AE" w:rsidP="00C166A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166AE" w:rsidRDefault="00C166AE" w:rsidP="00C166A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Відповідно до пункту 34 частини 1 статті 26,  статті 42 Закону України «Про місцеве самоврядування в Україні», статей 12,20, 116, 118, 121, 122 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Ковальчука О.Г.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C166AE" w:rsidRDefault="00C166AE" w:rsidP="00C166A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C166AE" w:rsidRDefault="00C166AE" w:rsidP="00C166A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Ковальчуку Олександру Григоровичу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 зі зміною цільового призначення із земель 16.00 землі запасу в землі 01.03  для ведення особистого селянського господарства площею  1.7077 га, яка розташована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(Шепетівський)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Лисиченська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рада).</w:t>
      </w:r>
    </w:p>
    <w:p w:rsidR="00C166AE" w:rsidRDefault="00C166AE" w:rsidP="00C166A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Ковальчуку Олександру Григоровичу,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який 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930889">
        <w:rPr>
          <w:rFonts w:ascii="Times New Roman" w:eastAsia="Calibri" w:hAnsi="Times New Roman" w:cs="Times New Roman"/>
          <w:sz w:val="24"/>
          <w:lang w:val="ru-RU" w:eastAsia="en-US"/>
        </w:rPr>
        <w:t>_______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930889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1,7077 га, кадастровий номер: 6823984700:04:015:0007,  для ведення особистого селянського господарства, яка розташована Хмельницька область,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(Шепетівський) район,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Лисиченська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 (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рада). </w:t>
      </w:r>
    </w:p>
    <w:p w:rsidR="00C166AE" w:rsidRDefault="00C166AE" w:rsidP="00C166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Ковальчуку О.Г,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C166AE" w:rsidRDefault="00C166AE" w:rsidP="00C166A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C166AE" w:rsidRPr="00C166AE" w:rsidRDefault="00C166AE" w:rsidP="00C166A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005ED4" w:rsidRPr="00C166AE" w:rsidRDefault="00C166AE" w:rsidP="00C166A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005ED4" w:rsidRPr="00C166AE" w:rsidSect="00C166AE">
      <w:pgSz w:w="12240" w:h="15840"/>
      <w:pgMar w:top="851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6AE"/>
    <w:rsid w:val="00005ED4"/>
    <w:rsid w:val="00930889"/>
    <w:rsid w:val="00C1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6AE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C166A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166AE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C166AE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6AE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C166A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166AE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C166AE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291</Words>
  <Characters>1665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2021-07-26T12:39:00Z</dcterms:created>
  <dcterms:modified xsi:type="dcterms:W3CDTF">2021-07-27T07:26:00Z</dcterms:modified>
</cp:coreProperties>
</file>