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6906" w:rsidRDefault="008C6906" w:rsidP="008C69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6906" w:rsidRDefault="008C6906" w:rsidP="008C69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6906" w:rsidRDefault="008C6906" w:rsidP="008C69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6906" w:rsidRDefault="008C6906" w:rsidP="008C69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6906" w:rsidRDefault="008C6906" w:rsidP="008C69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C6906" w:rsidRDefault="008C6906" w:rsidP="008C69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6906" w:rsidRPr="00A73D11" w:rsidRDefault="008C6906" w:rsidP="008C69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№12</w:t>
      </w:r>
    </w:p>
    <w:p w:rsidR="008C6906" w:rsidRPr="008373DE" w:rsidRDefault="008C6906" w:rsidP="008C690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C6906" w:rsidRPr="00A73D11" w:rsidRDefault="008C6906" w:rsidP="008C6906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Бондарчук Л.М.</w:t>
      </w:r>
    </w:p>
    <w:p w:rsidR="008C6906" w:rsidRPr="008373DE" w:rsidRDefault="008C6906" w:rsidP="008C6906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заяву   Бондарчук Л.М.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зв’язку з добровільною відмовою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Бондарчук Людмили Михайлівни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зареєстрована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E74EE6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ділянку орієнтовною площею  0,2000 га, яка розташована в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землі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ради. </w:t>
      </w: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6906" w:rsidRPr="008373DE" w:rsidRDefault="008C6906" w:rsidP="008C6906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6906" w:rsidRPr="008373DE" w:rsidRDefault="008C6906" w:rsidP="008C6906">
      <w:pPr>
        <w:rPr>
          <w:rFonts w:ascii="Times New Roman" w:hAnsi="Times New Roman"/>
          <w:sz w:val="24"/>
          <w:szCs w:val="24"/>
        </w:rPr>
      </w:pPr>
    </w:p>
    <w:p w:rsidR="008C6906" w:rsidRDefault="008C6906" w:rsidP="008C6906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Сільський голова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373DE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4322D2" w:rsidRDefault="004322D2"/>
    <w:sectPr w:rsidR="004322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906"/>
    <w:rsid w:val="00171A2E"/>
    <w:rsid w:val="00304C90"/>
    <w:rsid w:val="004322D2"/>
    <w:rsid w:val="00505B6D"/>
    <w:rsid w:val="006D3977"/>
    <w:rsid w:val="007D6C18"/>
    <w:rsid w:val="008C6906"/>
    <w:rsid w:val="00D1641A"/>
    <w:rsid w:val="00E7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65205"/>
  <w15:docId w15:val="{1E7DB206-86FA-49AE-9766-DE9C6772F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90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8C69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690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C690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179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2021-04-28T12:12:00Z</dcterms:created>
  <dcterms:modified xsi:type="dcterms:W3CDTF">2021-04-28T12:52:00Z</dcterms:modified>
</cp:coreProperties>
</file>