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D3" w:rsidRPr="00B623A8" w:rsidRDefault="00646098" w:rsidP="00D248D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248D3" w:rsidRDefault="00D248D3" w:rsidP="00D248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8D3" w:rsidRDefault="00D248D3" w:rsidP="00D248D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D248D3" w:rsidRDefault="00D248D3" w:rsidP="00D248D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8D3" w:rsidRDefault="00D248D3" w:rsidP="00D248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248D3" w:rsidRDefault="00D248D3" w:rsidP="00D248D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48D3" w:rsidRDefault="00D248D3" w:rsidP="00D248D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№107</w:t>
      </w:r>
    </w:p>
    <w:p w:rsidR="00D248D3" w:rsidRDefault="00D248D3" w:rsidP="00D248D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248D3" w:rsidRDefault="00D248D3" w:rsidP="00D248D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D248D3" w:rsidRDefault="00D248D3" w:rsidP="00D248D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технічної документації із землеустрою</w:t>
      </w:r>
    </w:p>
    <w:p w:rsidR="00D248D3" w:rsidRDefault="00D248D3" w:rsidP="00D248D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D248D3" w:rsidRDefault="00D248D3" w:rsidP="00D248D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D248D3" w:rsidRDefault="00D248D3" w:rsidP="00D248D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Мірошник Г.П.</w:t>
      </w:r>
    </w:p>
    <w:p w:rsidR="00D248D3" w:rsidRDefault="00D248D3" w:rsidP="00D248D3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D248D3" w:rsidRDefault="00D248D3" w:rsidP="00D248D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Мірошник </w:t>
      </w:r>
      <w:proofErr w:type="spellStart"/>
      <w:r>
        <w:rPr>
          <w:rFonts w:ascii="Times New Roman" w:eastAsia="Calibri" w:hAnsi="Times New Roman" w:cs="Times New Roman"/>
          <w:sz w:val="24"/>
        </w:rPr>
        <w:t>Г.П.,сільська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рада</w:t>
      </w:r>
    </w:p>
    <w:p w:rsidR="00D248D3" w:rsidRDefault="00D248D3" w:rsidP="00D248D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D248D3" w:rsidRDefault="00D248D3" w:rsidP="00D248D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1.Надати  Мірошник Галині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46098" w:rsidRPr="00646098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площею 4,87 в умовних кадастрових гектарах, сертифікат на право на земельну частку (пай) серія ХМ №0336970,  для ведення товарного сільськогосподарського виробництва, земельна ділянка 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район, за межами населеного пункту с. Крупець.</w:t>
      </w:r>
    </w:p>
    <w:p w:rsidR="00D248D3" w:rsidRDefault="00D248D3" w:rsidP="00D248D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2.Мірошник Г.П.,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248D3" w:rsidRDefault="00D248D3" w:rsidP="00D248D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48D3" w:rsidRPr="00D248D3" w:rsidRDefault="00D248D3" w:rsidP="00D248D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511B79" w:rsidRPr="00D248D3" w:rsidRDefault="00D248D3" w:rsidP="00D248D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Валерій   МИХАЛЮК</w:t>
      </w:r>
    </w:p>
    <w:sectPr w:rsidR="00511B79" w:rsidRPr="00D248D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248D3"/>
    <w:rsid w:val="00171A2E"/>
    <w:rsid w:val="00304C90"/>
    <w:rsid w:val="00505B6D"/>
    <w:rsid w:val="00511B79"/>
    <w:rsid w:val="00646098"/>
    <w:rsid w:val="006D3977"/>
    <w:rsid w:val="007D6C18"/>
    <w:rsid w:val="00D1641A"/>
    <w:rsid w:val="00D2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D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248D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248D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248D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>Microsoft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2020-12-02T07:15:00Z</dcterms:created>
  <dcterms:modified xsi:type="dcterms:W3CDTF">2020-12-02T07:20:00Z</dcterms:modified>
</cp:coreProperties>
</file>