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53D" w:rsidRPr="000A4F3E" w:rsidRDefault="001A253D" w:rsidP="001A253D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53D" w:rsidRDefault="001A253D" w:rsidP="001A25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A253D" w:rsidRDefault="001A253D" w:rsidP="001A25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A253D" w:rsidRPr="000A4F3E" w:rsidRDefault="001A253D" w:rsidP="001A253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253D" w:rsidRPr="000A4F3E" w:rsidRDefault="001A253D" w:rsidP="001A253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253D" w:rsidRPr="000A4F3E" w:rsidRDefault="001A253D" w:rsidP="001A253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253D" w:rsidRPr="000A4F3E" w:rsidRDefault="001A253D" w:rsidP="001A253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253D" w:rsidRPr="000A4F3E" w:rsidRDefault="001A253D" w:rsidP="001A253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A253D" w:rsidRPr="000A4F3E" w:rsidRDefault="001A253D" w:rsidP="001A253D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A253D" w:rsidRPr="000A4F3E" w:rsidRDefault="001A253D" w:rsidP="001A253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A253D" w:rsidRPr="000A4F3E" w:rsidRDefault="001A253D" w:rsidP="001A253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A253D" w:rsidRPr="000A4F3E" w:rsidRDefault="001A253D" w:rsidP="001A253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253D" w:rsidRPr="000A4F3E" w:rsidRDefault="001A253D" w:rsidP="001A253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A253D" w:rsidRPr="000A4F3E" w:rsidRDefault="001A253D" w:rsidP="001A253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253D" w:rsidRPr="000A4F3E" w:rsidRDefault="001A253D" w:rsidP="001A253D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1A253D" w:rsidRPr="000A4F3E" w:rsidRDefault="001A253D" w:rsidP="001A253D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253D" w:rsidRPr="000A4F3E" w:rsidRDefault="001A253D" w:rsidP="001A253D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.2020 року                                            Крупець                                                       №___</w:t>
      </w:r>
    </w:p>
    <w:p w:rsidR="001A253D" w:rsidRPr="000A4F3E" w:rsidRDefault="001A253D" w:rsidP="001A253D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1A253D" w:rsidRPr="000A4F3E" w:rsidRDefault="001A253D" w:rsidP="001A253D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1A253D" w:rsidRPr="000A4F3E" w:rsidRDefault="001A253D" w:rsidP="001A253D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1A253D" w:rsidRPr="000A4F3E" w:rsidRDefault="001A253D" w:rsidP="001A253D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передачі  її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в оренду</w:t>
      </w: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АТ «Хмельницькобленерго»</w:t>
      </w:r>
    </w:p>
    <w:p w:rsidR="001A253D" w:rsidRPr="000A4F3E" w:rsidRDefault="001A253D" w:rsidP="001A253D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253D" w:rsidRPr="000A4F3E" w:rsidRDefault="001A253D" w:rsidP="001A253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Закону України «Про оренду земель»,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Закону України «Про державну реєстрацію речових прав на нерухоме майно та їх обтяжень», розглянувши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клопотання АТ «Хмельницькобленерго»,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 рада    </w:t>
      </w:r>
    </w:p>
    <w:p w:rsidR="001A253D" w:rsidRPr="000A4F3E" w:rsidRDefault="001A253D" w:rsidP="001A253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ВИРІШИЛА:</w:t>
      </w:r>
    </w:p>
    <w:p w:rsidR="001A253D" w:rsidRPr="000A4F3E" w:rsidRDefault="001A253D" w:rsidP="001A253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Затвердити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акціонерному товариству «Хмельницькобленерго»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землеустрою щодо відведення земельної ділянки, 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</w:rPr>
        <w:t>розміщення, будівництва, експлуатації та обслуговування будівель і споруд об’єктів передачі електричної  та  теплової енергії (для обслуговування КТП-203)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площею  0,0004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розташована Хмельницька область, Славутський  район, </w:t>
      </w:r>
      <w:r>
        <w:rPr>
          <w:rFonts w:ascii="Times New Roman" w:eastAsia="Arial Unicode MS" w:hAnsi="Times New Roman"/>
          <w:sz w:val="24"/>
          <w:szCs w:val="24"/>
        </w:rPr>
        <w:t>с. Хоровиця</w:t>
      </w:r>
      <w:r w:rsidRPr="000A4F3E">
        <w:rPr>
          <w:rFonts w:ascii="Times New Roman" w:eastAsia="Arial Unicode MS" w:hAnsi="Times New Roman"/>
          <w:sz w:val="24"/>
          <w:szCs w:val="24"/>
        </w:rPr>
        <w:t>.</w:t>
      </w:r>
    </w:p>
    <w:p w:rsidR="001A253D" w:rsidRDefault="001A253D" w:rsidP="001A253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Передати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акціонерному товариству «Хмельницькобленерго»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ЄДРПОУ 22764809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в оренду земельну ділянку, площею 0,0004 га, кадастровий номер: 6823986800:04:001:000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6, для  </w:t>
      </w:r>
      <w:r>
        <w:rPr>
          <w:rFonts w:ascii="Times New Roman" w:eastAsia="Arial Unicode MS" w:hAnsi="Times New Roman"/>
          <w:sz w:val="24"/>
          <w:szCs w:val="24"/>
        </w:rPr>
        <w:t>розміщення, будівництва, експлуатації та обслуговування будівель і споруд об’єктів передачі електричної  та  теплової енергії (для обслуговування КТП-224)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яка розташована Хмельницька область, Славутський  район, </w:t>
      </w:r>
      <w:r>
        <w:rPr>
          <w:rFonts w:ascii="Times New Roman" w:eastAsia="Arial Unicode MS" w:hAnsi="Times New Roman"/>
          <w:sz w:val="24"/>
          <w:szCs w:val="24"/>
        </w:rPr>
        <w:t>с.Хоровиця</w:t>
      </w:r>
      <w:r w:rsidRPr="000A4F3E">
        <w:rPr>
          <w:rFonts w:ascii="Times New Roman" w:eastAsia="Arial Unicode MS" w:hAnsi="Times New Roman"/>
          <w:sz w:val="24"/>
          <w:szCs w:val="24"/>
        </w:rPr>
        <w:t>.</w:t>
      </w:r>
    </w:p>
    <w:p w:rsidR="001A253D" w:rsidRPr="00B64AF5" w:rsidRDefault="001A253D" w:rsidP="001A253D">
      <w:pPr>
        <w:tabs>
          <w:tab w:val="right" w:pos="9354"/>
        </w:tabs>
        <w:spacing w:after="0"/>
        <w:jc w:val="both"/>
        <w:rPr>
          <w:rFonts w:ascii="Times New Roman" w:hAnsi="Times New Roman"/>
          <w:color w:val="FF0000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3.В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r>
        <w:rPr>
          <w:rFonts w:ascii="Times New Roman" w:eastAsia="Arial Unicode MS" w:hAnsi="Times New Roman"/>
          <w:color w:val="000000"/>
          <w:sz w:val="24"/>
          <w:szCs w:val="24"/>
        </w:rPr>
        <w:t>тановити розмір орендної плати 3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% від нормативної грошової оцінки земель</w:t>
      </w:r>
      <w:r>
        <w:rPr>
          <w:rFonts w:ascii="Times New Roman" w:eastAsia="Arial Unicode MS" w:hAnsi="Times New Roman"/>
          <w:color w:val="000000"/>
          <w:sz w:val="24"/>
          <w:szCs w:val="24"/>
        </w:rPr>
        <w:t>ної ділянки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, строком на </w:t>
      </w:r>
      <w:r>
        <w:rPr>
          <w:rFonts w:ascii="Times New Roman" w:eastAsia="Arial Unicode MS" w:hAnsi="Times New Roman"/>
          <w:color w:val="000000"/>
          <w:sz w:val="24"/>
          <w:szCs w:val="24"/>
        </w:rPr>
        <w:t>49 (сорок дев’ять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) років.</w:t>
      </w:r>
    </w:p>
    <w:p w:rsidR="001A253D" w:rsidRPr="000A4F3E" w:rsidRDefault="001A253D" w:rsidP="001A253D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A253D" w:rsidRPr="000A4F3E" w:rsidRDefault="001A253D" w:rsidP="001A253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bookmarkStart w:id="0" w:name="_GoBack"/>
      <w:bookmarkEnd w:id="0"/>
    </w:p>
    <w:p w:rsidR="00265E4C" w:rsidRPr="001A253D" w:rsidRDefault="001A253D" w:rsidP="001A253D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  <w:lang w:val="en-US"/>
        </w:rPr>
      </w:pPr>
      <w:r>
        <w:rPr>
          <w:rFonts w:ascii="Times New Roman" w:eastAsia="Arial Unicode MS" w:hAnsi="Times New Roman"/>
          <w:sz w:val="24"/>
          <w:szCs w:val="24"/>
        </w:rPr>
        <w:t>Сільський голова                                                                                  Валерій МИХАЛЮК</w:t>
      </w:r>
    </w:p>
    <w:sectPr w:rsidR="00265E4C" w:rsidRPr="001A253D" w:rsidSect="001A253D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53D"/>
    <w:rsid w:val="00171A2E"/>
    <w:rsid w:val="001A253D"/>
    <w:rsid w:val="00265E4C"/>
    <w:rsid w:val="00304C90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315</Words>
  <Characters>1796</Characters>
  <Application>Microsoft Office Word</Application>
  <DocSecurity>0</DocSecurity>
  <Lines>14</Lines>
  <Paragraphs>4</Paragraphs>
  <ScaleCrop>false</ScaleCrop>
  <Company>Microsoft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2020-08-20T14:05:00Z</dcterms:created>
  <dcterms:modified xsi:type="dcterms:W3CDTF">2020-08-20T14:05:00Z</dcterms:modified>
</cp:coreProperties>
</file>