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589" w:rsidRDefault="00D60589" w:rsidP="00D6058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EDC1DD" wp14:editId="1832F68E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28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2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589" w:rsidRDefault="00D60589" w:rsidP="00D605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tb5u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d9MUA&#10;AADdAAAADwAAAGRycy9kb3ducmV2LnhtbESPT2vCQBTE74V+h+UVvNVNIq0hdSMiKjkIxX/3R/aZ&#10;hGbfhuxq4rd3C4Ueh5n5DbNYjqYVd+pdY1lBPI1AEJdWN1wpOJ+27ykI55E1tpZJwYMcLPPXlwVm&#10;2g58oPvRVyJA2GWooPa+y6R0ZU0G3dR2xMG72t6gD7KvpO5xCHDTyiSKPqXBhsNCjR2tayp/jjej&#10;wM52xf5SJYfZhueeV9/p9TLulZq8jasvEJ5G/x/+axdawUeSxvD7JjwBmT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Q530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HjcgA&#10;AADdAAAADwAAAGRycy9kb3ducmV2LnhtbESPQWsCMRSE74X+h/AKvUjNdqFqt0YRYW31IGgLvT42&#10;r5utm5clibr11zcFocdhZr5hpvPetuJEPjSOFTwOMxDEldMN1wo+3suHCYgQkTW2jknBDwWYz25v&#10;plhod+YdnfaxFgnCoUAFJsaukDJUhiyGoeuIk/flvMWYpK+l9nhOcNvKPMtG0mLDacFgR0tD1WF/&#10;tAq+y635XI4vKz943tFlUG5e2/VIqfu7fvECIlIf/8PX9ptW8JRPcv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h8eN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MAacQA&#10;AADdAAAADwAAAGRycy9kb3ducmV2LnhtbESP32rCMBTG7we+QziCN0PTKRtSjaWIyuhNUfcAh+bY&#10;FJuT0mS2vv0yGOzy4/vz49tmo23Fg3rfOFbwtkhAEFdON1wr+Loe52sQPiBrbB2Tgid5yHaTly2m&#10;2g18pscl1CKOsE9RgQmhS6X0lSGLfuE64ujdXG8xRNnXUvc4xHHbymWSfEiLDUeCwY72hqr75dtG&#10;SLnCsrgN1+NpxAEPheHX/KzUbDrmGxCBxvAf/mt/agXvy/UK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TAG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FNvcYA&#10;AADdAAAADwAAAGRycy9kb3ducmV2LnhtbESPQUsDMRSE70L/Q3gFbzbr0tayNi2lVRDBQ6sg3h6b&#10;193FzUtInt313xtB8DjMzDfMeju6Xl0ops6zgdtZAYq49rbjxsDb6+PNClQSZIu9ZzLwTQm2m8nV&#10;GivrBz7S5SSNyhBOFRpoRUKldapbcphmPhBn7+yjQ8kyNtpGHDLc9bosiqV22HFeaDHQvqX68/Tl&#10;DLwMD+H5brk4h484L3U6WHnfizHX03F3D0polP/wX/vJGliUqzn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FNv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Y9hsQA&#10;AADdAAAADwAAAGRycy9kb3ducmV2LnhtbESP32rCMBTG7we+QziCN0PTOTqkGksRleFNUfcAh+bY&#10;FJuT0mS2vv0yGOzy4/vz49vko23Fg3rfOFbwtkhAEFdON1wr+Loe5isQPiBrbB2Tgid5yLeTlw1m&#10;2g18pscl1CKOsM9QgQmhy6T0lSGLfuE64ujdXG8xRNnXUvc4xHHbymWSfEiLDUeCwY52hqr75dtG&#10;SPmO5ek2XA/HEQfcnwy/FmelZtOxWIMINIb/8F/7UytIl6sU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2PY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92UcYA&#10;AADdAAAADwAAAGRycy9kb3ducmV2LnhtbESPQUvDQBSE70L/w/IEb3ZjaGOJ3ZZSK4jgwSqIt0f2&#10;NQlm3y67zyb+e1cQPA4z8w2z3k5uUGeKqfds4GZegCJuvO25NfD2+nC9ApUE2eLgmQx8U4LtZnax&#10;xtr6kV/ofJRWZQinGg10IqHWOjUdOUxzH4izd/LRoWQZW20jjhnuBl0WRaUd9pwXOgy076j5PH45&#10;A8/jITzdVstT+IiLUqd7K+97MebqctrdgRKa5D/81360Bpblqo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92U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NztMYA&#10;AADdAAAADwAAAGRycy9kb3ducmV2LnhtbESPQWsCMRSE70L/Q3iFXopmtWhlaxQthAoVpCp4fWye&#10;u0s3L0uSutt/bwoFj8PMfMMsVr1txJV8qB0rGI8yEMSFMzWXCk5HPZyDCBHZYOOYFPxSgNXyYbDA&#10;3LiOv+h6iKVIEA45KqhibHMpQ1GRxTByLXHyLs5bjEn6UhqPXYLbRk6ybCYt1pwWKmzpvaLi+/Bj&#10;FWz2Xfnin4tN7z4vH+ep1kbvtFJPj/36DUSkPt7D/+2tUTCdzF/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Nzt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9g8EA&#10;AADdAAAADwAAAGRycy9kb3ducmV2LnhtbERP3WrCMBS+F3yHcAa703RljlKNRZSCjN1MfYBDc9Z0&#10;bU5KEmv39svFYJcf3/+umu0gJvKhc6zgZZ2BIG6c7rhVcLvWqwJEiMgaB8ek4IcCVPvlYoeldg/+&#10;pOkSW5FCOJSowMQ4llKGxpDFsHYjceK+nLcYE/St1B4fKdwOMs+yN2mx49RgcKSjoaa/3K2C+j3/&#10;mPq79rU7zK+WNua7OBmlnp/mwxZEpDn+i//cZ61gkxdpbnqTnoD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0vYP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BCXccA&#10;AADdAAAADwAAAGRycy9kb3ducmV2LnhtbESP3WoCMRSE74W+QziF3hTNalHs1ihaCBUqiD/Q28Pm&#10;uLt0c7Ikqbt9e1MoeDnMzDfMYtXbRlzJh9qxgvEoA0FcOFNzqeB80sM5iBCRDTaOScEvBVgtHwYL&#10;zI3r+EDXYyxFgnDIUUEVY5tLGYqKLIaRa4mTd3HeYkzSl9J47BLcNnKSZTNpsea0UGFL7xUV38cf&#10;q2Cz78oX/1xsevd5+fiaam30Tiv19Niv30BE6uM9/N/eGgXTyfwV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AQl3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snWMEA&#10;AADdAAAADwAAAGRycy9kb3ducmV2LnhtbERP3WrCMBS+H/gO4QjezdQyh1ajiKMgYzdTH+DQHJtq&#10;c1KSWOvbm4vBLj++//V2sK3oyYfGsYLZNANBXDndcK3gfCrfFyBCRNbYOiYFTwqw3Yze1lho9+Bf&#10;6o+xFimEQ4EKTIxdIWWoDFkMU9cRJ+7ivMWYoK+l9vhI4baVeZZ9SosNpwaDHe0NVbfj3Soov/Of&#10;/nbXvnS74cPS3FwXX0apyXjYrUBEGuK/+M990Arm+TLtT2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bJ1j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KY5cQA&#10;AADdAAAADwAAAGRycy9kb3ducmV2LnhtbESP0WqDQBRE3wv9h+UW8tasJjW0xk0IBUPzWJMPuLg3&#10;Krp3jbuN+vfZQqGPw8ycYbL9ZDpxp8E1lhXEywgEcWl1w5WCyzl/fQfhPLLGzjIpmMnBfvf8lGGq&#10;7cjfdC98JQKEXYoKau/7VEpX1mTQLW1PHLyrHQz6IIdK6gHHADedXEXRRhpsOCzU2NNnTWVb/BgF&#10;b/N4vBVJG+XaUHxa9yf2ZaLU4mU6bEF4mvx/+K/9pRUkq48Yft+EJ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SmOX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IfjsUA&#10;AADdAAAADwAAAGRycy9kb3ducmV2LnhtbESPzWrDMBCE74G+g9hCb4lcQ0PsRg6hIaX0lDhuz4u1&#10;/qHWylhKbL99FSj0OMzMN8x2N5lO3GhwrWUFz6sIBHFpdcu1guJyXG5AOI+ssbNMCmZysMseFltM&#10;tR35TLfc1yJA2KWooPG+T6V0ZUMG3cr2xMGr7GDQBznUUg84BrjpZBxFa2mw5bDQYE9vDZU/+dUo&#10;uK6/44KrT33KD/N7cjjunfyqlXp6nPavIDxN/j/81/7QCl7iJIb7m/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h+O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3FEsgA&#10;AADdAAAADwAAAGRycy9kb3ducmV2LnhtbESPT2vCQBTE74V+h+UVequbag2auooWCtWD4r+Dt9fs&#10;axLNvo3ZVeO37wqCx2FmfsMMRo0pxZlqV1hW8N6KQBCnVhecKdisv996IJxH1lhaJgVXcjAaPj8N&#10;MNH2wks6r3wmAoRdggpy76tESpfmZNC1bEUcvD9bG/RB1pnUNV4C3JSyHUWxNFhwWMixoq+c0sPq&#10;ZBRsF724v5hMP/az+S92jD7udBEr9frSjD9BeGr8I3xv/2gF3Xa/A7c34QnI4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/PcUS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yflcYA&#10;AADdAAAADwAAAGRycy9kb3ducmV2LnhtbESPQWvCQBSE7wX/w/KE3urGaMXGrNJaasVTTAu9PrLP&#10;JJh9G7Jbjf56t1DwOMzMN0y66k0jTtS52rKC8SgCQVxYXXOp4Pvr42kOwnlkjY1lUnAhB6vl4CHF&#10;RNsz7+mU+1IECLsEFVTet4mUrqjIoBvZljh4B9sZ9EF2pdQdngPcNDKOopk0WHNYqLCldUXFMf81&#10;Cq6zH8zcZ/z2PtGeLtP5xu6yjVKPw/51AcJT7+/h//ZWK3iOX6bw9y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ayfl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hptsQA&#10;AADdAAAADwAAAGRycy9kb3ducmV2LnhtbESP0WrCQBRE3wv+w3IF3+rGYIpGV5Gi4Js1+gGX7HUT&#10;zN6N2a3Gfn1XKPRxmJkzzHLd20bcqfO1YwWTcQKCuHS6ZqPgfNq9z0D4gKyxcUwKnuRhvRq8LTHX&#10;7sFHuhfBiAhhn6OCKoQ2l9KXFVn0Y9cSR+/iOoshys5I3eEjwm0j0yT5kBZrjgsVtvRZUXktvq2C&#10;m0sz3RdbPFy386/amOnt5zhVajTsNwsQgfrwH/5r77WCLJ1n8HoTn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4ab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t9qcUA&#10;AADdAAAADwAAAGRycy9kb3ducmV2LnhtbESPzW7CMBCE75V4B2uRuBUHKgIEDKKVkLjyc+C42EsS&#10;iNchdiHw9HWlSj2OZuYbzXzZ2krcqfGlYwWDfgKCWDtTcq7gsF+/T0D4gGywckwKnuRhuei8zTEz&#10;7sFbuu9CLiKEfYYKihDqTEqvC7Lo+64mjt7ZNRZDlE0uTYOPCLeVHCZJKi2WHBcKrOmrIH3dfVsF&#10;m/JEo1Sfp3byqbfH1y18jC9GqV63Xc1ABGrDf/ivvTEKRsNpCr9v4hO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32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4rxsIA&#10;AADdAAAADwAAAGRycy9kb3ducmV2LnhtbERPW2vCMBR+H/gfwhH2NlMLc7MaRQeDyVTwgr4emmNT&#10;bE5Kk9X67xdhsMfvzjedd7YSLTW+dKxgOEhAEOdOl1woOB4+X95B+ICssXJMCu7kYT7rPU0x0+7G&#10;O2r3oRCxhH2GCkwIdSalzw1Z9ANXE0ft4hqLIcKmkLrBWyy3lUyTZCQtlhwXDNb0YSi/7n+sgha3&#10;9+Rslpvxqlzn6XZ5+taRV8/9bjEBEagL/+a/9JdW8JqO3+D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ivG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oB1MIA&#10;AADdAAAADwAAAGRycy9kb3ducmV2LnhtbERPPU/DMBDdkfgP1iGxUYdIVBDqVgipVUcaOnQ84muc&#10;Et9FtmkCvx4PlTo+ve/FavK9OlOInbCBx1kBirgR23FrYP+5fngGFROyxV6YDPxShNXy9maBlZWR&#10;d3SuU6tyCMcKDbiUhkrr2DjyGGcyEGfuKMFjyjC02gYcc7jvdVkUc+2x49zgcKB3R813/eMNjJvm&#10;61QeD9b9hUHW9Yecyl6Mub+b3l5BJZrSVXxxb62Bp/Ilz81v8hP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KgH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i6McA&#10;AADdAAAADwAAAGRycy9kb3ducmV2LnhtbESP3WoCMRSE74W+QzgF7zTrQqtujWL9gSKVotX7081x&#10;d9vkZNmkur59IxS8HGbmG2Yya60RZ2p85VjBoJ+AIM6drrhQcPhc90YgfEDWaByTgit5mE0fOhPM&#10;tLvwjs77UIgIYZ+hgjKEOpPS5yVZ9H1XE0fv5BqLIcqmkLrBS4RbI9MkeZYWK44LJda0KCn/2f9a&#10;BeuPpflOt7v5UYbFavhlRpvX5btS3cd2/gIiUBvu4f/2m1bwlI7H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N4u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sc1sEA&#10;AADdAAAADwAAAGRycy9kb3ducmV2LnhtbERPy4rCMBTdC/MP4Q64EU1VFKlGGQZEBQVf4PbaXNti&#10;c1OaWOvfm4Xg8nDes0VjClFT5XLLCvq9CARxYnXOqYLzadmdgHAeWWNhmRS8yMFi/tOaYaztkw9U&#10;H30qQgi7GBVk3pexlC7JyKDr2ZI4cDdbGfQBVqnUFT5DuCnkIIrG0mDOoSHDkv4zSu7Hh1FQ77fX&#10;dF27cnOfdNxoeF2tdvqiVPu3+ZuC8NT4r/jjXmsFo2EU9oc34Qn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7HNbBAAAA3Q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bFhMcA&#10;AADdAAAADwAAAGRycy9kb3ducmV2LnhtbESPQWsCMRSE74L/IbxCb5poa9HVKFoo9CJU60Fvz83r&#10;7uLmZZukuvrrTaHQ4zAz3zCzRWtrcSYfKscaBn0Fgjh3puJCw+7zrTcGESKywdoxabhSgMW825lh&#10;ZtyFN3TexkIkCIcMNZQxNpmUIS/JYui7hjh5X85bjEn6QhqPlwS3tRwq9SItVpwWSmzotaT8tP2x&#10;GlaT8er745nXt83xQIf98TQaeqX140O7nIKI1Mb/8F/73WgYPakB/L5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2WxYTHAAAA3QAAAA8AAAAAAAAAAAAAAAAAmAIAAGRy&#10;cy9kb3ducmV2LnhtbFBLBQYAAAAABAAEAPUAAACMAwAAAAA=&#10;" fillcolor="black" stroked="f"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2Y/ccA&#10;AADdAAAADwAAAGRycy9kb3ducmV2LnhtbESPzWvCQBTE74X+D8sreKsbUxSJrqL9gIL24MfB4zP7&#10;TJZk34bsqmn/elcQehxm5jfMdN7ZWlyo9caxgkE/AUGcO224ULDffb2OQfiArLF2TAp+ycN89vw0&#10;xUy7K2/osg2FiBD2GSooQ2gyKX1ekkXfdw1x9E6utRiibAupW7xGuK1lmiQjadFwXCixofeS8mp7&#10;tgoOq5EZbwylx/Xf8lOvh9Xy56NSqvfSLSYgAnXhP/xof2sFw7ckhf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1tmP3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QD08YA&#10;AADdAAAADwAAAGRycy9kb3ducmV2LnhtbESPT2sCMRTE74V+h/AKvdXESousRpGW0l568B9eH5vn&#10;Zt3NyzaJuvrpTaHQ4zAzv2Gm89614kQh1p41DAcKBHHpTc2Vhs3642kMIiZkg61n0nChCPPZ/d0U&#10;C+PPvKTTKlUiQzgWqMGm1BVSxtKSwzjwHXH29j44TFmGSpqA5wx3rXxW6lU6rDkvWOzozVLZrI5O&#10;Q1js3psrH7eNun5f4ueh/xmj1frxoV9MQCTq03/4r/1lNLyM1Ah+3+Qn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QD0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k+FcYA&#10;AADdAAAADwAAAGRycy9kb3ducmV2LnhtbESP3WoCMRSE7wt9h3AKvSk10db+rEaRQqGgCFof4HRz&#10;uruYnCybU1379I0g9HKYmW+Y6bwPXh2oS01kC8OBAUVcRtdwZWH3+X7/AioJskMfmSycKMF8dn01&#10;xcLFI2/osJVKZQinAi3UIm2hdSprCpgGsSXO3nfsAkqWXaVdh8cMD16PjHnSARvOCzW29FZTud/+&#10;BAt+9OVfl89pJaedXpnfIJu7tbP29qZfTEAJ9fIfvrQ/nIXxg3mE85v8BP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k+F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UysYA&#10;AADdAAAADwAAAGRycy9kb3ducmV2LnhtbESPQWsCMRSE7wX/Q3hCbzVbi0VWo7QVYS8euq54fW6e&#10;m8XkZdmkuvXXN4VCj8PMfMMs14Oz4kp9aD0reJ5kIIhrr1tuFFT77dMcRIjIGq1nUvBNAdar0cMS&#10;c+1v/EnXMjYiQTjkqMDE2OVShtqQwzDxHXHyzr53GJPsG6l7vCW4s3KaZa/SYctpwWBHH4bqS/nl&#10;FGzKzk6rwryH42F3OtnivqXjRqnH8fC2ABFpiP/hv3ahFcxesh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mUy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xFDMUA&#10;AADdAAAADwAAAGRycy9kb3ducmV2LnhtbESPzWrDMBCE74W+g9hCb43UljjFiWxKSSCQU/Nz6G2R&#10;NrYTa2UsJXbePioUehxm5htmUY6uFVfqQ+NZw+tEgSA23jZcadjvVi8fIEJEtth6Jg03ClAWjw8L&#10;zK0f+Juu21iJBOGQo4Y6xi6XMpiaHIaJ74iTd/S9w5hkX0nb45DgrpVvSmXSYcNpocaOvmoy5+3F&#10;aTit5MYbheawPwxrO/tZZtQqrZ+fxs85iEhj/A//tddWw/RdZfD7Jj0B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/EUM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lCucYA&#10;AADdAAAADwAAAGRycy9kb3ducmV2LnhtbESPT2sCMRTE70K/Q3iF3mq2Sq2sZsUWCqXFg2sRj8/N&#10;2z/s5mVJoq7f3hQKHoeZ+Q2zXA2mE2dyvrGs4GWcgCAurG64UvC7+3yeg/ABWWNnmRRcycMqexgt&#10;MdX2wls656ESEcI+RQV1CH0qpS9qMujHtieOXmmdwRClq6R2eIlw08lJksykwYbjQo09fdRUtPnJ&#10;KDicfrjcTL/X7j3s7bDz7eQ4b5V6ehzWCxCBhnAP/7e/tILXafIGf2/iE5D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6lCu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sGcQA&#10;AADdAAAADwAAAGRycy9kb3ducmV2LnhtbERPy2oCMRTdF/oP4Rbc1USroqNRakFwU6iPhe6uk+vM&#10;4ORmmkQd+/XNotDl4bxni9bW4kY+VI419LoKBHHuTMWFhv1u9ToGESKywdoxaXhQgMX8+WmGmXF3&#10;3tBtGwuRQjhkqKGMscmkDHlJFkPXNcSJOztvMSboC2k83lO4rWVfqZG0WHFqKLGhj5Lyy/ZqNSwn&#10;4+X314A/fzanIx0Pp8uw75XWnZf2fQoiUhv/xX/utdEwfFNpbnqTn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sbBnEAAAA3QAAAA8AAAAAAAAAAAAAAAAAmAIAAGRycy9k&#10;b3ducmV2LnhtbFBLBQYAAAAABAAEAPUAAACJAwAAAAA=&#10;" fillcolor="black" stroked="f"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wzg8UA&#10;AADdAAAADwAAAGRycy9kb3ducmV2LnhtbESPQUsDMRSE74L/ITyhN5vVotht07IUpMXTtlp6fd08&#10;N4ublyWJ6fbfG0HwOMzMN8xyPdpeJPKhc6zgYVqAIG6c7rhV8PH+ev8CIkRkjb1jUnClAOvV7c0S&#10;S+0uvKd0iK3IEA4lKjAxDqWUoTFkMUzdQJy9T+ctxix9K7XHS4bbXj4WxbO02HFeMDjQxlDzdfi2&#10;CtJ5U1ezdEpm/+ar1rt6ezzXSk3uxmoBItIY/8N/7Z1W8DQr5vD7Jj8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DOD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sMcMA&#10;AADdAAAADwAAAGRycy9kb3ducmV2LnhtbERPz2vCMBS+C/sfwht407TKxHVGGaLivOi6wXZ8NG9N&#10;WfNSmli7/fXmIHj8+H4vVr2tRUetrxwrSMcJCOLC6YpLBZ8f29EchA/IGmvHpOCPPKyWD4MFZtpd&#10;+J26PJQihrDPUIEJocmk9IUhi37sGuLI/bjWYoiwLaVu8RLDbS0nSTKTFiuODQYbWhsqfvOzVeDT&#10;9ebrYP+fu++d4WP+Zman0ig1fOxfX0AE6sNdfHPvtYKnaRr3xzfxCc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jsMc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60589" w:rsidRDefault="00D60589" w:rsidP="00D605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bookmarkEnd w:id="0"/>
    <w:p w:rsidR="00D60589" w:rsidRDefault="00D60589" w:rsidP="00D6058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D60589" w:rsidRDefault="00D60589" w:rsidP="00D605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0589" w:rsidRDefault="00D60589" w:rsidP="00D605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0589" w:rsidRDefault="00D60589" w:rsidP="00D605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60589" w:rsidRDefault="00D60589" w:rsidP="00D6058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60589" w:rsidRDefault="00D60589" w:rsidP="00D605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60589" w:rsidRDefault="00D60589" w:rsidP="00D605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60589" w:rsidRDefault="00D60589" w:rsidP="00D605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0589" w:rsidRDefault="00D60589" w:rsidP="00D605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60589" w:rsidRDefault="00D60589" w:rsidP="00D605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0589" w:rsidRDefault="00D60589" w:rsidP="00D605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60589" w:rsidRDefault="00D60589" w:rsidP="00D6058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60589" w:rsidRPr="00E170B2" w:rsidRDefault="00D60589" w:rsidP="00D6058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№70</w:t>
      </w:r>
    </w:p>
    <w:p w:rsidR="00D60589" w:rsidRPr="00FE0035" w:rsidRDefault="00D60589" w:rsidP="00D6058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60589" w:rsidRPr="00FE0035" w:rsidRDefault="00D60589" w:rsidP="00D6058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</w:p>
    <w:p w:rsidR="00D60589" w:rsidRPr="00FE0035" w:rsidRDefault="00D60589" w:rsidP="00D6058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D60589" w:rsidRPr="00FE0035" w:rsidRDefault="00D60589" w:rsidP="00D6058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об’єднання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D60589" w:rsidRPr="00FE0035" w:rsidRDefault="00D60589" w:rsidP="00D6058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6823984700:05:021:0022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сільської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</w:t>
      </w:r>
    </w:p>
    <w:p w:rsidR="00D60589" w:rsidRPr="00FE0035" w:rsidRDefault="00D60589" w:rsidP="00D6058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0589" w:rsidRPr="00FE0035" w:rsidRDefault="00D60589" w:rsidP="00D605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ст.12,79 </w:t>
      </w:r>
      <w:r w:rsidRPr="00E170B2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,186</w:t>
      </w:r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Земельного кодексу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пропозицію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FE0035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D60589" w:rsidRPr="00FE0035" w:rsidRDefault="00D60589" w:rsidP="00D605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035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D60589" w:rsidRPr="00FE0035" w:rsidRDefault="00D60589" w:rsidP="00D6058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FE0035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6823984700:05:021:0022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,  16.00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,  яка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Хмельницька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Славутський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Крупецька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рада.  </w:t>
      </w:r>
    </w:p>
    <w:p w:rsidR="00D60589" w:rsidRPr="00FE0035" w:rsidRDefault="00D60589" w:rsidP="00D6058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FE0035">
        <w:rPr>
          <w:rFonts w:ascii="Times New Roman" w:eastAsia="Calibri" w:hAnsi="Times New Roman" w:cs="Times New Roman"/>
          <w:sz w:val="24"/>
        </w:rPr>
        <w:t xml:space="preserve">Крупецькій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сільській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раді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 w:rsidRPr="00FE0035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FE0035">
        <w:rPr>
          <w:rFonts w:ascii="Times New Roman" w:eastAsia="Calibri" w:hAnsi="Times New Roman" w:cs="Times New Roman"/>
          <w:sz w:val="24"/>
        </w:rPr>
        <w:t>ічну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Calibri" w:hAnsi="Times New Roman" w:cs="Times New Roman"/>
          <w:sz w:val="24"/>
        </w:rPr>
        <w:t xml:space="preserve">та подати на 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ради.</w:t>
      </w:r>
    </w:p>
    <w:p w:rsidR="00D60589" w:rsidRPr="00FE0035" w:rsidRDefault="00D60589" w:rsidP="00D605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FE0035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D60589" w:rsidRPr="00FE0035" w:rsidRDefault="00D60589" w:rsidP="00D605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0589" w:rsidRPr="00FE0035" w:rsidRDefault="00D60589" w:rsidP="00D605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0589" w:rsidRPr="00D60589" w:rsidRDefault="00D60589" w:rsidP="00D605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60589" w:rsidRDefault="00D60589" w:rsidP="00D6058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FE0035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E0035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FE0035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FE0035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5707C2" w:rsidRDefault="005707C2"/>
    <w:sectPr w:rsidR="005707C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589"/>
    <w:rsid w:val="005707C2"/>
    <w:rsid w:val="00D6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589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6058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6058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60589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589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6058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6058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60589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272</Words>
  <Characters>1552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2021-09-13T10:38:00Z</dcterms:created>
  <dcterms:modified xsi:type="dcterms:W3CDTF">2021-09-13T10:38:00Z</dcterms:modified>
</cp:coreProperties>
</file>