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D60" w:rsidRDefault="00C36D60" w:rsidP="00C36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10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1057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05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059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06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61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06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063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6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65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6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67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06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069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07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071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07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073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07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075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07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077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078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079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080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081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082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083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084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085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086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56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">
                <v:shape id="Freeform 1057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058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059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060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061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062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063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64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65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066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067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068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069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070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071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072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073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074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075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076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077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1078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079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080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081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082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083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084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1085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086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36D60" w:rsidRDefault="00C36D60" w:rsidP="00C36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36D60" w:rsidRDefault="00C36D60" w:rsidP="00C36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36D60" w:rsidRDefault="00C36D60" w:rsidP="00C36D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36D60" w:rsidRDefault="00C36D60" w:rsidP="00C36D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36D60" w:rsidRDefault="00C36D60" w:rsidP="00C36D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36D60" w:rsidRDefault="00C36D60" w:rsidP="00C36D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36D60" w:rsidRDefault="00C36D60" w:rsidP="00C36D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D60" w:rsidRDefault="00C36D60" w:rsidP="00C36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36D60" w:rsidRDefault="00C36D60" w:rsidP="00C36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6D60" w:rsidRDefault="00C36D60" w:rsidP="00C36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36D60" w:rsidRDefault="00C36D60" w:rsidP="00C36D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C36D60" w:rsidRDefault="00C36D60" w:rsidP="00C36D60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C36D60" w:rsidRDefault="00C36D60" w:rsidP="00C36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36D60" w:rsidRDefault="00C36D60" w:rsidP="00C36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C36D60" w:rsidRDefault="00C36D60" w:rsidP="00C36D6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Борецькій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О.М.</w:t>
      </w:r>
    </w:p>
    <w:p w:rsidR="00C36D60" w:rsidRDefault="00C36D60" w:rsidP="00C36D6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36D60" w:rsidRDefault="00C36D60" w:rsidP="00C36D6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C36D60" w:rsidRDefault="00C36D60" w:rsidP="00C36D6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C36D60" w:rsidRDefault="00C36D60" w:rsidP="00C36D6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Максимівні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0,3122 га,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6D60" w:rsidRDefault="00C36D60" w:rsidP="00C36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Максимівні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D21F1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CD21F1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0,3122 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6823982100:01:004:0040, для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6D60" w:rsidRDefault="00C36D60" w:rsidP="00C36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C36D60" w:rsidRDefault="00C36D60" w:rsidP="00C36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C36D60" w:rsidRPr="00C36D60" w:rsidRDefault="00C36D60" w:rsidP="00C36D6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E3CCF" w:rsidRPr="00C36D60" w:rsidRDefault="00C36D60" w:rsidP="00C36D6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C36D6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D60"/>
    <w:rsid w:val="00171A2E"/>
    <w:rsid w:val="00304C90"/>
    <w:rsid w:val="00505B6D"/>
    <w:rsid w:val="006D3977"/>
    <w:rsid w:val="007D6C18"/>
    <w:rsid w:val="007E3CCF"/>
    <w:rsid w:val="00C36D60"/>
    <w:rsid w:val="00CD21F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277</Words>
  <Characters>1579</Characters>
  <Application>Microsoft Office Word</Application>
  <DocSecurity>0</DocSecurity>
  <Lines>13</Lines>
  <Paragraphs>3</Paragraphs>
  <ScaleCrop>false</ScaleCrop>
  <Company>Microsoft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2020-07-20T16:27:00Z</dcterms:created>
  <dcterms:modified xsi:type="dcterms:W3CDTF">2020-07-20T16:36:00Z</dcterms:modified>
</cp:coreProperties>
</file>