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2D2" w:rsidRPr="006579DF" w:rsidRDefault="003552D2" w:rsidP="003552D2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FC7EAC" wp14:editId="02945A3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2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2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2" w:rsidRDefault="003552D2" w:rsidP="003552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ax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tj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ZPFTouga7pOZJhro22wSrd3b5srBLtWVG+bK6Rtxe3W5ioZm1ke&#10;YaGTtpHsS5srZep6cb91hVKmbhGmDGO5ynCaxkmSYVcoZRhEhrlS5nYUl2GXK8WNwyCNMFfKPE3i&#10;Fu4KpTROkmGXK2Vx8yBOuVBKN0nrsMuVsnRO1DI+4auw22GUtl6fK2VpJ3GE9KVPO6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O7KYCaJPANvwFJVADp+DNDmVTwDX+496tyBfOALU6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krnwb+e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CuLax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ysps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IEnjF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Ky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bNM8kA&#10;AADdAAAADwAAAGRycy9kb3ducmV2LnhtbESPT2sCMRTE74V+h/AKvUjNaqm1W6OIsLb2UPAP9PrY&#10;vG623bwsSaqrn94IQo/DzPyGmcw624g9+VA7VjDoZyCIS6drrhTstsXDGESIyBobx6TgSAFm09ub&#10;CebaHXhN+02sRIJwyFGBibHNpQylIYuh71ri5H07bzEm6SupPR4S3DZymGUjabHmtGCwpYWh8nfz&#10;ZxX8FJ/ma/F8Wvrey5pOveLjrVmNlLq/6+avICJ18T98bb9rBY/j4RN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AbNM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xO8IA&#10;AADdAAAADwAAAGRycy9kb3ducmV2LnhtbESP3YrCMBCF7xd8hzCCN4umKohUo4ioiDdi9QGGZmyK&#10;zaQ00da3N8LCXh7Oz8dZrjtbiRc1vnSsYDxKQBDnTpdcKLhd98M5CB+QNVaOScGbPKxXvZ8lptq1&#10;fKFXFgoRR9inqMCEUKdS+tyQRT9yNXH07q6xGKJsCqkbbOO4reQkSWbSYsmRYLCmraH8kT1thJyn&#10;eD7d2+v+0GGLu5Ph381FqUG/2yxABOrCf/ivfdQKpvPJDL5v4hO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DE7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tBAMYA&#10;AADdAAAADwAAAGRycy9kb3ducmV2LnhtbESPQUsDMRSE74L/ITzBm826alvWpqW0CiL00FYQb4/N&#10;6+7i5iUkz+76740geBxm5htmsRpdr84UU+fZwO2kAEVce9txY+Dt+HwzB5UE2WLvmQx8U4LV8vJi&#10;gZX1A+/pfJBGZQinCg20IqHSOtUtOUwTH4izd/LRoWQZG20jDhnuel0WxVQ77DgvtBho01L9efhy&#10;BnbDU3idTR9O4SPelzptrbxvxJjrq3H9CEpolP/wX/vFGriblzP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tBA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8A0sAA&#10;AADdAAAADwAAAGRycy9kb3ducmV2LnhtbERPzYrCMBC+C/sOYRa8iKarsEg1ioiKeBF/HmBoxqbY&#10;TEqTtd233zkIe/z4/pfr3tfqRW2sAhv4mmSgiItgKy4N3G/78RxUTMgW68Bk4JcirFcfgyXmNnR8&#10;odc1lUpCOOZowKXU5FrHwpHHOAkNsXCP0HpMAttS2xY7Cfe1nmbZt/ZYsTQ4bGjrqHhef7yUnGd4&#10;Pj262/7QY4e7k+PR5mLM8LPfLEAl6tO/+O0+WgOz+VTmyht5Anr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8A0s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w6c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hclrf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hw6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v18MA&#10;AADdAAAADwAAAGRycy9kb3ducmV2LnhtbERPXWvCMBR9H/gfwhX2MjSdZSLVKDoIEzYYU8HXS3Nt&#10;i81NSaKt/355GOzxcL5Xm8G24k4+NI4VvE4zEMSlMw1XCk5HPVmACBHZYOuYFDwowGY9elphYVzP&#10;P3Q/xEqkEA4FKqhj7AopQ1mTxTB1HXHiLs5bjAn6ShqPfQq3rZxl2VxabDg11NjRe03l9XCzCnbf&#10;fZX7l3I3uM/Lx/lNa6O/tFLP42G7BBFpiP/iP/feKMgXedqf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vv1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8QCcQA&#10;AADdAAAADwAAAGRycy9kb3ducmV2LnhtbESPUWvCMBSF3wf+h3AF32aqblI6o4hSkLGX6X7Apblr&#10;OpubksRa/70RhD0ezjnf4aw2g21FTz40jhXMphkI4srphmsFP6fyNQcRIrLG1jEpuFGAzXr0ssJC&#10;uyt/U3+MtUgQDgUqMDF2hZShMmQxTF1HnLxf5y3GJH0ttcdrgttWzrNsKS02nBYMdrQzVJ2PF6ug&#10;/Jx/9eeL9qXbDm+W3s1fvjdKTcbD9gNEpCH+h5/tg1awyBcz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/EA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XUO8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G+yG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XUO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r5cQA&#10;AADdAAAADwAAAGRycy9kb3ducmV2LnhtbESPUWvCMBSF3wf7D+EOfJupdhulM4psFGT4Mt0PuDR3&#10;TbW5KUms9d8bQfDxcM75DmexGm0nBvKhdaxgNs1AENdOt9wo+NtXrwWIEJE1do5JwYUCrJbPTwss&#10;tTvzLw272IgE4VCiAhNjX0oZakMWw9T1xMn7d95iTNI3Uns8J7jt5DzLPqTFltOCwZ6+DNXH3ckq&#10;qH7m2+F40r5y6/HN0rs5FN9GqcnLuP4EEWmMj/C9vdEK8iL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hK+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2pt8MA&#10;AADdAAAADwAAAGRycy9kb3ducmV2LnhtbESP0WrCQBRE3wv+w3KFvtWNjUqIWUWElPpo9AMu2WsS&#10;zN6N2W0S/75bKPg4zMwZJttPphUD9a6xrGC5iEAQl1Y3XCm4XvKPBITzyBpby6TgSQ72u9lbhqm2&#10;I59pKHwlAoRdigpq77tUSlfWZNAtbEccvJvtDfog+0rqHscAN638jKKNNNhwWKixo2NN5b34MQpW&#10;z/HrUazvUa4NLU9xd2JfrpV6n0+HLQhPk3+F/9vfWkGcxCv4ex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2pt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VMMMA&#10;AADdAAAADwAAAGRycy9kb3ducmV2LnhtbESPzarCMBSE94LvEI7gTlOVK1qNIooirq71Z31ojm2x&#10;OSlN1Pr2N8IFl8PMfMPMl40pxZNqV1hWMOhHIIhTqwvOFJxP294EhPPIGkvLpOBNDpaLdmuOsbYv&#10;PtIz8ZkIEHYxKsi9r2IpXZqTQde3FXHwbrY26IOsM6lrfAW4KeUwisbSYMFhIceK1jml9+RhFDzG&#10;1+GZbwf9m2zeu+lmu3LykinV7TSrGQhPjf+G/9t7rWA0Gf3A5014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MVM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L0QMcA&#10;AADdAAAADwAAAGRycy9kb3ducmV2LnhtbESPQWvCQBSE7wX/w/KE3urGRkKaukpbKKgHRauH3p7Z&#10;ZxKbfZtmV43/visUPA4z8w0znnamFmdqXWVZwXAQgSDOra64ULD9+nxKQTiPrLG2TAqu5GA66T2M&#10;MdP2wms6b3whAoRdhgpK75tMSpeXZNANbEMcvINtDfog20LqFi8Bbmr5HEWJNFhxWCixoY+S8p/N&#10;ySjYrdLkZfU+Hx0Xyz3GRv9+6ypR6rHfvb2C8NT5e/i/PdMK4jRO4PYmPAE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i9E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TKMUA&#10;AADdAAAADwAAAGRycy9kb3ducmV2LnhtbESPQWvCQBSE70L/w/IK3nRTIxpSN6FV1OLJWsHrI/ua&#10;hGbfhuyq0V/fLRQ8DjPzDbPIe9OIC3WutqzgZRyBIC6srrlUcPxajxIQziNrbCyTghs5yLOnwQJT&#10;ba/8SZeDL0WAsEtRQeV9m0rpiooMurFtiYP3bTuDPsiulLrDa4CbRk6iaCYN1hwWKmxpWVHxczgb&#10;BffZCfduO3lfxdrTbZps7G6/UWr43L+9gvDU+0f4v/2hFcRJPIe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pM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FU4sMA&#10;AADdAAAADwAAAGRycy9kb3ducmV2LnhtbERP3WrCMBS+F/YO4Qx2p+laFe2MMoaD3Wm7PcChOabF&#10;5qRtMtvt6c3FYJcf3//uMNlW3GjwjWMFz4sEBHHldMNGwdfn+3wDwgdkja1jUvBDHg77h9kOc+1G&#10;LuhWBiNiCPscFdQhdLmUvqrJol+4jjhyFzdYDBEORuoBxxhuW5kmyVpabDg21NjRW03Vtfy2CnqX&#10;rvRUHvF0PW7PjTHL/rdYKvX0OL2+gAg0hX/xn/tDK8g2WZwb38QnI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FU4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7EcUA&#10;AADdAAAADwAAAGRycy9kb3ducmV2LnhtbESPwW7CMBBE70j8g7WVuBWnjUpDwKCChMQV2kOPi70k&#10;gXgdYgOhX4+RKnEczcwbzXTe2VpcqPWVYwVvwwQEsXam4kLBz/fqNQPhA7LB2jEpuJGH+azfm2Ju&#10;3JU3dNmGQkQI+xwVlCE0uZRel2TRD11DHL29ay2GKNtCmhavEW5r+Z4kI2mx4rhQYkPLkvRxe7YK&#10;1tWOPkZ6P7bZQm9+/04h/TwYpQYv3dcERKAuPMP/7bVRkGbpGB5v4hO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PHs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SBcYA&#10;AADdAAAADwAAAGRycy9kb3ducmV2LnhtbESPQWvCQBCF7wX/wzKCt7rRlmJTV6mFQkutUBW9Dtlp&#10;NpidDdk1xn/vHAo9zsyb9943X/a+Vh21sQpsYDLOQBEXwVZcGtjv3u9noGJCtlgHJgNXirBcDO7m&#10;mNtw4R/qtqlUYsIxRwMupSbXOhaOPMZxaIjl9htaj0nGttS2xYuY+1pPs+xJe6xYEhw29OaoOG3P&#10;3kCHm2t2dKvv589qXUw3q8OXlb0ZDfvXF1CJ+vQv/vv+sAYeZo/SX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lSB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5J/sUA&#10;AADdAAAADwAAAGRycy9kb3ducmV2LnhtbESPQUvDQBSE70L/w/IEb3bTKFJit0UKFY8ae+jxNfua&#10;Tc2+F3bXJvrrXUHwOMzMN8xqM/leXSjETtjAYl6AIm7Edtwa2L/vbpegYkK22AuTgS+KsFnPrlZY&#10;WRn5jS51alWGcKzQgEtpqLSOjSOPcS4DcfZOEjymLEOrbcAxw32vy6J40B47zgsOB9o6aj7qT29g&#10;fG6O5/J0sO47DLKrX+Vc9mLMzfX09Agq0ZT+w3/tF2vgbnm/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fkn+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RLscA&#10;AADdAAAADwAAAGRycy9kb3ducmV2LnhtbESP3WrCQBSE7wu+w3KE3tWNabEhdRWrFYpYxJ/en2ZP&#10;k9jdsyG71fTtu4Lg5TAz3zDjaWeNOFHra8cKhoMEBHHhdM2lgsN++ZCB8AFZo3FMCv7Iw3TSuxtj&#10;rt2Zt3TahVJECPscFVQhNLmUvqjIoh+4hjh63661GKJsS6lbPEe4NTJNkpG0WHNcqLCheUXFz+7X&#10;KlhuFuaYfmxnnzLM356/TLZ6XayVuu93sxcQgbpwC1/b71rBY/aUwu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HkS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5DMcA&#10;AADdAAAADwAAAGRycy9kb3ducmV2LnhtbESP3WrCQBSE7wXfYTlCb0rd1GgJaVaRgmihhfoDvT3J&#10;HpNg9mzIbmP69l2h4OUwM98w2Wowjeipc7VlBc/TCARxYXXNpYLTcfOUgHAeWWNjmRT8koPVcjzK&#10;MNX2ynvqD74UAcIuRQWV920qpSsqMuimtiUO3tl2Bn2QXSl1h9cAN42cRdGLNFhzWKiwpbeKisvh&#10;xyjovz7ycte79v2SPLpFnG+3n/pbqYfJsH4F4Wnw9/B/e6cVxMk8htub8AT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+Q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dsccA&#10;AADdAAAADwAAAGRycy9kb3ducmV2LnhtbESPQWvCQBSE70L/w/KE3nSjTSVGV6mFQi9CtT3o7Zl9&#10;JsHs23R3q6m/visUPA4z8w0zX3amEWdyvrasYDRMQBAXVtdcKvj6fBtkIHxA1thYJgW/5GG5eOjN&#10;Mdf2whs6b0MpIoR9jgqqENpcSl9UZNAPbUscvaN1BkOUrpTa4SXCTSPHSTKRBmuOCxW29FpRcdr+&#10;GAWrabb6/kh5fd0c9rTfHU7PY5co9djvXmYgAnXhHv5vv2sFT1mawu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kHbHHAAAA3QAAAA8AAAAAAAAAAAAAAAAAmAIAAGRy&#10;cy9kb3ducmV2LnhtbFBLBQYAAAAABAAEAPUAAACMAwAAAAA=&#10;" fillcolor="black" stroked="f"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7JMcA&#10;AADdAAAADwAAAGRycy9kb3ducmV2LnhtbESPQWvCQBSE7wX/w/KE3uqmViWkrqK2BUF70PbQ42v2&#10;NVmSfRuyW43+elcQPA4z8w0znXe2FgdqvXGs4HmQgCDOnTZcKPj++nhKQfiArLF2TApO5GE+6z1M&#10;MdPuyDs67EMhIoR9hgrKEJpMSp+XZNEPXEMcvT/XWgxRtoXULR4j3NZymCQTadFwXCixoVVJebX/&#10;twp+NhOT7gwNf7fn5bvejqvl51ul1GO/W7yCCNSFe/jWXmsFL+loDN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Bey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bb5sYA&#10;AADdAAAADwAAAGRycy9kb3ducmV2LnhtbESPQWsCMRSE74X+h/AK3jTbWmTZGkUsohcP2pZeH5vX&#10;zXY3L2sSdfXXN4LQ4zAz3zDTeW9bcSIfascKnkcZCOLS6ZorBZ8fq2EOIkRkja1jUnChAPPZ48MU&#10;C+3OvKPTPlYiQTgUqMDE2BVShtKQxTByHXHyfpy3GJP0ldQezwluW/mSZRNpsea0YLCjpaGy2R+t&#10;Ar/4fm+ufPxqsuv2Eta//SFHo9TgqV+8gYjUx//wvb3RCsb56w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bb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bz8YA&#10;AADdAAAADwAAAGRycy9kb3ducmV2LnhtbESPUWsCMRCE3wv9D2ELfZGaqy1VT6NIQRCUgtYfsF7W&#10;u6PJ5risevbXm4LQx2FmvmGm8847daY21oENvPYzUMRFsDWXBvbfy5cRqCjIFl1gMnClCPPZ48MU&#10;cxsuvKXzTkqVIBxzNFCJNLnWsajIY+yHhjh5x9B6lCTbUtsWLwnunR5k2Yf2WHNaqLChz4qKn93J&#10;G3CDgxuvh3Ej173eZL9etr0va8zzU7eYgBLq5D98b6+sgbfR+xD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7bz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1A+cMA&#10;AADdAAAADwAAAGRycy9kb3ducmV2LnhtbERPy2oCMRTdF/yHcAV3NaOWIlOj+ECYjYuOFrfXye1k&#10;aHIzTKKOfn2zKHR5OO/FqndW3KgLjWcFk3EGgrjyuuFawem4f52DCBFZo/VMCh4UYLUcvCww1/7O&#10;n3QrYy1SCIccFZgY21zKUBlyGMa+JU7ct+8cxgS7WuoO7yncWTnNsnfpsOHUYLClraHqp7w6Bbuy&#10;tdNTYTbh/HW4XGzx3NN5p9Ro2K8/QETq47/4z11oBbP5W5qb3qQn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1A+c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aq08UA&#10;AADdAAAADwAAAGRycy9kb3ducmV2LnhtbESPzWsCMRTE74X+D+EVvNWkVfzYGqWIguCpfhy8PZLn&#10;7rabl2UT3fW/N0LB4zAzv2Fmi85V4kpNKD1r+OgrEMTG25JzDYf9+n0CIkRki5Vn0nCjAIv568sM&#10;M+tb/qHrLuYiQThkqKGIsc6kDKYgh6Hva+LknX3jMCbZ5NI22Ca4q+SnUiPpsOS0UGBNy4LM3+7i&#10;NPyu5dYbheZ4OLYbOz6tRlQprXtv3fcXiEhdfIb/2xurYTAZTuHx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qr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w3vcIA&#10;AADdAAAADwAAAGRycy9kb3ducmV2LnhtbERPTYvCMBC9L/gfwix4W9NVXErXKCoIonhYFfE424xt&#10;aTMpSdT6781B8Ph435NZZxpxI+crywq+BwkI4tzqigsFx8PqKwXhA7LGxjIpeJCH2bT3McFM2zv/&#10;0W0fChFD2GeooAyhzaT0eUkG/cC2xJG7WGcwROgKqR3eY7hp5DBJfqTBimNDiS0tS8rr/dUoOF+3&#10;fNmNNnO3CCfbHXw9/E9rpfqf3fwXRKAuvMUv91orGKXjuD+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De9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oo9MgA&#10;AADdAAAADwAAAGRycy9kb3ducmV2LnhtbESPT2sCMRTE74V+h/CE3mpWW2VdjVILhV6E+uegt+fm&#10;ubu4edkmqa5+eiMUPA4z8xtmMmtNLU7kfGVZQa+bgCDOra64ULBZf72mIHxA1lhbJgUX8jCbPj9N&#10;MNP2zEs6rUIhIoR9hgrKEJpMSp+XZNB3bUMcvYN1BkOUrpDa4TnCTS37STKUBiuOCyU29FlSflz9&#10;GQXzUTr//XnnxXW539Fuuz8O+i5R6qXTfoxBBGrDI/zf/tYK3tJBD+5v4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yij0yAAAAN0AAAAPAAAAAAAAAAAAAAAAAJgCAABk&#10;cnMvZG93bnJldi54bWxQSwUGAAAAAAQABAD1AAAAjQMAAAAA&#10;" fillcolor="black" stroked="f"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MgsUA&#10;AADdAAAADwAAAGRycy9kb3ducmV2LnhtbESPQWsCMRSE7wX/Q3hCbzWr0iJboyyCtPS0akuvz81z&#10;s7h5WZI0bv99Uyj0OMzMN8x6O9peJPKhc6xgPitAEDdOd9wqeD/tH1YgQkTW2DsmBd8UYLuZ3K2x&#10;1O7GB0rH2IoM4VCiAhPjUEoZGkMWw8wNxNm7OG8xZulbqT3eMtz2clEUT9Jix3nB4EA7Q831+GUV&#10;pPOurpbpM5nDm69a7+qXj3Ot1P10rJ5BRBrjf/iv/aoVLFePC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Ey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8J68YA&#10;AADdAAAADwAAAGRycy9kb3ducmV2LnhtbESPQWvCQBSE74L/YXkFb7qxotjoKkXaUnuxTQv1+Mi+&#10;ZoPZtyG7xuivd4WCx2FmvmGW685WoqXGl44VjEcJCOLc6ZILBT/fr8M5CB+QNVaOScGZPKxX/d4S&#10;U+1O/EVtFgoRIexTVGBCqFMpfW7Ioh+5mjh6f66xGKJsCqkbPEW4reRjksykxZLjgsGaNobyQ3a0&#10;Cvx48/L7YS9P7f7N8C7bmtlnYZQaPHTPCxCBunAP/7fftYLJfDqB25v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8J6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52D2" w:rsidRDefault="003552D2" w:rsidP="003552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552D2" w:rsidRDefault="003552D2" w:rsidP="003552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2" w:rsidRDefault="003552D2" w:rsidP="003552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552D2" w:rsidRDefault="003552D2" w:rsidP="003552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552D2" w:rsidRPr="00B613B3" w:rsidRDefault="003552D2" w:rsidP="003552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№64</w:t>
      </w:r>
    </w:p>
    <w:p w:rsidR="003552D2" w:rsidRPr="00A71AA4" w:rsidRDefault="003552D2" w:rsidP="003552D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552D2" w:rsidRPr="00A71AA4" w:rsidRDefault="003552D2" w:rsidP="003552D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3552D2" w:rsidRPr="00A71AA4" w:rsidRDefault="003552D2" w:rsidP="003552D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3552D2" w:rsidRPr="00A71AA4" w:rsidRDefault="003552D2" w:rsidP="003552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Лучанському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В.І.</w:t>
      </w:r>
    </w:p>
    <w:p w:rsidR="003552D2" w:rsidRPr="00A71AA4" w:rsidRDefault="003552D2" w:rsidP="003552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2D2" w:rsidRPr="00A71AA4" w:rsidRDefault="003552D2" w:rsidP="003552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Лучанського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В.І.,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3552D2" w:rsidRPr="00A71AA4" w:rsidRDefault="003552D2" w:rsidP="003552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552D2" w:rsidRPr="00A71AA4" w:rsidRDefault="003552D2" w:rsidP="003552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Лучанському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Ігоровичу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0,1000 га,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Колом’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є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Шевченка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52D2" w:rsidRPr="00A71AA4" w:rsidRDefault="003552D2" w:rsidP="003552D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Лучанському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Ігоровичу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131EF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 w:rsidR="00E131E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E131E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0,1000 га,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номер: 6823986800:02:009:0007,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Колом’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є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Шевченка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52D2" w:rsidRPr="00A71AA4" w:rsidRDefault="003552D2" w:rsidP="003552D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Лучанському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В.І.,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3552D2" w:rsidRPr="00A71AA4" w:rsidRDefault="003552D2" w:rsidP="003552D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3552D2" w:rsidRPr="00A71AA4" w:rsidRDefault="003552D2" w:rsidP="003552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2D2" w:rsidRDefault="003552D2" w:rsidP="003552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2D2" w:rsidRPr="00A71AA4" w:rsidRDefault="003552D2" w:rsidP="003552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25E5" w:rsidRPr="003552D2" w:rsidRDefault="003552D2" w:rsidP="003552D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4725E5" w:rsidRPr="003552D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3AF" w:rsidRDefault="008703AF">
      <w:pPr>
        <w:spacing w:after="0" w:line="240" w:lineRule="auto"/>
      </w:pPr>
      <w:r>
        <w:separator/>
      </w:r>
    </w:p>
  </w:endnote>
  <w:endnote w:type="continuationSeparator" w:id="0">
    <w:p w:rsidR="008703AF" w:rsidRDefault="00870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3AF" w:rsidRDefault="008703AF">
      <w:pPr>
        <w:spacing w:after="0" w:line="240" w:lineRule="auto"/>
      </w:pPr>
      <w:r>
        <w:separator/>
      </w:r>
    </w:p>
  </w:footnote>
  <w:footnote w:type="continuationSeparator" w:id="0">
    <w:p w:rsidR="008703AF" w:rsidRDefault="008703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D2"/>
    <w:rsid w:val="003552D2"/>
    <w:rsid w:val="004725E5"/>
    <w:rsid w:val="008703AF"/>
    <w:rsid w:val="00A11D7E"/>
    <w:rsid w:val="00E1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D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552D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552D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552D2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2D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552D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552D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552D2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2021-02-01T07:12:00Z</dcterms:created>
  <dcterms:modified xsi:type="dcterms:W3CDTF">2021-02-01T07:47:00Z</dcterms:modified>
</cp:coreProperties>
</file>