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D9E" w:rsidRPr="00062C82" w:rsidRDefault="00EB7D9E" w:rsidP="00EB7D9E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EB7D9E" w:rsidRPr="00062C82" w:rsidRDefault="00EB7D9E" w:rsidP="00EB7D9E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EB7D9E" w:rsidRPr="00062C82" w:rsidRDefault="005D6F2F" w:rsidP="00EB7D9E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5D6F2F"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dsXMUA&#10;AADdAAAADwAAAGRycy9kb3ducmV2LnhtbESPS4vCQBCE74L/YWhhb+tEg7saHUVkVzwIi4/cm0zn&#10;gZmekJnV+O8dQfBYVNVX1GLVmVpcqXWVZQWjYQSCOLO64kLB+fT7OQXhPLLG2jIpuJOD1bLfW2Ci&#10;7Y0PdD36QgQIuwQVlN43iZQuK8mgG9qGOHi5bQ36INtC6hZvAW5qOY6iL2mw4rBQYkObkrLL8d8o&#10;sPF2t0+L8SH+4W/P679pnnZ7pT4G3XoOwlPn3+FXe6cVTGbxCJ5vwhO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x2xc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M2JcgA&#10;AADdAAAADwAAAGRycy9kb3ducmV2LnhtbESPQWsCMRSE74X+h/AKvUjNaqnVrVFEWFt7KKiFXh+b&#10;1822m5clSXX11xtB6HGYmW+Y6byzjdiTD7VjBYN+BoK4dLrmSsHnrngYgwgRWWPjmBQcKcB8dnsz&#10;xVy7A29ov42VSBAOOSowMba5lKE0ZDH0XUucvG/nLcYkfSW1x0OC20YOs2wkLdacFgy2tDRU/m7/&#10;rIKf4sN8LZ9PK9+bbOjUK95fm/VIqfu7bvECIlIX/8PX9ptW8DR5HMLlTXoCcnY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AzY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fxwcUA&#10;AADdAAAADwAAAGRycy9kb3ducmV2LnhtbESP32rCMBTG7wd7h3AG3gxNZ5m4zigy7BjeiO0e4NAc&#10;m7LmpDSxrW9vBoNdfnx/fnyb3WRbMVDvG8cKXhYJCOLK6YZrBd9lPl+D8AFZY+uYFNzIw277+LDB&#10;TLuRzzQUoRZxhH2GCkwIXSalrwxZ9AvXEUfv4nqLIcq+lrrHMY7bVi6TZCUtNhwJBjv6MFT9FFcb&#10;IacUT8fLWOafE454OBp+3p+Vmj1N+3cQgabwH/5rf2kFr29p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l/HB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W8FcYA&#10;AADdAAAADwAAAGRycy9kb3ducmV2LnhtbESPQUsDMRSE70L/Q3iCN5u1trWuTYtUBRE8WAult8fm&#10;dXfp5iUkz+76740geBxm5htmuR5cp84UU+vZwM24AEVcedtybWD3+XK9AJUE2WLnmQx8U4L1anSx&#10;xNL6nj/ovJVaZQinEg00IqHUOlUNOUxjH4izd/TRoWQZa20j9hnuOj0pirl22HJeaDDQpqHqtP1y&#10;Bt775/B2N58dwyFOJzo9WdlvxJiry+HxAZTQIP/hv/arNTC7v53C75v8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W8F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LMLsMA&#10;AADdAAAADwAAAGRycy9kb3ducmV2LnhtbESP3YrCMBCF74V9hzAL3sia7oqi1Sgiq4g3Rd0HGJqx&#10;KdtMShNtfXsjCF4ezs/HWaw6W4kbNb50rOB7mIAgzp0uuVDwd95+TUH4gKyxckwK7uRhtfzoLTDV&#10;ruUj3U6hEHGEfYoKTAh1KqXPDVn0Q1cTR+/iGoshyqaQusE2jttK/iTJRFosORIM1rQxlP+frjZC&#10;shFmh0t73u46bPH3YHiwPirV/+zWcxCBuvAOv9p7rWA8G43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LML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uH+cYA&#10;AADdAAAADwAAAGRycy9kb3ducmV2LnhtbESPQUsDMRSE74L/ITzBm81a7WrXpqVUBSl4sArS22Pz&#10;urt08xKSZ3f990YQPA4z8w2zWI2uVyeKqfNs4HpSgCKuve24MfDx/nx1DyoJssXeMxn4pgSr5fnZ&#10;AivrB36j004alSGcKjTQioRK61S35DBNfCDO3sFHh5JlbLSNOGS46/W0KErtsOO80GKgTUv1cffl&#10;DLwOT2F7V84OYR9vpzo9WvnciDGXF+P6AZTQKP/hv/aLNTCb35T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uH+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eCHMcA&#10;AADdAAAADwAAAGRycy9kb3ducmV2LnhtbESPQWsCMRSE74L/ITyhF6nZKrZ1NYoWggULpbbQ62Pz&#10;3F26eVmS1N3+e1MQPA4z8w2z2vS2EWfyoXas4GGSgSAunKm5VPD1qe+fQYSIbLBxTAr+KMBmPRys&#10;MDeu4w86H2MpEoRDjgqqGNtcylBUZDFMXEucvJPzFmOSvpTGY5fgtpHTLHuUFmtOCxW29FJR8XP8&#10;tQp271058+Ni17vDaf8919roN63U3ajfLkFE6uMtfG2/GgXzxewJ/t+kJ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Xghz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BMK8EA&#10;AADdAAAADwAAAGRycy9kb3ducmV2LnhtbERP3WrCMBS+H/gO4Qi7m6luilajiFIYYzf+PMChOTbV&#10;5qQksda3NxeDXX58/6tNbxvRkQ+1YwXjUQaCuHS65krB+VR8zEGEiKyxcUwKnhRgsx68rTDX7sEH&#10;6o6xEimEQ44KTIxtLmUoDVkMI9cSJ+7ivMWYoK+k9vhI4baRkyybSYs1pwaDLe0Mlbfj3Soofia/&#10;3e2ufeG2/ZelqbnO90ap92G/XYKI1Md/8Z/7WyuYLj7T3P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SwTCv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Sz9cYA&#10;AADdAAAADwAAAGRycy9kb3ducmV2LnhtbESPQWsCMRSE70L/Q3iFXkrNqih1axQVQgUFqS30+tg8&#10;d5duXpYkdbf/3ggFj8PMfMMsVr1txIV8qB0rGA0zEMSFMzWXCr4+9csriBCRDTaOScEfBVgtHwYL&#10;zI3r+IMup1iKBOGQo4IqxjaXMhQVWQxD1xIn7+y8xZikL6Xx2CW4beQ4y2bSYs1pocKWthUVP6df&#10;q2Bz7MqJfy42vduf37+nWht90Eo9PfbrNxCR+ngP/7d3RsF0PpnD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kSz9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AzUMAA&#10;AADdAAAADwAAAGRycy9kb3ducmV2LnhtbERPzYrCMBC+L/gOYQRva6rootUoohRk2cuqDzA0Y1Nt&#10;JiWJtb69OSzs8eP7X29724iOfKgdK5iMMxDEpdM1Vwou5+JzASJEZI2NY1LwogDbzeBjjbl2T/6l&#10;7hQrkUI45KjAxNjmUobSkMUwdi1x4q7OW4wJ+kpqj88Ubhs5zbIvabHm1GCwpb2h8n56WAXF9/Sn&#10;uz+0L9yun1mam9viYJQaDfvdCkSkPv6L/9xHrWC+nKX96U16AnLz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AzUM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mM7cMA&#10;AADdAAAADwAAAGRycy9kb3ducmV2LnhtbESP0YrCMBRE34X9h3AX9s2mVbtoNcoiuOijdT/g0lzb&#10;YnPTbaKtf28EwcdhZs4wq81gGnGjztWWFSRRDIK4sLrmUsHfaTeeg3AeWWNjmRTcycFm/TFaYaZt&#10;z0e65b4UAcIuQwWV920mpSsqMugi2xIH72w7gz7IrpS6wz7ATSMncfwtDdYcFipsaVtRccmvRsHs&#10;3v/+5+kl3mlDyWHaHtgXqVJfn8PPEoSnwb/Dr/ZeK0gXswSeb8IT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mM7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kLhsUA&#10;AADdAAAADwAAAGRycy9kb3ducmV2LnhtbESPQWvCQBSE7wX/w/KE3pqNQaWmriJKivTUpmnPj+wz&#10;CWbfhuxG47/vCkKPw8x8w6y3o2nFhXrXWFYwi2IQxKXVDVcKiu/s5RWE88gaW8uk4EYOtpvJ0xpT&#10;ba/8RZfcVyJA2KWooPa+S6V0ZU0GXWQ74uCdbG/QB9lXUvd4DXDTyiSOl9Jgw2Ghxo72NZXnfDAK&#10;huVvUvDpQ3/mh9v76pDtnPyplHqejrs3EJ5G/x9+tI9awWI1T+D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iQuG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bRGsgA&#10;AADdAAAADwAAAGRycy9kb3ducmV2LnhtbESPT2vCQBTE7wW/w/IEb3VT/wSNrqJCofWgVO2ht2f2&#10;NYlm36bZrcZv3xWEHoeZ+Q0znTemFBeqXWFZwUs3AkGcWl1wpuCwf30egXAeWWNpmRTcyMF81nqa&#10;YqLtlT/osvOZCBB2CSrIva8SKV2ak0HXtRVx8L5tbdAHWWdS13gNcFPKXhTF0mDBYSHHilY5pefd&#10;r1HwuR3F4+3yfXBab47YN/rnSxexUp12s5iA8NT4//Cj/aYVDMeDPtzfh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ZtEa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eLncYA&#10;AADdAAAADwAAAGRycy9kb3ducmV2LnhtbESPQWvCQBSE74L/YXlCb7pRU7Exq7SKtnjStNDrI/tM&#10;gtm3IbvV6K93C4Ueh5n5hklXnanFhVpXWVYwHkUgiHOrKy4UfH1uh3MQziNrrC2Tghs5WC37vRQT&#10;ba98pEvmCxEg7BJUUHrfJFK6vCSDbmQb4uCdbGvQB9kWUrd4DXBTy0kUzaTBisNCiQ2tS8rP2Y9R&#10;cJ9948G9T942U+3pFs93dn/YKfU06F4XIDx1/j/81/7QCp5f4hh+34Qn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eLn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N9vsQA&#10;AADdAAAADwAAAGRycy9kb3ducmV2LnhtbESP0WrCQBRE3wX/YbmCb7pRkqLRVaQo9K0a/YBL9roJ&#10;Zu/G7FbTfn23IPRxmJkzzHrb20Y8qPO1YwWzaQKCuHS6ZqPgcj5MFiB8QNbYOCYF3+RhuxkO1phr&#10;9+QTPYpgRISwz1FBFUKbS+nLiiz6qWuJo3d1ncUQZWek7vAZ4baR8yR5kxZrjgsVtvReUXkrvqyC&#10;u5tnui/2+HnbL4+1Men955QqNR71uxWIQH34D7/aH1pBtkwz+HsTn4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1jfb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BpocUA&#10;AADdAAAADwAAAGRycy9kb3ducmV2LnhtbESPzW7CMBCE75V4B2uRuBWn/AQIGNRWQuIK5cBxsZck&#10;NF6H2IWUp8eVkHoczcw3msWqtZW4UuNLxwre+gkIYu1MybmC/df6dQrCB2SDlWNS8EseVsvOywIz&#10;4268pesu5CJC2GeooAihzqT0uiCLvu9q4uidXGMxRNnk0jR4i3BbyUGSpNJiyXGhwJo+C9Lfux+r&#10;YFMeaZzq08xOP/T2cL+E4eRslOp12/c5iEBt+A8/2xujYDwbpfD3Jj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kGmh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U/zsIA&#10;AADdAAAADwAAAGRycy9kb3ducmV2LnhtbERPXWvCMBR9H/gfwhX2NlNF5+yMosJAcRN04l4vzbUp&#10;NjelibX+ezMY7PF8c6bz1paiodoXjhX0ewkI4szpgnMFx++PlzcQPiBrLB2Tgjt5mM86T1NMtbvx&#10;nppDyEUsYZ+iAhNClUrpM0MWfc9VxFE7u9piiLDOpa7xFsttKQdJ8iotFhwXDFa0MpRdDleroMHd&#10;Pfkxy6/JpvjMBrvlaasjr5677eIdRKA2/Jv/0mutYDQZjuH3TXwCcv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1T/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EV3MIA&#10;AADdAAAADwAAAGRycy9kb3ducmV2LnhtbERPPU/DMBDdkfgP1iF1ow5RQSWtWyGkIkZIOzBe42uc&#10;Et9FtmkCvx4PSIxP73u9nXyvLhRiJ2zgbl6AIm7EdtwaOOx3t0tQMSFb7IXJwDdF2G6ur9ZYWRn5&#10;nS51alUO4VihAZfSUGkdG0ce41wG4sydJHhMGYZW24BjDve9LoviQXvsODc4HOjZUfNZf3kD40tz&#10;PJenD+t+wiC7+k3OZS/GzG6mpxWoRFP6F/+5X62B+8dF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cRXc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b24McA&#10;AADdAAAADwAAAGRycy9kb3ducmV2LnhtbESP3WoCMRSE7wu+QziCdzVbsa2uRvGngkiLqO39cXO6&#10;u5qcLJtU17dvhEIvh5n5hhlPG2vEhWpfOlbw1E1AEGdOl5wr+DysHgcgfEDWaByTght5mE5aD2NM&#10;tbvyji77kIsIYZ+igiKEKpXSZwVZ9F1XEUfv29UWQ5R1LnWN1wi3RvaS5EVaLDkuFFjRoqDsvP+x&#10;ClbbpTn1PnazLxkWb69HM9jMl+9KddrNbAQiUBP+w3/ttVbwPOwP4f4mPgE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dW9u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IEGcQA&#10;AADdAAAADwAAAGRycy9kb3ducmV2LnhtbERPy2rCQBTdC/2H4Ra6EZ3YErGpY5BCiYUKvqDba+Y2&#10;CcncCZlpkv59ZyG4PJz3Oh1NI3rqXGVZwWIegSDOra64UHA5f8xWIJxH1thYJgV/5CDdPEzWmGg7&#10;8JH6ky9ECGGXoILS+zaR0uUlGXRz2xIH7sd2Bn2AXSF1h0MIN418jqKlNFhxaCixpfeS8vr0axT0&#10;h69rsetd+1mvpi5+uWbZXn8r9fQ4bt9AeBr9XXxz77SC+DUO+8Ob8ATk5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SBBn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/dS8cA&#10;AADdAAAADwAAAGRycy9kb3ducmV2LnhtbESPQWsCMRSE70L/Q3gFb5pV3KJbo1RB8CKo7aHenpvX&#10;3cXNy5pEXf31jVDocZiZb5jpvDW1uJLzlWUFg34Cgji3uuJCwdfnqjcG4QOyxtoyKbiTh/nspTPF&#10;TNsb7+i6D4WIEPYZKihDaDIpfV6SQd+3DXH0fqwzGKJ0hdQObxFuajlMkjdpsOK4UGJDy5Ly0/5i&#10;FCwm48V5O+LNY3c80OH7eEqHLlGq+9p+vIMI1Ib/8F97rRWkk3QAzzfxCc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/3UvHAAAA3QAAAA8AAAAAAAAAAAAAAAAAmAIAAGRy&#10;cy9kb3ducmV2LnhtbFBLBQYAAAAABAAEAPUAAACMAwAAAAA=&#10;" fillcolor="black" stroked="f"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SAMsgA&#10;AADdAAAADwAAAGRycy9kb3ducmV2LnhtbESPT2vCQBTE74V+h+UVequbBiIaXaVWBaH24J+Dx2f2&#10;NVmSfRuyW41++m6h0OMwM79hpvPeNuJCnTeOFbwOEhDEhdOGSwXHw/plBMIHZI2NY1JwIw/z2ePD&#10;FHPtrryjyz6UIkLY56igCqHNpfRFRRb9wLXE0ftyncUQZVdK3eE1wm0j0yQZSouG40KFLb1XVNT7&#10;b6vg9DE0o52h9Ly9L1Z6m9WLz2Wt1PNT/zYBEagP/+G/9kYryMZZCr9v4hOQs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BIAy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0bHMYA&#10;AADdAAAADwAAAGRycy9kb3ducmV2LnhtbESPQWsCMRSE74L/ITyhN83WotitUcRS6sWDtqXXx+Z1&#10;s93NyzaJuvrrjSD0OMzMN8x82dlGHMmHyrGCx1EGgrhwuuJSwefH23AGIkRkjY1jUnCmAMtFvzfH&#10;XLsT7+i4j6VIEA45KjAxtrmUoTBkMYxcS5y8H+ctxiR9KbXHU4LbRo6zbCotVpwWDLa0NlTU+4NV&#10;4Fffr/WFD191dtmew/tv9zdDo9TDoFu9gIjUxf/wvb3RCibPkye4vU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0bH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Am2sYA&#10;AADdAAAADwAAAGRycy9kb3ducmV2LnhtbESPUWsCMRCE3wv9D2ELfSk1p6itp1FEKAiKoPUHbC/b&#10;u8Nkc1xWPfvrG6HQx2FmvmFmi847daE21oEN9HsZKOIi2JpLA8fPj9d3UFGQLbrAZOBGERbzx4cZ&#10;5jZceU+Xg5QqQTjmaKASaXKtY1GRx9gLDXHyvkPrUZJsS21bvCa4d3qQZWPtsea0UGFDq4qK0+Hs&#10;DbjBl5ts3uJWbke9zX687F921pjnp245BSXUyX/4r722BkaT0RDub9IT0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Am2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CMBcYA&#10;AADdAAAADwAAAGRycy9kb3ducmV2LnhtbESPQWsCMRSE74X+h/AKvdWswkq7NYqtCHvx4Nbi9bl5&#10;3SxNXpZNqqu/3ghCj8PMfMPMFoOz4kh9aD0rGI8yEMS11y03CnZf65dXECEia7SeScGZAizmjw8z&#10;LLQ/8ZaOVWxEgnAoUIGJsSukDLUhh2HkO+Lk/fjeYUyyb6Tu8ZTgzspJlk2lw5bTgsGOPg3Vv9Wf&#10;U7CqOjvZleYj7L83h4MtL2var5R6fhqW7yAiDfE/fG+XWkH+ludwe5Oe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CMB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Vdw8UA&#10;AADdAAAADwAAAGRycy9kb3ducmV2LnhtbESPzWrDMBCE74W8g9hAb42UQtzWjWxCaCCQU/Nz6G2R&#10;NrYTa2UsNXbfvgoUehxm5htmWY6uFTfqQ+NZw3ymQBAbbxuuNBwPm6dXECEiW2w9k4YfClAWk4cl&#10;5tYP/Em3faxEgnDIUUMdY5dLGUxNDsPMd8TJO/veYUyyr6TtcUhw18pnpTLpsOG0UGNH65rMdf/t&#10;NFw2cueNQnM6noatffn6yKhVWj9Ox9U7iEhj/A//tbdWw+JtkcH9TXoCs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lV3D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BadsYA&#10;AADdAAAADwAAAGRycy9kb3ducmV2LnhtbESPW2sCMRSE3wv+h3AKfavZKt5Wo6hQKJU+eEF8PG6O&#10;u8tuTpYk6vbfN4LQx2FmvmFmi9bU4kbOl5YVfHQTEMSZ1SXnCg77z/cxCB+QNdaWScEveVjMOy8z&#10;TLW985Zuu5CLCGGfooIihCaV0mcFGfRd2xBH72KdwRCly6V2eI9wU8tekgylwZLjQoENrQvKqt3V&#10;KDhdN3z56X8v3Socbbv3Ve88rpR6e22XUxCB2vAffra/tILBZDCCx5v4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8Bad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V01sQA&#10;AADdAAAADwAAAGRycy9kb3ducmV2LnhtbERPy4rCMBTdD/gP4QruxlSZDlqNogMDboTxsdDdtbm2&#10;xeamk0Stfv1kMeDycN7TeWtqcSPnK8sKBv0EBHFudcWFgv3u+30EwgdkjbVlUvAgD/NZ522KmbZ3&#10;3tBtGwoRQ9hnqKAMocmk9HlJBn3fNsSRO1tnMEToCqkd3mO4qeUwST6lwYpjQ4kNfZWUX7ZXo2A5&#10;Hi1/fz54/dycjnQ8nC7p0CVK9brtYgIiUBte4n/3SitIx2mcG9/EJ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dNbEAAAA3QAAAA8AAAAAAAAAAAAAAAAAmAIAAGRycy9k&#10;b3ducmV2LnhtbFBLBQYAAAAABAAEAPUAAACJAwAAAAA=&#10;" fillcolor="black" stroked="f"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UrTMUA&#10;AADdAAAADwAAAGRycy9kb3ducmV2LnhtbESPQUsDMRSE70L/Q3gFbzbbSsVum5alIIqnbVV6fd08&#10;N4ublyWJ6frvjSD0OMzMN8xmN9peJPKhc6xgPitAEDdOd9wqeH97unsEESKyxt4xKfihALvt5GaD&#10;pXYXPlA6xlZkCIcSFZgYh1LK0BiyGGZuIM7ep/MWY5a+ldrjJcNtLxdF8SAtdpwXDA60N9R8Hb+t&#10;gnTe19V9OiVzePVV6139/HGulbqdjtUaRKQxXsP/7RetYLlaruD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9StM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onsMA&#10;AADdAAAADwAAAGRycy9kb3ducmV2LnhtbERPz2vCMBS+D/wfwhN2m6kDy6xGEXGyeZlWQY+P5tkU&#10;m5fSZLXbX28Ogx0/vt/zZW9r0VHrK8cKxqMEBHHhdMWlgtPx/eUNhA/IGmvHpOCHPCwXg6c5Ztrd&#10;+UBdHkoRQ9hnqMCE0GRS+sKQRT9yDXHkrq61GCJsS6lbvMdwW8vXJEmlxYpjg8GG1oaKW/5tFfjx&#10;enPe2d9pd9ka/so/TbovjVLPw341AxGoD//iP/eHVjCZpnF/fBOf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Sons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EB7D9E" w:rsidRPr="00062C82" w:rsidRDefault="00EB7D9E" w:rsidP="00EB7D9E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EB7D9E" w:rsidRPr="00062C82" w:rsidRDefault="00EB7D9E" w:rsidP="00EB7D9E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EB7D9E" w:rsidRPr="00062C82" w:rsidRDefault="00EB7D9E" w:rsidP="00EB7D9E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EB7D9E" w:rsidRPr="00062C82" w:rsidRDefault="00EB7D9E" w:rsidP="00EB7D9E">
      <w:pPr>
        <w:tabs>
          <w:tab w:val="left" w:pos="4424"/>
        </w:tabs>
        <w:rPr>
          <w:rFonts w:ascii="Times New Roman" w:hAnsi="Times New Roman" w:cs="Times New Roman"/>
        </w:rPr>
      </w:pPr>
    </w:p>
    <w:p w:rsidR="00EB7D9E" w:rsidRPr="00062C82" w:rsidRDefault="00EB7D9E" w:rsidP="00EB7D9E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EB7D9E" w:rsidRPr="00062C82" w:rsidRDefault="00EB7D9E" w:rsidP="00EB7D9E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EB7D9E" w:rsidRPr="00062C82" w:rsidRDefault="00EB7D9E" w:rsidP="00EB7D9E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EB7D9E" w:rsidRPr="00062C82" w:rsidRDefault="00EB7D9E" w:rsidP="00EB7D9E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EB7D9E" w:rsidRPr="00062C82" w:rsidRDefault="00EB7D9E" w:rsidP="00EB7D9E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5D6F2F" w:rsidRPr="005D6F2F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bdNsYA&#10;AADdAAAADwAAAGRycy9kb3ducmV2LnhtbESPS2vDMBCE74X8B7GB3ho5Nk0TJ0oIpS0+BEoevi/W&#10;+kGslbFU2/33VaHQ4zAz3zC7w2RaMVDvGssKlosIBHFhdcOVgtv1/WkNwnlkja1lUvBNDg772cMO&#10;U21HPtNw8ZUIEHYpKqi971IpXVGTQbewHXHwStsb9EH2ldQ9jgFuWhlH0UoabDgs1NjRa03F/fJl&#10;FNjkIzvlVXxO3vjF8/FzXebTSanH+XTcgvA0+f/wXzvTCp43qxh+34QnIP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6bdN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y8o8gA&#10;AADdAAAADwAAAGRycy9kb3ducmV2LnhtbESPQUsDMRSE74X+h/CEXorNqrjatWmRwqrtQWgVvD42&#10;z83WzcuSpO3aX2+EQo/DzHzDzBa9bcWBfGgcK7iZZCCIK6cbrhV8fpTXjyBCRNbYOiYFvxRgMR8O&#10;Zlhod+QNHbaxFgnCoUAFJsaukDJUhiyGieuIk/ftvMWYpK+l9nhMcNvK2yzLpcWG04LBjpaGqp/t&#10;3irYle/ma/lwevHj6YZO43L92q5ypUZX/fMTiEh9vITP7Tet4H6a38H/m/QE5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/Lyj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1GqMMA&#10;AADdAAAADwAAAGRycy9kb3ducmV2LnhtbESP24rCMBRF34X5h3AG5kU0HW9oxygio4gv4uUDDs2x&#10;KdOclCZj698bQfBxsy+LPV+2thQ3qn3hWMF3PwFBnDldcK7gct70piB8QNZYOiYFd/KwXHx05phq&#10;1/CRbqeQizjCPkUFJoQqldJnhiz6vquIo3d1tcUQZZ1LXWMTx20pB0kykRYLjgSDFa0NZX+nfxsh&#10;hyEe9tfmvNm22ODv3nB3dVTq67Nd/YAI1IZ3+NXeaQXj2WQE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M1Gq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o2k8YA&#10;AADdAAAADwAAAGRycy9kb3ducmV2LnhtbESPQUvDQBSE70L/w/IK3uzGYqKm3RapCiJ4sArS2yP7&#10;mgSzb5fdZxP/vSsIHoeZ+YZZbyc3qBPF1Hs2cLkoQBE33vbcGnh/e7y4AZUE2eLgmQx8U4LtZna2&#10;xtr6kV/ptJdWZQinGg10IqHWOjUdOUwLH4izd/TRoWQZW20jjhnuBr0siko77DkvdBho11Hzuf9y&#10;Bl7Gh/B8XZXHcIhXS53urXzsxJjz+XS3AiU0yX/4r/1kDZS3VQm/b/IT0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jo2k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N9RMMA&#10;AADdAAAADwAAAGRycy9kb3ducmV2LnhtbESP3YrCMBCF7wXfIYywN6Kpu1i0GkVkXcQb8ecBhmZs&#10;is2kNNF2336zIHh5OD8fZ7nubCWe1PjSsYLJOAFBnDtdcqHgetmNZiB8QNZYOSYFv+Rhver3lphp&#10;1/KJnudQiDjCPkMFJoQ6k9Lnhiz6sauJo3dzjcUQZVNI3WAbx20lP5MklRZLjgSDNW0N5ffzw0bI&#10;8QuPh1t72f102OL3wfBwc1LqY9BtFiACdeEdfrX3WsF0nqbw/yY+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1N9R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QNf8YA&#10;AADdAAAADwAAAGRycy9kb3ducmV2LnhtbESPQUsDMRSE70L/Q3gFbzZrsVtdmxapCiL00FYQb4/N&#10;6+7i5iUkz+76740geBxm5htmtRldr84UU+fZwPWsAEVce9txY+Dt+Hx1CyoJssXeMxn4pgSb9eRi&#10;hZX1A+/pfJBGZQinCg20IqHSOtUtOUwzH4izd/LRoWQZG20jDhnuej0vilI77DgvtBho21L9efhy&#10;BnbDU3hdlotT+Ig3c50erbxvxZjL6fhwD0polP/wX/vFGljclU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QNf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s5c8MA&#10;AADdAAAADwAAAGRycy9kb3ducmV2LnhtbERPW2vCMBR+F/Yfwhn4Mma6ibJVo8xBUJggXmCvh+bY&#10;FpuTkkTb/fvlQfDx47vPl71txI18qB0reBtlIIgLZ2ouFZyO+vUDRIjIBhvHpOCPAiwXT4M55sZ1&#10;vKfbIZYihXDIUUEVY5tLGYqKLIaRa4kTd3beYkzQl9J47FK4beR7lk2lxZpTQ4UtfVdUXA5Xq2C1&#10;68qxfylWvfs5r38nWhu91UoNn/uvGYhIfXyI7+6NUTD5nKa56U16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s5c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/GrcQA&#10;AADdAAAADwAAAGRycy9kb3ducmV2LnhtbESP0WoCMRRE3wv+Q7gF32q2UkW3RhHLgogvVT/gsrlu&#10;tm5uliSu698bQejjMDNnmMWqt43oyIfasYLPUQaCuHS65krB6Vh8zECEiKyxcUwK7hRgtRy8LTDX&#10;7sa/1B1iJRKEQ44KTIxtLmUoDVkMI9cSJ+/svMWYpK+k9nhLcNvIcZZNpcWa04LBljaGysvhahUU&#10;u/G+u1y1L9y6/7I0MX+zH6PU8L1ff4OI1Mf/8Ku91Qom8+kcnm/SE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Pxq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SjqMQA&#10;AADdAAAADwAAAGRycy9kb3ducmV2LnhtbERPW2vCMBR+H+w/hDPYy9B0G06tRpmDoOBAvICvh+bY&#10;ljUnJcls/ffmYbDHj+8+X/a2EVfyoXas4HWYgSAunKm5VHA66sEERIjIBhvHpOBGAZaLx4c55sZ1&#10;vKfrIZYihXDIUUEVY5tLGYqKLIaha4kTd3HeYkzQl9J47FK4beRbln1IizWnhgpb+qqo+Dn8WgWr&#10;XVe++5di1bvtZX0eaW30t1bq+an/nIGI1Md/8Z97YxSMpuO0P71JT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Uo6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BcdsQA&#10;AADdAAAADwAAAGRycy9kb3ducmV2LnhtbESP3WoCMRSE7wu+QzhC72pWqVVXo4hloZTe+PMAh81x&#10;s7o5WZK4bt++KQheDjPzDbPa9LYRHflQO1YwHmUgiEuna64UnI7F2xxEiMgaG8ek4JcCbNaDlxXm&#10;2t15T90hViJBOOSowMTY5lKG0pDFMHItcfLOzluMSfpKao/3BLeNnGTZh7RYc1ow2NLOUHk93KyC&#10;4nvy011v2hdu279bmprL/NMo9Trst0sQkfr4DD/aX1rBdDEb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gXH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fYJ8MA&#10;AADdAAAADwAAAGRycy9kb3ducmV2LnhtbESP3YrCMBSE7wXfIRzBO011rT/VKMuCsl5afYBDc2yL&#10;zUltsra+vVkQvBxm5htms+tMJR7UuNKygsk4AkGcWV1yruBy3o+WIJxH1lhZJgVPcrDb9nsbTLRt&#10;+USP1OciQNglqKDwvk6kdFlBBt3Y1sTBu9rGoA+yyaVusA1wU8lpFM2lwZLDQoE1/RSU3dI/o2D2&#10;bA/3NL5Fe21ocvyqj+yzWKnhoPteg/DU+U/43f7VCuLVYgr/b8ITkN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fYJ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lkoMYA&#10;AADdAAAADwAAAGRycy9kb3ducmV2LnhtbESPS2vDMBCE74X8B7GF3hq5Kc3DiRJCjEvpKXEe58Xa&#10;2CbWylhKbP/7qlDocZiZb5jVpje1eFDrKssK3sYRCOLc6ooLBadj+joH4TyyxtoyKRjIwWY9elph&#10;rG3HB3pkvhABwi5GBaX3TSyly0sy6Ma2IQ7e1bYGfZBtIXWLXYCbWk6iaCoNVhwWSmxoV1J+y+5G&#10;wX16mZz4+q33WTJ8LpJ06+S5UOrlud8uQXjq/X/4r/2lFXwsZu/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lko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OD08gA&#10;AADdAAAADwAAAGRycy9kb3ducmV2LnhtbESPzW7CMBCE70h9B2srcQOHlgZIMahFQqIcivjpobdt&#10;vCRp43WIDYS3r5GQOI5m5hvNeNqYUpyodoVlBb1uBII4tbrgTMFuO+8MQTiPrLG0TAou5GA6eWiN&#10;MdH2zGs6bXwmAoRdggpy76tESpfmZNB1bUUcvL2tDfog60zqGs8Bbkr5FEWxNFhwWMixollO6d/m&#10;aBR8rYbxaPX+0f9dfv7gs9GHb13ESrUfm7dXEJ4afw/f2gut4GU06MP1TXgCcvI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44PT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fku8YA&#10;AADdAAAADwAAAGRycy9kb3ducmV2LnhtbESPW2vCQBSE3wX/w3KEvulGW28xG+mFavHJG/h6yB6T&#10;YPZsyG419td3CwUfh5n5hkmWranElRpXWlYwHEQgiDOrS84VHA+f/RkI55E1VpZJwZ0cLNNuJ8FY&#10;2xvv6Lr3uQgQdjEqKLyvYyldVpBBN7A1cfDOtjHog2xyqRu8Bbip5CiKJtJgyWGhwJreC8ou+2+j&#10;4Gdywq1bj94+nrWn+8tsZTfblVJPvfZ1AcJT6x/h//aXVjCeT8fw9yY8AZn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9fku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0pdMYA&#10;AADdAAAADwAAAGRycy9kb3ducmV2LnhtbESP0WrCQBRE3wv9h+UW+lY3FbU1ZhOKWOibmvYDLtnr&#10;JiR7N2ZXTfv1XUHwcZiZM0xWjLYTZxp841jB6yQBQVw53bBR8PP9+fIOwgdkjZ1jUvBLHor88SHD&#10;VLsL7+lcBiMihH2KCuoQ+lRKX9Vk0U9cTxy9gxsshigHI/WAlwi3nZwmyUJabDgu1NjTuqaqLU9W&#10;wdFN53osN7htN8tdY8zs+LefKfX8NH6sQAQawz18a39pBfPl2wKub+ITk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90pd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AGh8UA&#10;AADdAAAADwAAAGRycy9kb3ducmV2LnhtbESPwW7CMBBE75X6D9ZW4lacUkFCwES0EhJXoIceF3tJ&#10;AvE6jV2S9usxUqUeRzPzRrMsBtuIK3W+dqzgZZyAINbO1Fwq+DhsnjMQPiAbbByTgh/yUKweH5aY&#10;G9fzjq77UIoIYZ+jgiqENpfS64os+rFriaN3cp3FEGVXStNhH+G2kZMkmUmLNceFClt6r0hf9t9W&#10;wbY+0nSmT3Obvend5+9XeE3PRqnR07BegAg0hP/wX3trFEznaQr3N/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sAaH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ZhAcYA&#10;AADdAAAADwAAAGRycy9kb3ducmV2LnhtbESPQWvCQBCF7wX/wzJCb7qp0FpTV9FCwaIVakt7HbLT&#10;bDA7G7JrjP/eOQg9zsyb9943X/a+Vh21sQps4GGcgSIugq24NPD99TZ6BhUTssU6MBm4UITlYnA3&#10;x9yGM39Sd0ilEhOOORpwKTW51rFw5DGOQ0Mst7/QekwytqW2LZ7F3Nd6kmVP2mPFkuCwoVdHxfFw&#10;8gY63F+yX7f+mL1Xu2KyX/9srezN/bBfvYBK1Kd/8e17Yw08zqZSV2iE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SZhA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F6+sUA&#10;AADdAAAADwAAAGRycy9kb3ducmV2LnhtbESPQUvDQBSE70L/w/IEb3ZjQG1jt6UIFY+a9uDxmX3N&#10;pmbfC7trE/31riB4HGbmG2a1mXyvzhRiJ2zgZl6AIm7EdtwaOOx31wtQMSFb7IXJwBdF2KxnFyus&#10;rIz8Suc6tSpDOFZowKU0VFrHxpHHOJeBOHtHCR5TlqHVNuCY4b7XZVHcaY8d5wWHAz06aj7qT29g&#10;fGreT+XxzbrvMMiufpFT2YsxV5fT9gFUoin9h//az9bA7fJ+Cb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UXr6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Xl58QA&#10;AADdAAAADwAAAGRycy9kb3ducmV2LnhtbERPW2vCMBR+H/gfwhF8W9MJm7UzivMCY0zE2/tZc9ZW&#10;k5PSZNr9++VB2OPHd5/MOmvElVpfO1bwlKQgiAunay4VHA/rxwyED8gajWNS8EseZtPewwRz7W68&#10;o+s+lCKGsM9RQRVCk0vpi4os+sQ1xJH7dq3FEGFbSt3iLYZbI4dp+iIt1hwbKmxoUVFx2f9YBevt&#10;0pyHm938JMNiNfoy2cfb8lOpQb+bv4II1IV/8d39rhU8j7O4P76JT0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V5ef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6NxccA&#10;AADdAAAADwAAAGRycy9kb3ducmV2LnhtbESPQWvCQBSE74L/YXlCL6VutChpzEZEEC1UsCr0+sw+&#10;k2D2bchuY/rvu4WCx2FmvmHSZW9q0VHrKssKJuMIBHFudcWFgvNp8xKDcB5ZY22ZFPyQg2U2HKSY&#10;aHvnT+qOvhABwi5BBaX3TSKly0sy6Ma2IQ7e1bYGfZBtIXWL9wA3tZxG0VwarDgslNjQuqT8dvw2&#10;CrrDx6XYda55v8XPbvZ62W73+kupp1G/WoDw1PtH+L+90wpmb/EE/t6EJy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s+jc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1ve8cA&#10;AADdAAAADwAAAGRycy9kb3ducmV2LnhtbESPT2vCQBTE74LfYXmF3nTTUCVGV9FCoZeCf3qot2f2&#10;mQSzb9Pdrab99K4geBxm5jfMbNGZRpzJ+dqygpdhAoK4sLrmUsHX7n2QgfABWWNjmRT8kYfFvN+b&#10;Ya7thTd03oZSRAj7HBVUIbS5lL6oyKAf2pY4ekfrDIYoXSm1w0uEm0amSTKWBmuOCxW29FZRcdr+&#10;GgWrSbb6Wb/y5//msKf99+E0Sl2i1PNTt5yCCNSFR/je/tAKRpMshdub+ATk/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tNb3vHAAAA3QAAAA8AAAAAAAAAAAAAAAAAmAIAAGRy&#10;cy9kb3ducmV2LnhtbFBLBQYAAAAABAAEAPUAAACMAwAAAAA=&#10;" fillcolor="black" stroked="f"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gJ7scA&#10;AADdAAAADwAAAGRycy9kb3ducmV2LnhtbESPQWvCQBSE7wX/w/KE3uqmFiVNXUVtC4J60PbQ42v2&#10;NVmSfRuyW43+elcQPA4z8w0zmXW2FgdqvXGs4HmQgCDOnTZcKPj++nxKQfiArLF2TApO5GE27T1M&#10;MNPuyDs67EMhIoR9hgrKEJpMSp+XZNEPXEMcvT/XWgxRtoXULR4j3NZymCRjadFwXCixoWVJebX/&#10;twp+1mOT7gwNfzfnxYfejKrF9r1S6rHfzd9ABOrCPXxrr7SC0Wv6A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oCe7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SvL8YA&#10;AADdAAAADwAAAGRycy9kb3ducmV2LnhtbESPQWsCMRSE7wX/Q3hCbzVract2axSxFL30ULX0+tg8&#10;N+tuXrZJ1NVfb4RCj8PMfMNMZr1txZF8qB0rGI8yEMSl0zVXCrabj4ccRIjIGlvHpOBMAWbTwd0E&#10;C+1O/EXHdaxEgnAoUIGJsSukDKUhi2HkOuLk7Zy3GJP0ldQeTwluW/mYZS/SYs1pwWBHC0Nlsz5Y&#10;BX7+895c+PDdZJfPc1ju+98cjVL3w37+BiJSH//Df+2VVvD8mj/B7U16AnJ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ySvL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yvBsUA&#10;AADdAAAADwAAAGRycy9kb3ducmV2LnhtbESPUWsCMRCE3wX/Q1ihL1JzFax6NUopFApKQesPWC/r&#10;3dFkc1y2evbXG0HwcZiZb5jFqvNOnaiNdWADL6MMFHERbM2lgf3P5/MMVBRkiy4wGbhQhNWy31tg&#10;bsOZt3TaSakShGOOBiqRJtc6FhV5jKPQECfvGFqPkmRbatviOcG90+Mse9Uea04LFTb0UVHxu/vz&#10;Btz44ObradzIZa832b+X7fDbGvM06N7fQAl18gjf21/WwGQ+m8DtTXoCe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PK8G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I+NcYA&#10;AADdAAAADwAAAGRycy9kb3ducmV2LnhtbESPQWsCMRSE74X+h/CE3mpWoWJXo1hF2EsPrhavz81z&#10;s5i8LJuo2/76Rij0OMzMN8x82TsrbtSFxrOC0TADQVx53XCt4LDfvk5BhIis0XomBd8UYLl4fppj&#10;rv2dd3QrYy0ShEOOCkyMbS5lqAw5DEPfEifv7DuHMcmulrrDe4I7K8dZNpEOG04LBltaG6ou5dUp&#10;2JStHR8K8xGOX5+nky1+tnTcKPUy6FczEJH6+B/+axdawdv7dAK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2I+N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nUH8QA&#10;AADdAAAADwAAAGRycy9kb3ducmV2LnhtbESPT2sCMRTE74LfITyhN00qqNutUUpREHry38HbI3nd&#10;3Xbzsmyiu/32jSB4HGbmN8xy3bta3KgNlWcNrxMFgth4W3Gh4XTcjjMQISJbrD2Thj8KsF4NB0vM&#10;re94T7dDLESCcMhRQxljk0sZTEkOw8Q3xMn79q3DmGRbSNtil+CullOl5tJhxWmhxIY+SzK/h6vT&#10;8LOVX94oNOfTudvZxWUzp1pp/TLqP95BROrjM/xo76yG2Vu2gPub9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51B/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/iQ8QA&#10;AADdAAAADwAAAGRycy9kb3ducmV2LnhtbERPz2vCMBS+D/Y/hDfwNtM5lNqZFjcYiMPD6hCPz+bZ&#10;ljYvJYna/ffLYeDx4/u9KkbTiys531pW8DJNQBBXVrdcK/jZfz6nIHxA1thbJgW/5KHIHx9WmGl7&#10;42+6lqEWMYR9hgqaEIZMSl81ZNBP7UAcubN1BkOErpba4S2Gm17OkmQhDbYcGxoc6KOhqisvRsHx&#10;8sXn3et27d7DwY57381OaafU5Glcv4EINIa7+N+90QrmyzTOjW/iE5D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/4kP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n9CscA&#10;AADdAAAADwAAAGRycy9kb3ducmV2LnhtbESPT2vCQBTE74LfYXmF3nRTqZJEV9FCoZeCf3qot2f2&#10;mQSzb9Pdrab99K4geBxm5jfMbNGZRpzJ+dqygpdhAoK4sLrmUsHX7n2QgvABWWNjmRT8kYfFvN+b&#10;Ya7thTd03oZSRAj7HBVUIbS5lL6oyKAf2pY4ekfrDIYoXSm1w0uEm0aOkmQiDdYcFyps6a2i4rT9&#10;NQpWWbr6Wb/y5//msKf99+E0HrlEqeenbjkFEagLj/C9/aEVjLM0g9ub+ATk/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p/QrHAAAA3QAAAA8AAAAAAAAAAAAAAAAAmAIAAGRy&#10;cy9kb3ducmV2LnhtbFBLBQYAAAAABAAEAPUAAACMAwAAAAA=&#10;" fillcolor="black" stroked="f"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Y4S8IA&#10;AADdAAAADwAAAGRycy9kb3ducmV2LnhtbERPz2vCMBS+D/Y/hDfYbabb2JjVKEUYyk5VJ16fzbMp&#10;a15KEmP975fDYMeP7/d8OdpeJPKhc6zgeVKAIG6c7rhV8L3/fPoAESKyxt4xKbhRgOXi/m6OpXZX&#10;3lLaxVbkEA4lKjAxDqWUoTFkMUzcQJy5s/MWY4a+ldrjNYfbXr4Uxbu02HFuMDjQylDzs7tYBem0&#10;qqvXdExm++Wr1rt6fTjVSj0+jNUMRKQx/ov/3But4G06zfvzm/wE5O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djhL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19IsYA&#10;AADdAAAADwAAAGRycy9kb3ducmV2LnhtbESPQWvCQBSE7wX/w/IK3uomQqWJrlJES+ulNRbq8ZF9&#10;zYZm34bsGqO/3i0Uehxm5htmsRpsI3rqfO1YQTpJQBCXTtdcKfg8bB+eQPiArLFxTAou5GG1HN0t&#10;MNfuzHvqi1CJCGGfowITQptL6UtDFv3EtcTR+3adxRBlV0nd4TnCbSOnSTKTFmuOCwZbWhsqf4qT&#10;VeDT9eZrZ69Zf3wx/F68mdlHZZQa3w/PcxCBhvAf/mu/agWPWZbC75v4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L19I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B7D9E" w:rsidRDefault="00EB7D9E" w:rsidP="00EB7D9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EB7D9E" w:rsidRPr="00062C82" w:rsidRDefault="00EB7D9E" w:rsidP="00EB7D9E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EB7D9E" w:rsidRPr="00062C82" w:rsidRDefault="00EB7D9E" w:rsidP="00EB7D9E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ХХХІІІ</w:t>
      </w:r>
      <w:r w:rsidRPr="00062C82">
        <w:rPr>
          <w:rFonts w:ascii="Times New Roman" w:hAnsi="Times New Roman" w:cs="Times New Roman"/>
        </w:rPr>
        <w:t xml:space="preserve"> 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EB7D9E" w:rsidRPr="00062C82" w:rsidRDefault="00EB7D9E" w:rsidP="00EB7D9E">
      <w:pPr>
        <w:tabs>
          <w:tab w:val="left" w:pos="4424"/>
        </w:tabs>
        <w:rPr>
          <w:rFonts w:ascii="Times New Roman" w:hAnsi="Times New Roman" w:cs="Times New Roman"/>
        </w:rPr>
      </w:pPr>
    </w:p>
    <w:p w:rsidR="00EB7D9E" w:rsidRPr="00062C82" w:rsidRDefault="00EB7D9E" w:rsidP="00EB7D9E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EB7D9E" w:rsidRPr="00062C82" w:rsidRDefault="00EB7D9E" w:rsidP="00EB7D9E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EB7D9E" w:rsidRPr="00062C82" w:rsidRDefault="00EB7D9E" w:rsidP="00EB7D9E">
      <w:pPr>
        <w:tabs>
          <w:tab w:val="left" w:pos="4424"/>
        </w:tabs>
        <w:rPr>
          <w:rFonts w:ascii="Times New Roman" w:hAnsi="Times New Roman" w:cs="Times New Roman"/>
        </w:rPr>
      </w:pPr>
    </w:p>
    <w:p w:rsidR="00EB7D9E" w:rsidRPr="00062C82" w:rsidRDefault="00EB7D9E" w:rsidP="00EB7D9E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EB7D9E" w:rsidRPr="00062C82" w:rsidRDefault="00EB7D9E" w:rsidP="00EB7D9E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EB7D9E" w:rsidRPr="00062C82" w:rsidRDefault="00EB7D9E" w:rsidP="00EB7D9E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EB7D9E" w:rsidRPr="00062C82" w:rsidRDefault="00EB7D9E" w:rsidP="00EB7D9E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  <w:proofErr w:type="spellStart"/>
      <w:r>
        <w:rPr>
          <w:rFonts w:ascii="Times New Roman" w:hAnsi="Times New Roman" w:cs="Times New Roman"/>
          <w:b/>
        </w:rPr>
        <w:t>Рощук</w:t>
      </w:r>
      <w:proofErr w:type="spellEnd"/>
      <w:r>
        <w:rPr>
          <w:rFonts w:ascii="Times New Roman" w:hAnsi="Times New Roman" w:cs="Times New Roman"/>
          <w:b/>
        </w:rPr>
        <w:t xml:space="preserve"> О.Г.</w:t>
      </w:r>
    </w:p>
    <w:p w:rsidR="00EB7D9E" w:rsidRPr="00062C82" w:rsidRDefault="00EB7D9E" w:rsidP="00EB7D9E">
      <w:pPr>
        <w:tabs>
          <w:tab w:val="left" w:pos="4424"/>
        </w:tabs>
        <w:rPr>
          <w:rFonts w:ascii="Times New Roman" w:hAnsi="Times New Roman" w:cs="Times New Roman"/>
        </w:rPr>
      </w:pPr>
    </w:p>
    <w:p w:rsidR="00EB7D9E" w:rsidRPr="00062C82" w:rsidRDefault="00EB7D9E" w:rsidP="00EB7D9E">
      <w:pPr>
        <w:tabs>
          <w:tab w:val="left" w:pos="4424"/>
        </w:tabs>
        <w:rPr>
          <w:rFonts w:ascii="Times New Roman" w:hAnsi="Times New Roman" w:cs="Times New Roman"/>
        </w:rPr>
      </w:pPr>
    </w:p>
    <w:p w:rsidR="00EB7D9E" w:rsidRPr="00062C82" w:rsidRDefault="00EB7D9E" w:rsidP="00EB7D9E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hAnsi="Times New Roman" w:cs="Times New Roman"/>
        </w:rPr>
        <w:t>Рощук</w:t>
      </w:r>
      <w:proofErr w:type="spellEnd"/>
      <w:r>
        <w:rPr>
          <w:rFonts w:ascii="Times New Roman" w:hAnsi="Times New Roman" w:cs="Times New Roman"/>
        </w:rPr>
        <w:t xml:space="preserve"> О.Г.,</w:t>
      </w:r>
      <w:r w:rsidRPr="00062C82">
        <w:rPr>
          <w:rFonts w:ascii="Times New Roman" w:hAnsi="Times New Roman" w:cs="Times New Roman"/>
        </w:rPr>
        <w:t xml:space="preserve"> сільська  рада ВИРІШИЛА:</w:t>
      </w:r>
    </w:p>
    <w:p w:rsidR="00EB7D9E" w:rsidRPr="00062C82" w:rsidRDefault="00EB7D9E" w:rsidP="00EB7D9E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EB7D9E" w:rsidRDefault="00EB7D9E" w:rsidP="00EB7D9E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</w:rPr>
        <w:t xml:space="preserve">      1. Затвердити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Рощук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Ольгі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Григорівні</w:t>
      </w:r>
      <w:r w:rsidRPr="00E868AC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а</w:t>
      </w:r>
      <w:r w:rsidRPr="00E868AC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зареєстрована за адресою: </w:t>
      </w:r>
      <w:r w:rsidR="00FF6AFD" w:rsidRPr="00FF6AFD">
        <w:rPr>
          <w:rFonts w:ascii="Times New Roman" w:eastAsiaTheme="minorHAnsi" w:hAnsi="Times New Roman" w:cs="Times New Roman"/>
          <w:color w:val="auto"/>
          <w:szCs w:val="22"/>
          <w:lang w:eastAsia="en-US"/>
        </w:rPr>
        <w:t>__________________</w:t>
      </w:r>
      <w:r w:rsidRPr="00062C82">
        <w:rPr>
          <w:rFonts w:ascii="Times New Roman" w:hAnsi="Times New Roman" w:cs="Times New Roman"/>
        </w:rPr>
        <w:t>,  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FF6AFD" w:rsidRPr="00FF6AFD">
        <w:rPr>
          <w:rFonts w:ascii="Times New Roman" w:hAnsi="Times New Roman" w:cs="Times New Roman"/>
        </w:rPr>
        <w:t>____________</w:t>
      </w:r>
      <w:r w:rsidRPr="00062C82">
        <w:rPr>
          <w:rFonts w:ascii="Times New Roman" w:hAnsi="Times New Roman" w:cs="Times New Roman"/>
        </w:rPr>
        <w:t>, технічну документацію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та передати її у приватну власність, площею 0,</w:t>
      </w:r>
      <w:r>
        <w:rPr>
          <w:rFonts w:ascii="Times New Roman" w:hAnsi="Times New Roman" w:cs="Times New Roman"/>
        </w:rPr>
        <w:t>1181га, (кадастровий номер:</w:t>
      </w:r>
      <w:r w:rsidRPr="00062C82">
        <w:rPr>
          <w:rFonts w:ascii="Times New Roman" w:hAnsi="Times New Roman" w:cs="Times New Roman"/>
        </w:rPr>
        <w:t>6823986800:0</w:t>
      </w:r>
      <w:r>
        <w:rPr>
          <w:rFonts w:ascii="Times New Roman" w:hAnsi="Times New Roman" w:cs="Times New Roman"/>
        </w:rPr>
        <w:t>2:009</w:t>
      </w:r>
      <w:r w:rsidRPr="00062C82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44</w:t>
      </w:r>
      <w:r w:rsidRPr="00062C82">
        <w:rPr>
          <w:rFonts w:ascii="Times New Roman" w:hAnsi="Times New Roman" w:cs="Times New Roman"/>
        </w:rPr>
        <w:t xml:space="preserve">), для </w:t>
      </w:r>
      <w:r>
        <w:rPr>
          <w:rFonts w:ascii="Times New Roman" w:hAnsi="Times New Roman" w:cs="Times New Roman"/>
        </w:rPr>
        <w:t>ведення особистого селянського господарства</w:t>
      </w:r>
      <w:r w:rsidRPr="00062C82">
        <w:rPr>
          <w:rFonts w:ascii="Times New Roman" w:hAnsi="Times New Roman" w:cs="Times New Roman"/>
        </w:rPr>
        <w:t xml:space="preserve">, яка розташована Хмельницька область, </w:t>
      </w:r>
      <w:proofErr w:type="spellStart"/>
      <w:r w:rsidRPr="00062C82">
        <w:rPr>
          <w:rFonts w:ascii="Times New Roman" w:hAnsi="Times New Roman" w:cs="Times New Roman"/>
        </w:rPr>
        <w:t>Славутський</w:t>
      </w:r>
      <w:proofErr w:type="spellEnd"/>
      <w:r w:rsidRPr="00062C82">
        <w:rPr>
          <w:rFonts w:ascii="Times New Roman" w:hAnsi="Times New Roman" w:cs="Times New Roman"/>
        </w:rPr>
        <w:t xml:space="preserve">  район, </w:t>
      </w:r>
      <w:proofErr w:type="spellStart"/>
      <w:r w:rsidRPr="00062C82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>Колом’є</w:t>
      </w:r>
      <w:proofErr w:type="spellEnd"/>
      <w:r>
        <w:rPr>
          <w:rFonts w:ascii="Times New Roman" w:hAnsi="Times New Roman" w:cs="Times New Roman"/>
        </w:rPr>
        <w:t>.</w:t>
      </w:r>
      <w:r w:rsidRPr="00062C82">
        <w:rPr>
          <w:rFonts w:ascii="Times New Roman" w:hAnsi="Times New Roman" w:cs="Times New Roman"/>
          <w:color w:val="FF0000"/>
        </w:rPr>
        <w:t xml:space="preserve">  </w:t>
      </w:r>
    </w:p>
    <w:p w:rsidR="00EB7D9E" w:rsidRPr="00062C82" w:rsidRDefault="00EB7D9E" w:rsidP="00EB7D9E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      </w:t>
      </w:r>
      <w:r w:rsidRPr="00062C82">
        <w:rPr>
          <w:rFonts w:ascii="Times New Roman" w:hAnsi="Times New Roman" w:cs="Times New Roman"/>
        </w:rPr>
        <w:t xml:space="preserve">2. </w:t>
      </w:r>
      <w:proofErr w:type="spellStart"/>
      <w:r>
        <w:rPr>
          <w:rFonts w:ascii="Times New Roman" w:hAnsi="Times New Roman" w:cs="Times New Roman"/>
        </w:rPr>
        <w:t>Рощук</w:t>
      </w:r>
      <w:proofErr w:type="spellEnd"/>
      <w:r>
        <w:rPr>
          <w:rFonts w:ascii="Times New Roman" w:hAnsi="Times New Roman" w:cs="Times New Roman"/>
        </w:rPr>
        <w:t xml:space="preserve"> О.Г.,</w:t>
      </w:r>
      <w:r w:rsidRPr="00062C82">
        <w:rPr>
          <w:rFonts w:ascii="Times New Roman" w:hAnsi="Times New Roman" w:cs="Times New Roman"/>
        </w:rPr>
        <w:t xml:space="preserve"> посвідчити своє право  в  установленому  законом  порядку.</w:t>
      </w:r>
    </w:p>
    <w:p w:rsidR="00EB7D9E" w:rsidRPr="00062C82" w:rsidRDefault="00EB7D9E" w:rsidP="00EB7D9E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B7D9E" w:rsidRPr="00062C82" w:rsidRDefault="00EB7D9E" w:rsidP="00EB7D9E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EB7D9E" w:rsidRPr="00062C82" w:rsidRDefault="00EB7D9E" w:rsidP="00EB7D9E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EB7D9E" w:rsidRPr="00EB7D9E" w:rsidRDefault="00EB7D9E" w:rsidP="00EB7D9E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EB7D9E" w:rsidRPr="00062C82" w:rsidRDefault="00EB7D9E" w:rsidP="00EB7D9E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E85AE5" w:rsidRPr="00EB7D9E" w:rsidRDefault="00EB7D9E" w:rsidP="00EB7D9E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>Сільський  голова                                                                                             В.А.</w:t>
      </w:r>
      <w:proofErr w:type="spellStart"/>
      <w:r w:rsidRPr="00062C82">
        <w:rPr>
          <w:rFonts w:ascii="Times New Roman" w:hAnsi="Times New Roman" w:cs="Times New Roman"/>
        </w:rPr>
        <w:t>Михалюк</w:t>
      </w:r>
      <w:proofErr w:type="spellEnd"/>
      <w:r w:rsidRPr="00062C82">
        <w:rPr>
          <w:rFonts w:ascii="Times New Roman" w:hAnsi="Times New Roman" w:cs="Times New Roman"/>
        </w:rPr>
        <w:t xml:space="preserve"> </w:t>
      </w:r>
    </w:p>
    <w:sectPr w:rsidR="00E85AE5" w:rsidRPr="00EB7D9E" w:rsidSect="00E85A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EB7D9E"/>
    <w:rsid w:val="00171A2E"/>
    <w:rsid w:val="00304C90"/>
    <w:rsid w:val="003E4199"/>
    <w:rsid w:val="00505B6D"/>
    <w:rsid w:val="005D6F2F"/>
    <w:rsid w:val="006D3977"/>
    <w:rsid w:val="007D6C18"/>
    <w:rsid w:val="00BC22DF"/>
    <w:rsid w:val="00D1641A"/>
    <w:rsid w:val="00E85AE5"/>
    <w:rsid w:val="00EB7D9E"/>
    <w:rsid w:val="00FF6A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D9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257</Words>
  <Characters>1470</Characters>
  <Application>Microsoft Office Word</Application>
  <DocSecurity>0</DocSecurity>
  <Lines>12</Lines>
  <Paragraphs>3</Paragraphs>
  <ScaleCrop>false</ScaleCrop>
  <Company>Microsoft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2020-02-13T11:21:00Z</dcterms:created>
  <dcterms:modified xsi:type="dcterms:W3CDTF">2020-02-13T12:09:00Z</dcterms:modified>
</cp:coreProperties>
</file>