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FB2" w:rsidRPr="008D31FA" w:rsidRDefault="004C2FB2" w:rsidP="004C2FB2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2FB2" w:rsidRDefault="004C2FB2" w:rsidP="004C2F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C2FB2" w:rsidRDefault="004C2FB2" w:rsidP="004C2F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C2FB2" w:rsidRPr="000A4F3E" w:rsidRDefault="004C2FB2" w:rsidP="004C2FB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2FB2" w:rsidRPr="000A4F3E" w:rsidRDefault="004C2FB2" w:rsidP="004C2FB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C2FB2" w:rsidRPr="000A4F3E" w:rsidRDefault="004C2FB2" w:rsidP="004C2FB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C2FB2" w:rsidRPr="00DE66B3" w:rsidRDefault="004C2FB2" w:rsidP="004C2FB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№74</w:t>
      </w:r>
    </w:p>
    <w:p w:rsidR="004C2FB2" w:rsidRPr="00CA5B65" w:rsidRDefault="004C2FB2" w:rsidP="004C2FB2">
      <w:pPr>
        <w:tabs>
          <w:tab w:val="left" w:pos="2160"/>
        </w:tabs>
        <w:spacing w:after="0"/>
        <w:rPr>
          <w:rFonts w:ascii="Times New Roman" w:eastAsia="Times New Roman" w:hAnsi="Times New Roman"/>
          <w:color w:val="FF0000"/>
          <w:sz w:val="24"/>
        </w:rPr>
      </w:pPr>
    </w:p>
    <w:p w:rsidR="004C2FB2" w:rsidRPr="00CA5B65" w:rsidRDefault="004C2FB2" w:rsidP="004C2FB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4C2FB2" w:rsidRPr="00CA5B65" w:rsidRDefault="004C2FB2" w:rsidP="004C2FB2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4C2FB2" w:rsidRPr="00CA5B65" w:rsidRDefault="004C2FB2" w:rsidP="004C2FB2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4C2FB2" w:rsidRDefault="004C2FB2" w:rsidP="004C2FB2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В.В.</w:t>
      </w:r>
    </w:p>
    <w:p w:rsidR="004C2FB2" w:rsidRPr="00CA5B65" w:rsidRDefault="004C2FB2" w:rsidP="004C2FB2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4C2FB2" w:rsidRPr="00CA5B65" w:rsidRDefault="004C2FB2" w:rsidP="004C2FB2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sz w:val="24"/>
        </w:rPr>
        <w:t xml:space="preserve"> В.В.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4C2FB2" w:rsidRPr="00CA5B65" w:rsidRDefault="004C2FB2" w:rsidP="004C2FB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4C2FB2" w:rsidRPr="00CA5B65" w:rsidRDefault="004C2FB2" w:rsidP="004C2FB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Валерію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Васильовичу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</w:rPr>
        <w:t>який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ий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3D31BE">
        <w:rPr>
          <w:rFonts w:ascii="Times New Roman" w:eastAsia="Times New Roman" w:hAnsi="Times New Roman"/>
          <w:sz w:val="24"/>
          <w:lang w:val="en-US"/>
        </w:rPr>
        <w:t>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0,1000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Лисиче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4C2FB2" w:rsidRPr="00CA5B65" w:rsidRDefault="004C2FB2" w:rsidP="004C2FB2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sz w:val="24"/>
        </w:rPr>
        <w:t xml:space="preserve"> В.В.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4C2FB2" w:rsidRPr="00CA5B65" w:rsidRDefault="004C2FB2" w:rsidP="004C2FB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C2FB2" w:rsidRPr="00CA5B65" w:rsidRDefault="004C2FB2" w:rsidP="004C2FB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C2FB2" w:rsidRDefault="004C2FB2" w:rsidP="004C2FB2">
      <w:pPr>
        <w:rPr>
          <w:rFonts w:ascii="Times New Roman" w:hAnsi="Times New Roman"/>
          <w:sz w:val="24"/>
        </w:rPr>
      </w:pPr>
    </w:p>
    <w:p w:rsidR="0056282D" w:rsidRPr="004C2FB2" w:rsidRDefault="004C2FB2">
      <w:pPr>
        <w:rPr>
          <w:rFonts w:ascii="Times New Roman" w:hAnsi="Times New Roman"/>
          <w:sz w:val="24"/>
          <w:lang w:val="en-US"/>
        </w:rPr>
      </w:pPr>
      <w:proofErr w:type="spellStart"/>
      <w:r>
        <w:rPr>
          <w:rFonts w:ascii="Times New Roman" w:hAnsi="Times New Roman"/>
          <w:sz w:val="24"/>
        </w:rPr>
        <w:t>Сільський</w:t>
      </w:r>
      <w:proofErr w:type="spellEnd"/>
      <w:r>
        <w:rPr>
          <w:rFonts w:ascii="Times New Roman" w:hAnsi="Times New Roman"/>
          <w:sz w:val="24"/>
        </w:rPr>
        <w:t xml:space="preserve"> голова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sectPr w:rsidR="0056282D" w:rsidRPr="004C2F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FB2"/>
    <w:rsid w:val="00171A2E"/>
    <w:rsid w:val="00304C90"/>
    <w:rsid w:val="003D31BE"/>
    <w:rsid w:val="004C2FB2"/>
    <w:rsid w:val="00505B6D"/>
    <w:rsid w:val="0056282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C2FB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C2F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C2FB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C2FB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C2F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C2FB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255</Words>
  <Characters>1455</Characters>
  <Application>Microsoft Office Word</Application>
  <DocSecurity>0</DocSecurity>
  <Lines>12</Lines>
  <Paragraphs>3</Paragraphs>
  <ScaleCrop>false</ScaleCrop>
  <Company>Microsoft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2020-09-01T14:22:00Z</dcterms:created>
  <dcterms:modified xsi:type="dcterms:W3CDTF">2020-09-01T15:47:00Z</dcterms:modified>
</cp:coreProperties>
</file>