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2B" w:rsidRPr="004544F5" w:rsidRDefault="00EF262B" w:rsidP="00EF262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513311" wp14:editId="7920ED9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2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62B" w:rsidRDefault="00EF262B" w:rsidP="00EF2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DSATUwy3cAAEBZBAAOAAAA&#10;AAAAAAAAAAAAAC4CAABkcnMvZTJvRG9jLnhtbFBLAQItABQABgAIAAAAIQCyHUyb4AAAAAoBAAAP&#10;AAAAAAAAAAAAAAAAACV6AABkcnMvZG93bnJldi54bWxQSwUGAAAAAAQABADzAAAAM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k7xs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aNBPIb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6TvG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aU8gA&#10;AADdAAAADwAAAGRycy9kb3ducmV2LnhtbESPT2sCMRTE70K/Q3iFXkSzCtW6NUoRVmsPBf9Ar4/N&#10;c7N287IkqW799E2h0OMwM79h5svONuJCPtSOFYyGGQji0umaKwXHQzF4AhEissbGMSn4pgDLxV1v&#10;jrl2V97RZR8rkSAcclRgYmxzKUNpyGIYupY4eSfnLcYkfSW1x2uC20aOs2wiLdacFgy2tDJUfu6/&#10;rIJz8W4+VtPb2vdnO7r1i7dNs50o9XDfvTyDiNTF//Bf+1UreByNp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s1p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sXsEA&#10;AADdAAAADwAAAGRycy9kb3ducmV2LnhtbERPzWrCQBC+F3yHZQQvpW60tJSYjYhoKV5E7QMM2TEb&#10;zM6G7GrSt+8cCj1+fP/FevStelAfm8AGFvMMFHEVbMO1ge/L/uUDVEzIFtvAZOCHIqzLyVOBuQ0D&#10;n+hxTrWSEI45GnApdbnWsXLkMc5DRyzcNfQek8C+1rbHQcJ9q5dZ9q49NiwNDjvaOqpu57uXkuMr&#10;Hg/X4bL/HHHA3cHx8+ZkzGw6blagEo3pX/zn/rIG3hZLmSt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0rF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cZc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ljM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Pc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2hc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G09lv7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bNo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GvsYA&#10;AADdAAAADwAAAGRycy9kb3ducmV2LnhtbESPQUsDMRSE70L/Q3iCN5vdaqusTUupCiL00FYQb4/N&#10;6+7i5iUkz+76740geBxm5htmuR5dr84UU+fZQDktQBHX3nbcGHg7Pl/fg0qCbLH3TAa+KcF6NblY&#10;YmX9wHs6H6RRGcKpQgOtSKi0TnVLDtPUB+LsnXx0KFnGRtuIQ4a7Xs+KYqEddpwXWgy0ban+PHw5&#10;A7vhKbzeLean8BFvZzo9WnnfijFXl+PmAZTQKP/hv/aLNTAvb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xGv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54t8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MzG0w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54t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HacMA&#10;AADdAAAADwAAAGRycy9kb3ducmV2LnhtbESP3WoCMRSE7wXfIZxC7zTrL7I1ilgWpHhT9QEOm9PN&#10;1s3JksR1fftGEHo5zMw3zHrb20Z05EPtWMFknIEgLp2uuVJwORejFYgQkTU2jknBgwJsN8PBGnPt&#10;7vxN3SlWIkE45KjAxNjmUobSkMUwdi1x8n6ctxiT9JXUHu8Jbhs5zbKltFhzWjDY0t5QeT3drILi&#10;a3rsrjftC7fr55YW5nf1aZR6f+t3HyAi9fE//GoftILFZDaD55v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qHa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FW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A2mb7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tFW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+6hs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+WyRw+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uo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+18MA&#10;AADdAAAADwAAAGRycy9kb3ducmV2LnhtbESP0WqDQBRE3wv5h+UG+lZXa5VgswmhkJA81uQDLu6t&#10;Sty7xt1E/ftuoNDHYWbOMOvtZDrxoMG1lhUkUQyCuLK65VrB5bx/W4FwHlljZ5kUzORgu1m8rLHQ&#10;duRvepS+FgHCrkAFjfd9IaWrGjLoItsTB+/HDgZ9kEMt9YBjgJtOvsdxLg22HBYa7Omroepa3o2C&#10;j3k83MrsGu+1oeSU9if2VabU63LafYLwNPn/8F/7qBVkSZrD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+1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CUMQA&#10;AADdAAAADwAAAGRycy9kb3ducmV2LnhtbESPQYvCMBSE78L+h/AWvGmqoq5do8iKIp60q3t+NM+2&#10;bPNSmlTrvzeC4HGYmW+Y+bI1pbhS7QrLCgb9CARxanXBmYLT76b3BcJ5ZI2lZVJwJwfLxUdnjrG2&#10;Nz7SNfGZCBB2MSrIva9iKV2ak0HXtxVx8C62NuiDrDOpa7wFuCnlMIom0mDBYSHHin5ySv+Txiho&#10;Jn/DE1/2+pCs79vZerNy8pwp1f1sV98gPLX+HX61d1rBeDCawvNNe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mgl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ppJcUA&#10;AADdAAAADwAAAGRycy9kb3ducmV2LnhtbERPu27CMBTdK/EP1kXqVpwUGkGKg2glJNoBxKNDt9v4&#10;kgTi6xC7EP4eD5U6Hp33dNaZWlyodZVlBfEgAkGcW11xoWC/WzyNQTiPrLG2TApu5GCW9R6mmGp7&#10;5Q1dtr4QIYRdigpK75tUSpeXZNANbEMcuINtDfoA20LqFq8h3NTyOYoSabDi0FBiQ+8l5aftr1Hw&#10;tR4nk/Xbx+j4ufrBodHnb10lSj32u/krCE+d/xf/uZdawUs8DH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mk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4OTcUA&#10;AADdAAAADwAAAGRycy9kb3ducmV2LnhtbESPS4vCQBCE7wv+h6GFva0THysaHWV3xQeefIHXJtMm&#10;wUxPyIwa/fWOsOCxqKqvqPG0NoW4UuVyywrarQgEcWJ1zqmCw37+NQDhPLLGwjIpuJOD6aTxMcZY&#10;2xtv6brzqQgQdjEqyLwvYyldkpFB17IlcfBOtjLog6xSqSu8BbgpZCeK+tJgzmEhw5L+MkrOu4tR&#10;8OgfceOWnd9ZV3u69wYLu94slPps1j8jEJ5q/w7/t1dawXe7O4T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g5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HFcIA&#10;AADdAAAADwAAAGRycy9kb3ducmV2LnhtbERP3WrCMBS+H+wdwhl4N9OWOmZnFJEK3m12PsChOUuL&#10;zUnbRK0+/XIx2OXH97/aTLYTVxp961hBOk9AENdOt2wUnL73r+8gfEDW2DkmBXfysFk/P62w0O7G&#10;R7pWwYgYwr5ABU0IfSGlrxuy6OeuJ47cjxsthghHI/WItxhuO5klyZu02HJsaLCnXUP1ubpYBYPL&#10;FnqqSvw8l8uv1ph8eBxzpWYv0/YDRKAp/Iv/3AetYJHmcX9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oc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o5sUA&#10;AADdAAAADwAAAGRycy9kb3ducmV2LnhtbESPzW7CMBCE70i8g7VIvYETWihNYxBUqsQV6KHHrb35&#10;gXgdYhfSPn1dCYnjaGa+0eSr3jbiQp2vHStIJwkIYu1MzaWCj8P7eAHCB2SDjWNS8EMeVsvhIMfM&#10;uCvv6LIPpYgQ9hkqqEJoMym9rsiin7iWOHqF6yyGKLtSmg6vEW4bOU2SubRYc1yosKW3ivRp/20V&#10;bOsvms118WIXG737/D2Hx+ejUeph1K9fQQTqwz18a2+Ngln6lML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6j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zFZc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Xj0nM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MV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ensUA&#10;AADdAAAADwAAAGRycy9kb3ducmV2LnhtbESPQUvDQBSE70L/w/IEb3bTqEVit6UIFY+a9uDxmX3N&#10;pmbfC7trE/31riB4HGbmG2a1mXyvzhRiJ2xgMS9AETdiO24NHPa763tQMSFb7IXJwBdF2KxnFyus&#10;rIz8Suc6tSpDOFZowKU0VFrHxpHHOJeBOHtHCR5TlqHVNuCY4b7XZVEstceO84LDgR4dNR/1pzcw&#10;PjXvp/L4Zt13GGRXv8ip7MWYq8tp+wAq0ZT+w3/tZ2vgbnF7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96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ATccA&#10;AADdAAAADwAAAGRycy9kb3ducmV2LnhtbESP3WoCMRSE7wu+QzhC77pZRa1sjWK1QhFL8af3x81x&#10;d9vkZNmkun17Iwi9HGbmG2Yya60RZ2p85VhBL0lBEOdOV1woOOxXT2MQPiBrNI5JwR95mE07DxPM&#10;tLvwls67UIgIYZ+hgjKEOpPS5yVZ9ImriaN3co3FEGVTSN3gJcKtkf00HUmLFceFEmtalJT/7H6t&#10;gtXn0nz3P7bzLxkWb89HM16/LjdKPXbb+QuIQG34D9/b71rBsDcYwO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JAE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Job8YA&#10;AADdAAAADwAAAGRycy9kb3ducmV2LnhtbESPQWvCQBSE7wX/w/KEXopubBuR6CoiFC0oaBS8PrPP&#10;JJh9G7LbmP77rlDwOMzMN8xs0ZlKtNS40rKC0TACQZxZXXKu4HT8GkxAOI+ssbJMCn7JwWLee5lh&#10;ou2dD9SmPhcBwi5BBYX3dSKlywoy6Ia2Jg7e1TYGfZBNLnWD9wA3lXyPorE0WHJYKLCmVUHZLf0x&#10;Ctr99pJvWld/3yZvLv64rNc7fVbqtd8tpyA8df4Z/m9vtIJ49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Jo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K0c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uv0h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RitHHAAAA3QAAAA8AAAAAAAAAAAAAAAAAmAIAAGRy&#10;cy9kb3ducmV2LnhtbFBLBQYAAAAABAAEAPUAAACMAwAAAAA=&#10;" fillcolor="black" stroked="f"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sRMgA&#10;AADdAAAADwAAAGRycy9kb3ducmV2LnhtbESPS2/CMBCE75X6H6yt1FtxQOWhgEGlDwkJOPA4cFzi&#10;JbESr6PYhcCvx5WQehzNzDeayay1lThT441jBd1OAoI4c9pwrmC/+3kbgfABWWPlmBRcycNs+vw0&#10;wVS7C2/ovA25iBD2KSooQqhTKX1WkEXfcTVx9E6usRiibHKpG7xEuK1kL0kG0qLhuFBgTZ8FZeX2&#10;1yo4LAdmtDHUO65u82+96pfz9Vep1OtL+zEGEagN/+FHe6EV9LvvQ/h7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tOxE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Gg8MA&#10;AADdAAAADwAAAGRycy9kb3ducmV2LnhtbERPy2oCMRTdF/yHcAV3NWOxRUajiEXspov6wO1lcp2M&#10;M7kZk6ijX98sCl0eznu26GwjbuRD5VjBaJiBIC6crrhUsN+tXycgQkTW2DgmBQ8KsJj3XmaYa3fn&#10;H7ptYylSCIccFZgY21zKUBiyGIauJU7cyXmLMUFfSu3xnsJtI9+y7ENarDg1GGxpZaiot1erwC+P&#10;n/WTr4c6e34/wubcXSZolBr0u+UURKQu/ov/3F9awftonOamN+kJ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5G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GqsYA&#10;AADdAAAADwAAAGRycy9kb3ducmV2LnhtbESPUWsCMRCE3wX/Q1ihL6XmFLX1apRSKBQUQesP2F62&#10;d0eTzXHZ6umvN0LBx2FmvmEWq847daQ21oENjIYZKOIi2JpLA4evj6cXUFGQLbrAZOBMEVbLfm+B&#10;uQ0n3tFxL6VKEI45GqhEmlzrWFTkMQ5DQ5y8n9B6lCTbUtsWTwnunR5n2Ux7rDktVNjQe0XF7/7P&#10;G3DjbzdfP8eNnA96k1287B631piHQff2Ckqok3v4v/1pDUxHkznc3qQn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Gq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2rsIA&#10;AADdAAAADwAAAGRycy9kb3ducmV2LnhtbERPz2vCMBS+C/4P4QneNFVwjM4oUxF68bBO8fps3pqy&#10;5KU0Uev++uUgePz4fi/XvbPiRl1oPCuYTTMQxJXXDdcKjt/7yTuIEJE1Ws+k4EEB1qvhYIm59nf+&#10;olsZa5FCOOSowMTY5lKGypDDMPUtceJ+fOcwJtjVUnd4T+HOynmWvUmHDacGgy1tDVW/5dUp2JWt&#10;nR8Lswnn0+FyscXfns47pcaj/vMDRKQ+vsRPd6EVLGaLtD+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Xau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chMQA&#10;AADdAAAADwAAAGRycy9kb3ducmV2LnhtbESPQWvCQBSE74X+h+UVequ7EbSSuoYiBgRPtXro7bH7&#10;TGKzb0N2Nem/dwuCx2FmvmGWxehacaU+NJ41ZBMFgth423Cl4fBdvi1AhIhssfVMGv4oQLF6flpi&#10;bv3AX3Tdx0okCIccNdQxdrmUwdTkMEx8R5y8k+8dxiT7StoehwR3rZwqNZcOG04LNXa0rsn87i9O&#10;w7mUO28UmuPhOGzt+89mTq3S+vVl/PwAEWmMj/C9vbUaZtksg/8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nI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g3cYA&#10;AADdAAAADwAAAGRycy9kb3ducmV2LnhtbESPT4vCMBTE7wv7HcITvK2pXRTpGsUVhEXx4B9kj8/m&#10;2ZY2LyWJWr+9WVjwOMzMb5jpvDONuJHzlWUFw0ECgji3uuJCwfGw+piA8AFZY2OZFDzIw3z2/jbF&#10;TNs77+i2D4WIEPYZKihDaDMpfV6SQT+wLXH0LtYZDFG6QmqH9wg3jUyTZCwNVhwXSmxpWVJe769G&#10;we91w5ft53rhvsPJdgdfp+dJrVS/1y2+QATqwiv83/7RCkbDUQp/b+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mg3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+/lMcA&#10;AADdAAAADwAAAGRycy9kb3ducmV2LnhtbESPQWvCQBSE74X+h+UJvTUbbVM0ukoVCr0I1fZQb8/s&#10;Mwlm38bdrUZ/vSsUPA4z8w0zmXWmEUdyvrasoJ+kIIgLq2suFfx8fzwPQfiArLGxTArO5GE2fXyY&#10;YK7tiVd0XIdSRAj7HBVUIbS5lL6oyKBPbEscvZ11BkOUrpTa4SnCTSMHafomDdYcFypsaVFRsV//&#10;GQXz0XB++Hrl5WW13dDmd7vPBi5V6qnXvY9BBOrCPfzf/tQKsn72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/v5THAAAA3QAAAA8AAAAAAAAAAAAAAAAAmAIAAGRy&#10;cy9kb3ducmV2LnhtbFBLBQYAAAAABAAEAPUAAACMAwAAAAA=&#10;" fillcolor="black" stroked="f"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d4cUA&#10;AADdAAAADwAAAGRycy9kb3ducmV2LnhtbESPQUsDMRSE70L/Q3gFbzbbaqWsTctSEMXTtiq9vm6e&#10;m6WblyWJ6frvjSD0OMzMN8x6O9peJPKhc6xgPitAEDdOd9wq+Hh/vluBCBFZY++YFPxQgO1mcrPG&#10;UrsL7ykdYisyhEOJCkyMQyllaAxZDDM3EGfvy3mLMUvfSu3xkuG2l4uieJQWO84LBgfaGWrOh2+r&#10;IJ12dXWfjsns33zVele/fJ5qpW6nY/UEItIYr+H/9qtWsJwvH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t3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YiMYA&#10;AADdAAAADwAAAGRycy9kb3ducmV2LnhtbESPQWvCQBSE74L/YXmF3uomhUiNrlLElurFNhbq8ZF9&#10;zYZm34bsNkZ/vVsoeBxm5htmsRpsI3rqfO1YQTpJQBCXTtdcKfg8vDw8gfABWWPjmBScycNqOR4t&#10;MNfuxB/UF6ESEcI+RwUmhDaX0peGLPqJa4mj9+06iyHKrpK6w1OE20Y+JslUWqw5LhhsaW2o/Cl+&#10;rQKfrjdfO3uZ9cdXw/tia6bvlVHq/m54noMINIRb+L/9phVkaZbB35v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GYi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262B" w:rsidRDefault="00EF262B" w:rsidP="00EF2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262B" w:rsidRDefault="00EF262B" w:rsidP="00EF262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262B" w:rsidRDefault="00EF262B" w:rsidP="00EF26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F262B" w:rsidRDefault="00EF262B" w:rsidP="00EF262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262B" w:rsidRPr="00B15ABE" w:rsidRDefault="00EF262B" w:rsidP="00EF262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EF262B" w:rsidRPr="00EA5D11" w:rsidRDefault="00EF262B" w:rsidP="00EF262B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Вітрук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ітрука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Вітруку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17162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1716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6823984700:01:006:0036,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>)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Лисиче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Шкільна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, 18.</w:t>
      </w: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Вітруку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F262B" w:rsidRPr="00EA5D11" w:rsidRDefault="00EF262B" w:rsidP="00EF26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F262B" w:rsidRPr="00EF262B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EF262B" w:rsidRPr="00EA5D11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557DA" w:rsidRPr="00EF262B" w:rsidRDefault="00EF262B" w:rsidP="00EF26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557DA" w:rsidRPr="00EF262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20" w:rsidRDefault="00003420">
      <w:pPr>
        <w:spacing w:after="0" w:line="240" w:lineRule="auto"/>
      </w:pPr>
      <w:r>
        <w:separator/>
      </w:r>
    </w:p>
  </w:endnote>
  <w:endnote w:type="continuationSeparator" w:id="0">
    <w:p w:rsidR="00003420" w:rsidRDefault="0000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20" w:rsidRDefault="00003420">
      <w:pPr>
        <w:spacing w:after="0" w:line="240" w:lineRule="auto"/>
      </w:pPr>
      <w:r>
        <w:separator/>
      </w:r>
    </w:p>
  </w:footnote>
  <w:footnote w:type="continuationSeparator" w:id="0">
    <w:p w:rsidR="00003420" w:rsidRDefault="00003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2B"/>
    <w:rsid w:val="00003420"/>
    <w:rsid w:val="00317162"/>
    <w:rsid w:val="005557DA"/>
    <w:rsid w:val="00EF262B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2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F262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F262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262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2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F262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F262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262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2021-02-01T06:41:00Z</dcterms:created>
  <dcterms:modified xsi:type="dcterms:W3CDTF">2021-02-01T07:25:00Z</dcterms:modified>
</cp:coreProperties>
</file>