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7D" w:rsidRPr="00012FA3" w:rsidRDefault="00D6367D" w:rsidP="00D63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E2CCFB" wp14:editId="4DDE762D">
                <wp:simplePos x="0" y="0"/>
                <wp:positionH relativeFrom="column">
                  <wp:posOffset>2856865</wp:posOffset>
                </wp:positionH>
                <wp:positionV relativeFrom="paragraph">
                  <wp:posOffset>121920</wp:posOffset>
                </wp:positionV>
                <wp:extent cx="437515" cy="670560"/>
                <wp:effectExtent l="0" t="0" r="0" b="0"/>
                <wp:wrapNone/>
                <wp:docPr id="40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" cy="670560"/>
                          <a:chOff x="3834" y="994"/>
                          <a:chExt cx="1142" cy="1718"/>
                        </a:xfrm>
                      </wpg:grpSpPr>
                      <wps:wsp>
                        <wps:cNvPr id="407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4.95pt;margin-top:9.6pt;width:34.45pt;height:52.8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04sUA&#10;AADcAAAADwAAAGRycy9kb3ducmV2LnhtbESPT2vCQBTE70K/w/IKvemmUVSiaygNLQVP9R8eH9ln&#10;Epp9G3a3Mf32rlDwOMzMb5h1PphW9OR8Y1nB6yQBQVxa3XCl4LD/GC9B+ICssbVMCv7IQ755Gq0x&#10;0/bK39TvQiUihH2GCuoQukxKX9Zk0E9sRxy9i3UGQ5SuktrhNcJNK9MkmUuDDceFGjt6r6n82f0a&#10;Bds+nZ/On4XZT6t04crpsUibVqmX5+FtBSLQEB7h//aXVjBLFnA/E4+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LTi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+ZxMEA&#10;AADcAAAADwAAAGRycy9kb3ducmV2LnhtbERPy4rCMBTdC/5DuIIbGdOKONJpFBEEHyBMFWZ7ae70&#10;YXNTmqj1781iYJaH807XvWnEgzpXWVYQTyMQxLnVFRcKrpfdxxKE88gaG8uk4EUO1qvhIMVE2yd/&#10;0yPzhQgh7BJUUHrfJlK6vCSDbmpb4sD92s6gD7ArpO7wGcJNI2dRtJAGKw4NJba0LSm/ZXejQF6y&#10;gz98VmYSH3/OfWzr7SmvlRqP+s0XCE+9/xf/ufdawTwKa8OZc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/mcT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Hx8YA&#10;AADcAAAADwAAAGRycy9kb3ducmV2LnhtbESPT2sCMRTE70K/Q3iFXkSzihXdGkUFi/Qg+O/+unnd&#10;3bp5WZNUVz99Uyh4HGbmN8xk1phKXMj50rKCXjcBQZxZXXKu4LBfdUYgfEDWWFkmBTfyMJs+tSaY&#10;anvlLV12IRcRwj5FBUUIdSqlzwoy6Lu2Jo7el3UGQ5Qul9rhNcJNJftJMpQGS44LBda0LCg77X6M&#10;gtWaTuNjfX4f3N1rPvr+3Hws9m2lXp6b+RuIQE14hP/ba61gkIzh70w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wHx8YAAADc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TVj8EA&#10;AADcAAAADwAAAGRycy9kb3ducmV2LnhtbERPy4rCMBTdC/MP4Q6407QyilTTIjM4CK58MLO9Nte2&#10;2tyUJtr692YhuDyc9zLrTS3u1LrKsoJ4HIEgzq2uuFBwPKxHcxDOI2usLZOCBznI0o/BEhNtO97R&#10;fe8LEULYJaig9L5JpHR5SQbd2DbEgTvb1qAPsC2kbrEL4aaWkyiaSYMVh4YSG/ouKb/ub0ZBtJ3W&#10;p/Mf9/P/n9/8eunW3FWxUsPPfrUA4an3b/HLvdEKvuIwP5wJR0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U1Y/BAAAA3A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dHMcA&#10;AADcAAAADwAAAGRycy9kb3ducmV2LnhtbESPT2sCMRTE7wW/Q3gFL0WzK7boahQrWKQHof65PzfP&#10;3a2bl20SddtP3xQKHoeZ+Q0znbemFldyvrKsIO0nIIhzqysuFOx3q94IhA/IGmvLpOCbPMxnnYcp&#10;Ztre+IOu21CICGGfoYIyhCaT0uclGfR92xBH72SdwRClK6R2eItwU8tBkrxIgxXHhRIbWpaUn7cX&#10;o2C1pvP40Hy9DX/cczH6PG7eX3dPSnUf28UERKA23MP/7bVWMExT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DnRz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ruY8UA&#10;AADcAAAADwAAAGRycy9kb3ducmV2LnhtbESPQWvCQBSE7wX/w/KE3swmUiXErFIUS8FTo7TXZ/aZ&#10;pGbfhuw2Sf99t1DocZiZb5h8N5lWDNS7xrKCJIpBEJdWN1wpuJyPixSE88gaW8uk4Jsc7Lazhxwz&#10;bUd+o6HwlQgQdhkqqL3vMildWZNBF9mOOHg32xv0QfaV1D2OAW5auYzjtTTYcFiosaN9TeW9+DIK&#10;4tOqvd7eeUo/Di/l/XM88tgkSj3Op+cNCE+T/w//tV+1gqdkCb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u5j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K0UcQA&#10;AADcAAAADwAAAGRycy9kb3ducmV2LnhtbESPQWvCQBSE74L/YXmF3nSjEdHUVSS20Ks2PfT2zD6T&#10;kOzbkF1j2l/vCkKPw8x8w2x2g2lET52rLCuYTSMQxLnVFRcKsq+PyQqE88gaG8uk4Jcc7Lbj0QYT&#10;bW98pP7kCxEg7BJUUHrfJlK6vCSDbmpb4uBdbGfQB9kVUnd4C3DTyHkULaXBisNCiS2lJeX16WoU&#10;fB/qOl5zFP/99OnKpecsm1/elXp9GfZvIDwN/j/8bH9qBYtZDI8z4Qj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itF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kIRccA&#10;AADcAAAADwAAAGRycy9kb3ducmV2LnhtbESPT2vCQBTE70K/w/IKXkQ3KSIluhEpLbRQD9pS7e2R&#10;fflDs2/T7Bqjn94VBI/DzG+GWSx7U4uOWldZVhBPIhDEmdUVFwq+v97GzyCcR9ZYWyYFJ3KwTB8G&#10;C0y0PfKGuq0vRChhl6CC0vsmkdJlJRl0E9sQBy+3rUEfZFtI3eIxlJtaPkXRTBqsOCyU2NBLSdnf&#10;9mAUTKnbrz7Pv+uf/f+rt/lo9+HinVLDx341B+Gp9/fwjX7XgYuncD0TjoBM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ZCEX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JvsUA&#10;AADcAAAADwAAAGRycy9kb3ducmV2LnhtbESPQWvCQBSE7wX/w/IEb3WjtqLRVSRV6LUaD96e2WcS&#10;kn0bstsY++u7hYLHYWa+Ydbb3tSio9aVlhVMxhEI4szqknMF6enwugDhPLLG2jIpeJCD7WbwssZY&#10;2zt/UXf0uQgQdjEqKLxvYildVpBBN7YNcfButjXog2xzqVu8B7ip5TSK5tJgyWGhwIaSgrLq+G0U&#10;nD+qarbkaPZz6ZKFS65pOr3tlRoN+90KhKfeP8P/7U+t4G3yDn9nw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4m+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czqcYA&#10;AADcAAAADwAAAGRycy9kb3ducmV2LnhtbESPT2vCQBTE7wW/w/IEL0U3kSISXUXEgoV6qIp/bo/s&#10;Mwlm36bZNaZ++q5Q6HGY+c0w03lrStFQ7QrLCuJBBII4tbrgTMF+994fg3AeWWNpmRT8kIP5rPMy&#10;xUTbO39Rs/WZCCXsElSQe18lUro0J4NuYCvi4F1sbdAHWWdS13gP5aaUwygaSYMFh4UcK1rmlF63&#10;N6PgjZrT4vNx3hxO3ytvL6/HDxcflep128UEhKfW/4f/6LUOXDyC5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czqcYAAADc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xK8cA&#10;AADcAAAADwAAAGRycy9kb3ducmV2LnhtbESP3WrCQBSE7wt9h+UIvasbrdSSukpR/IGCYCzt7SF7&#10;mo1mz8bsatI+vVsoeDnMzDfMZNbZSlyo8aVjBYN+AoI4d7rkQsHHfvn4AsIHZI2VY1LwQx5m0/u7&#10;CabatbyjSxYKESHsU1RgQqhTKX1uyKLvu5o4et+usRiibAqpG2wj3FZymCTP0mLJccFgTXND+TE7&#10;WwVfo6etM+vMndvF6ve4O40Pn/N3pR563dsriEBduIX/2xutYDQYw9+Ze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ZcSv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/QqMAA&#10;AADcAAAADwAAAGRycy9kb3ducmV2LnhtbERPy4rCMBTdD/gP4QruNPWJdIyioiK6Umf2l+balmlu&#10;ahNr5u8nC2GWh/NerIKpREuNKy0rGA4SEMSZ1SXnCr5u+/4chPPIGivLpOCXHKyWnY8Fptq++ELt&#10;1ecihrBLUUHhfZ1K6bKCDLqBrYkjd7eNQR9hk0vd4CuGm0qOkmQmDZYcGwqsaVtQ9nN9GgXj0/Rx&#10;0Jt811bzgzsf7/tQhm+let2w/gThKfh/8dt91Aomw7g2nolH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/QqMAAAADc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ZOsMA&#10;AADcAAAADwAAAGRycy9kb3ducmV2LnhtbESPQYvCMBSE7wv+h/AEb2taEXdbjSKKIIiHdT14fDTP&#10;pti8lCbW+u/NwoLHYWa+YRar3taio9ZXjhWk4wQEceF0xaWC8+/u8xuED8gaa8ek4EkeVsvBxwJz&#10;7R78Q90plCJC2OeowITQ5FL6wpBFP3YNcfSurrUYomxLqVt8RLit5SRJZtJixXHBYEMbQ8XtdLcK&#10;LtkxS3uzTQ7d13ofCka8dTOlRsN+PQcRqA/v8H97rxVM0wz+zs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4ZOs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WAcMA&#10;AADcAAAADwAAAGRycy9kb3ducmV2LnhtbERPy4rCMBTdC/5DuII7Ta0iTscow4DixsX4GF1emjtt&#10;tbmpTdSOX28WgsvDeU/njSnFjWpXWFYw6EcgiFOrC84U7LaL3gSE88gaS8uk4J8czGft1hQTbe/8&#10;Q7eNz0QIYZeggtz7KpHSpTkZdH1bEQfuz9YGfYB1JnWN9xBuShlH0VgaLDg05FjRd07peXM1Cg6D&#10;9eOjGjb7+Ogvq1O8vKSL37FS3U7z9QnCU+Pf4pd7pRWM4jA/nAlH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wWA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7UpsIA&#10;AADcAAAADwAAAGRycy9kb3ducmV2LnhtbESP0YrCMBRE3wX/IdwF3zRVRKVrlKIILvtk9QMuzd22&#10;bnMTkmi7f79ZWPBxmJkzzHY/mE48yYfWsoL5LANBXFndcq3gdj1NNyBCRNbYWSYFPxRgvxuPtphr&#10;2/OFnmWsRYJwyFFBE6PLpQxVQwbDzDri5H1ZbzAm6WupPfYJbjq5yLKVNNhyWmjQ0aGh6rt8GAXo&#10;3froStlfVvdPPN8/ClraQqnJ21C8g4g0xFf4v33WCpaLOfydS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tSm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YZdscA&#10;AADcAAAADwAAAGRycy9kb3ducmV2LnhtbESPzWvCQBTE74L/w/KE3nRjWmqIrmI/AtLm4tfB2yP7&#10;TILZtyG7atq/vlso9DjMzG+Yxao3jbhR52rLCqaTCARxYXXNpYLDPhsnIJxH1thYJgVf5GC1HA4W&#10;mGp75y3ddr4UAcIuRQWV920qpSsqMugmtiUO3tl2Bn2QXSl1h/cAN42Mo+hZGqw5LFTY0mtFxWV3&#10;NQryLG/zT35PTm/Xl8fT5vs4449MqYdRv56D8NT7//Bfe6MVPMUx/J4JR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WGXb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ndYcYA&#10;AADcAAAADwAAAGRycy9kb3ducmV2LnhtbESPQWvCQBSE70L/w/IK3nRTLWJTVxFBVGgF00J7fM2+&#10;JqHZt3F3jfHfuwXB4zAz3zCzRWdq0ZLzlWUFT8MEBHFudcWFgs+P9WAKwgdkjbVlUnAhD4v5Q2+G&#10;qbZnPlCbhUJECPsUFZQhNKmUPi/JoB/ahjh6v9YZDFG6QmqH5wg3tRwlyUQarDgulNjQqqT8LzsZ&#10;Bfvj5PTWfn1vfly3bo71bvWuXyql+o/d8hVEoC7cw7f2Vit4Ho3h/0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ndY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WpcMUA&#10;AADcAAAADwAAAGRycy9kb3ducmV2LnhtbESP0WrCQBRE3wX/YblC38xGsVaiq0ghbZFCaZoPuGSv&#10;2WD2bshuNO3XdwsFH4eZOcPsDqNtxZV63zhWsEhSEMSV0w3XCsqvfL4B4QOyxtYxKfgmD4f9dLLD&#10;TLsbf9K1CLWIEPYZKjAhdJmUvjJk0SeuI47e2fUWQ5R9LXWPtwi3rVym6VpabDguGOzo2VB1KQar&#10;gFOZf7xXrZYvP+XT6dUUp8ehUOphNh63IAKN4R7+b79pBavlCv7OxCM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Ralw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r+V8UA&#10;AADcAAAADwAAAGRycy9kb3ducmV2LnhtbESPQWvCQBSE7wX/w/KE3upGq6LRVaytYL0ZBfH2yD6T&#10;YPZtyG41+utdQehxmJlvmOm8MaW4UO0Kywq6nQgEcWp1wZmC/W71MQLhPLLG0jIpuJGD+az1NsVY&#10;2ytv6ZL4TAQIuxgV5N5XsZQuzcmg69iKOHgnWxv0QdaZ1DVeA9yUshdFQ2mw4LCQY0XLnNJz8mcU&#10;JKfjUX/xT/93NHDLzebzPj6svpV6bzeLCQhPjf8Pv9prraDfG8DzTD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v5X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O0pMQA&#10;AADcAAAADwAAAGRycy9kb3ducmV2LnhtbESP3YrCMBSE74V9h3AWvNPUuohUUxFR8GIv/HuAQ3Ns&#10;WpuT2kTtvr1ZWNjLYWa+YZar3jbiSZ2vHCuYjBMQxIXTFZcKLufdaA7CB2SNjWNS8EMeVvnHYImZ&#10;di8+0vMUShEh7DNUYEJoMyl9YciiH7uWOHpX11kMUXal1B2+Itw2Mk2SmbRYcVww2NLGUHE7PayC&#10;9LKuN9fD9Lu+TxPeWtNvH0ej1PCzXy9ABOrDf/ivvdcKvtIZ/J6JR0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DtKT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80vc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w+wF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fNL3HAAAA3A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sWXMMA&#10;AADcAAAADwAAAGRycy9kb3ducmV2LnhtbERPTWuDQBC9F/Iflgn0UppVkRCMayghhbYXiUkhx8Gd&#10;qsSdFXer9t93D4UeH+87PyymFxONrrOsIN5EIIhrqztuFFwvr887EM4ja+wtk4IfcnAoVg85ZtrO&#10;fKap8o0IIewyVNB6P2RSurolg25jB+LAfdnRoA9wbKQecQ7hppdJFG2lwY5DQ4sDHVuq79W3UfAh&#10;6+npPaW4bKbb/VTuPs32HCv1uF5e9iA8Lf5f/Od+0wrSJKwNZ8IR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sWXMMAAADc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YuMUA&#10;AADcAAAADwAAAGRycy9kb3ducmV2LnhtbESP3WrCQBSE74W+w3IK3ummoYqmriKlhRYE8ecBDrun&#10;SWj2bMgeTezTd4VCL4eZ+YZZbQbfqCt1sQ5s4GmagSK2wdVcGjif3icLUFGQHTaBycCNImzWD6MV&#10;Fi70fKDrUUqVIBwLNFCJtIXW0VbkMU5DS5y8r9B5lCS7UrsO+wT3jc6zbK491pwWKmzptSL7fbx4&#10;A/nFivXLz5/d21lm+1PbZ7PF1pjx47B9ASU0yH/4r/3hDDznS7ifSUd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pi4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TfYMMA&#10;AADcAAAADwAAAGRycy9kb3ducmV2LnhtbERPz2vCMBS+C/sfwhvspul0DKmmMoYOhU7R7eLtkbw2&#10;Zc1LaaJ2//1yGHj8+H4vV4NrxZX60HhW8DzJQBBrbxquFXx/bcZzECEiG2w9k4JfCrAqHkZLzI2/&#10;8ZGup1iLFMIhRwU2xi6XMmhLDsPEd8SJq3zvMCbY19L0eEvhrpXTLHuVDhtODRY7erekf04Xp0B/&#10;zMr1rjxbfZkePutmfyjdsVLq6XF4W4CINMS7+N+9NQpeZml+OpOO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TfYMMAAADcAAAADwAAAAAAAAAAAAAAAACYAgAAZHJzL2Rv&#10;d25yZXYueG1sUEsFBgAAAAAEAAQA9QAAAIg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ObKMQA&#10;AADcAAAADwAAAGRycy9kb3ducmV2LnhtbESPzWrDMBCE74W8g9hAbrXsJITiWg4lEGgvhfzRHhdr&#10;axtbK2MpttunrwKBHIeZ+YbJtpNpxUC9qy0rSKIYBHFhdc2lgvNp//wCwnlkja1lUvBLDrb57CnD&#10;VNuRDzQcfSkChF2KCirvu1RKV1Rk0EW2Iw7ej+0N+iD7UuoexwA3rVzG8UYarDksVNjRrqKiOV6N&#10;gs78Xc7fH59DnHzhUo87HpsNK7WYT2+vIDxN/hG+t9+1gvUqgduZcAR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Tmyj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/1TsQA&#10;AADcAAAADwAAAGRycy9kb3ducmV2LnhtbESPT4vCMBTE78J+h/AWvNnUP8huNYosuHgStAtdb4/m&#10;2Rabl9JErX56Iwgeh5nfDDNfdqYWF2pdZVnBMIpBEOdWV1wo+EvXgy8QziNrrC2Tghs5WC4+enNM&#10;tL3yji57X4hQwi5BBaX3TSKly0sy6CLbEAfvaFuDPsi2kLrFayg3tRzF8VQarDgslNjQT0n5aX82&#10;Cib/36s0o8P9lP3aTG7Srd2uz0r1P7vVDISnzr/DL3qjAzce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f9U7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e1nMUA&#10;AADcAAAADwAAAGRycy9kb3ducmV2LnhtbESPQWvCQBSE74L/YXmF3nRTI0FSVymWQkUQqoVen9nX&#10;JE32bdxdNf57Vyh4HGbmG2a+7E0rzuR8bVnByzgBQVxYXXOp4Hv/MZqB8AFZY2uZFFzJw3IxHMwx&#10;1/bCX3TehVJECPscFVQhdLmUvqjIoB/bjjh6v9YZDFG6UmqHlwg3rZwkSSYN1hwXKuxoVVHR7E5G&#10;wTF9b7bu8PN32Kxn16wpjhO5zpR6furfXkEE6sMj/N/+1AqmaQ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97Wc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Q8F8cA&#10;AADcAAAADwAAAGRycy9kb3ducmV2LnhtbESPT2sCMRTE7wW/Q3iCt5pVt6KrUbRQ6KVQ/xz09tw8&#10;dxc3L9sk1W0/fSMUPA4z8xtmvmxNLa7kfGVZwaCfgCDOra64ULDfvT1PQPiArLG2TAp+yMNy0Xma&#10;Y6btjTd03YZCRAj7DBWUITSZlD4vyaDv24Y4emfrDIYoXSG1w1uEm1oOk2QsDVYcF0ps6LWk/LL9&#10;NgrW08n66zPlj9/N6UjHw+nyMnSJUr1uu5qBCNSGR/i//a4VpK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UPBfHAAAA3AAAAA8AAAAAAAAAAAAAAAAAmAIAAGRy&#10;cy9kb3ducmV2LnhtbFBLBQYAAAAABAAEAPUAAACM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h7acYA&#10;AADcAAAADwAAAGRycy9kb3ducmV2LnhtbESP0WoCMRRE34X+Q7iFvohmtbXo1iiltGBxYan6AdfN&#10;7e5icrMkqW7/3hQKPg4zc4ZZrntrxJl8aB0rmIwzEMSV0y3XCg77j9EcRIjIGo1jUvBLAdaru8ES&#10;c+0u/EXnXaxFgnDIUUETY5dLGaqGLIax64iT9+28xZikr6X2eElwa+Q0y56lxZbTQoMdvTVUnXY/&#10;VsH79OjLI25Nle1rU3yWxXBRFko93PevLyAi9fEW/m9vtIKnxxn8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h7acYAAADc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szpsUA&#10;AADcAAAADwAAAGRycy9kb3ducmV2LnhtbESPQWvCQBSE74X+h+UJvdWNVUKNrmILAUGwVj14fGaf&#10;2WD2bZpdNf57t1DocZiZb5jpvLO1uFLrK8cKBv0EBHHhdMWlgv0uf30H4QOyxtoxKbiTh/ns+WmK&#10;mXY3/qbrNpQiQthnqMCE0GRS+sKQRd93DXH0Tq61GKJsS6lbvEW4reVbkqTSYsVxwWBDn4aK8/Zi&#10;FViJh2OZ5sV6MVx9rcbVx+YnN0q99LrFBESgLvyH/9pLrWA0TOH3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2zOmxQAAANw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6367D" w:rsidRPr="00012FA3" w:rsidRDefault="00D6367D" w:rsidP="00D6367D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6367D" w:rsidRPr="00012FA3" w:rsidRDefault="00D6367D" w:rsidP="00D636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67D" w:rsidRPr="00012FA3" w:rsidRDefault="00D6367D" w:rsidP="00D6367D">
      <w:pPr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19.08.2021 року                                               Крупець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№73 </w:t>
      </w:r>
    </w:p>
    <w:p w:rsidR="00D6367D" w:rsidRPr="00012FA3" w:rsidRDefault="00D6367D" w:rsidP="00D636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12FA3">
        <w:rPr>
          <w:rFonts w:ascii="Times New Roman" w:hAnsi="Times New Roman" w:cs="Times New Roman"/>
          <w:b/>
          <w:bCs/>
          <w:sz w:val="24"/>
          <w:szCs w:val="24"/>
        </w:rPr>
        <w:t>Про присвоєння поштової адреси</w:t>
      </w:r>
    </w:p>
    <w:p w:rsidR="00D6367D" w:rsidRPr="00012FA3" w:rsidRDefault="00D6367D" w:rsidP="00D636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2FA3">
        <w:rPr>
          <w:rFonts w:ascii="Times New Roman" w:hAnsi="Times New Roman" w:cs="Times New Roman"/>
          <w:noProof/>
          <w:sz w:val="24"/>
          <w:szCs w:val="24"/>
        </w:rPr>
        <w:t xml:space="preserve">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Миронюк Л.В.,  виконавчий комітет сільської ради </w:t>
      </w:r>
    </w:p>
    <w:p w:rsidR="00D6367D" w:rsidRPr="00012FA3" w:rsidRDefault="00D6367D" w:rsidP="00D636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2FA3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D6367D" w:rsidRPr="00012FA3" w:rsidRDefault="00D6367D" w:rsidP="00D6367D">
      <w:pPr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1. З метою оформлення своїх  прав на нерухоме майно (земельної  ділянки), на якій розташований житловий будинок  №17 що розташований  по вулиці  Платона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Семенюка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в селі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змінити та присвоїти адресу: вулиця  Платона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Семенюка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17А, село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 район, Хмельницька область, Україна.</w:t>
      </w:r>
    </w:p>
    <w:p w:rsidR="00D6367D" w:rsidRPr="00012FA3" w:rsidRDefault="00D6367D" w:rsidP="00D6367D">
      <w:pPr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2.</w:t>
      </w:r>
      <w:r w:rsidRPr="00012FA3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012FA3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  </w:t>
      </w:r>
      <w:r w:rsidRPr="00012FA3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на </w:t>
      </w:r>
      <w:r w:rsidRPr="00012FA3">
        <w:rPr>
          <w:rFonts w:ascii="Times New Roman" w:hAnsi="Times New Roman" w:cs="Times New Roman"/>
          <w:sz w:val="24"/>
          <w:szCs w:val="24"/>
        </w:rPr>
        <w:t>заступника сільського голови з питань діяльності виконавчих органів ради   Любов ЛІПСЬКА</w:t>
      </w:r>
    </w:p>
    <w:p w:rsidR="00D6367D" w:rsidRPr="00012FA3" w:rsidRDefault="00D6367D" w:rsidP="00D636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67D" w:rsidRPr="00012FA3" w:rsidRDefault="00D6367D" w:rsidP="00D63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D6367D" w:rsidRPr="00012FA3" w:rsidRDefault="00D6367D" w:rsidP="00D63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D6367D" w:rsidRDefault="00D6367D" w:rsidP="00D63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виконавчих органів ради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Любов ЛІПСЬКА</w:t>
      </w:r>
    </w:p>
    <w:p w:rsidR="00A5589B" w:rsidRDefault="00A5589B">
      <w:bookmarkStart w:id="0" w:name="_GoBack"/>
      <w:bookmarkEnd w:id="0"/>
    </w:p>
    <w:sectPr w:rsidR="00A5589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B5" w:rsidRDefault="006743B5">
      <w:pPr>
        <w:spacing w:after="0" w:line="240" w:lineRule="auto"/>
      </w:pPr>
      <w:r>
        <w:separator/>
      </w:r>
    </w:p>
  </w:endnote>
  <w:endnote w:type="continuationSeparator" w:id="0">
    <w:p w:rsidR="006743B5" w:rsidRDefault="0067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B5" w:rsidRDefault="006743B5">
      <w:pPr>
        <w:spacing w:after="0" w:line="240" w:lineRule="auto"/>
      </w:pPr>
      <w:r>
        <w:separator/>
      </w:r>
    </w:p>
  </w:footnote>
  <w:footnote w:type="continuationSeparator" w:id="0">
    <w:p w:rsidR="006743B5" w:rsidRDefault="00674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7D"/>
    <w:rsid w:val="006743B5"/>
    <w:rsid w:val="00A5589B"/>
    <w:rsid w:val="00D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7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rvts10">
    <w:name w:val="rvts10"/>
    <w:rsid w:val="00D6367D"/>
  </w:style>
  <w:style w:type="character" w:customStyle="1" w:styleId="rvts263">
    <w:name w:val="rvts263"/>
    <w:rsid w:val="00D6367D"/>
  </w:style>
  <w:style w:type="character" w:customStyle="1" w:styleId="rvts264">
    <w:name w:val="rvts264"/>
    <w:rsid w:val="00D63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7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rvts10">
    <w:name w:val="rvts10"/>
    <w:rsid w:val="00D6367D"/>
  </w:style>
  <w:style w:type="character" w:customStyle="1" w:styleId="rvts263">
    <w:name w:val="rvts263"/>
    <w:rsid w:val="00D6367D"/>
  </w:style>
  <w:style w:type="character" w:customStyle="1" w:styleId="rvts264">
    <w:name w:val="rvts264"/>
    <w:rsid w:val="00D63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2021-09-29T04:12:00Z</dcterms:created>
  <dcterms:modified xsi:type="dcterms:W3CDTF">2021-09-29T04:13:00Z</dcterms:modified>
</cp:coreProperties>
</file>