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3A5" w:rsidRDefault="0048336D" w:rsidP="008F63A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8336D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8F63A5" w:rsidRDefault="008F63A5" w:rsidP="008F63A5"/>
    <w:p w:rsidR="008F63A5" w:rsidRDefault="008F63A5" w:rsidP="008F63A5"/>
    <w:p w:rsidR="008F63A5" w:rsidRDefault="008F63A5" w:rsidP="008F63A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8F63A5" w:rsidRDefault="008F63A5" w:rsidP="008F63A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8F63A5" w:rsidRDefault="008F63A5" w:rsidP="008F63A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F63A5" w:rsidRDefault="008F63A5" w:rsidP="008F63A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F63A5" w:rsidRDefault="008F63A5" w:rsidP="008F63A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63A5" w:rsidRDefault="008F63A5" w:rsidP="008F63A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8F63A5" w:rsidRDefault="008F63A5" w:rsidP="008F63A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F63A5" w:rsidRDefault="008F63A5" w:rsidP="008F63A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8F63A5" w:rsidRDefault="008F63A5" w:rsidP="008F63A5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24.04.2020  року                                    Крупець                                                   №</w:t>
      </w:r>
    </w:p>
    <w:p w:rsidR="008F63A5" w:rsidRDefault="008F63A5" w:rsidP="008F63A5">
      <w:pPr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8F63A5" w:rsidRDefault="008F63A5" w:rsidP="008F63A5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8F63A5" w:rsidRDefault="008F63A5" w:rsidP="008F63A5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технічноїдокументаціїізземлеустрою</w:t>
      </w:r>
      <w:proofErr w:type="spellEnd"/>
    </w:p>
    <w:p w:rsidR="008F63A5" w:rsidRDefault="008F63A5" w:rsidP="008F63A5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щодовстановлення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відновлення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) меж </w:t>
      </w:r>
    </w:p>
    <w:p w:rsidR="008F63A5" w:rsidRDefault="008F63A5" w:rsidP="008F63A5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земельноїділянки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в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натурі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(на </w:t>
      </w:r>
      <w:proofErr w:type="spellStart"/>
      <w:proofErr w:type="gram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м</w:t>
      </w:r>
      <w:proofErr w:type="gram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ісцевості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)</w:t>
      </w:r>
    </w:p>
    <w:p w:rsidR="008F63A5" w:rsidRDefault="008F63A5" w:rsidP="008F63A5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Поліщук Г.Р.</w:t>
      </w:r>
    </w:p>
    <w:p w:rsidR="008F63A5" w:rsidRDefault="008F63A5" w:rsidP="008F63A5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8F63A5" w:rsidRDefault="008F63A5" w:rsidP="008F63A5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     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пункту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Земельного кодексу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Поліщук Г.Р.,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</w:t>
      </w:r>
    </w:p>
    <w:p w:rsidR="008F63A5" w:rsidRDefault="008F63A5" w:rsidP="008F63A5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8F63A5" w:rsidRDefault="008F63A5" w:rsidP="008F63A5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1.Надати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Поліщук Галині Романівні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 як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зареєстрована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за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адресою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: </w:t>
      </w:r>
      <w:r w:rsidR="004E348E" w:rsidRPr="004E348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____________________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дозвіл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орієнтовною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площею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0,2500 га,  для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обслуговування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житлового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будинку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господарських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будівель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споруд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присадибна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с.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Полянь</w:t>
      </w:r>
      <w:proofErr w:type="spellEnd"/>
      <w:proofErr w:type="gram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вул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.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Незалежності,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32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8F63A5" w:rsidRDefault="008F63A5" w:rsidP="008F63A5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2.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Поліщук Г.Р.,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та подати на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ради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8F63A5" w:rsidRDefault="008F63A5" w:rsidP="008F63A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F63A5" w:rsidRDefault="008F63A5" w:rsidP="008F63A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F63A5" w:rsidRDefault="008F63A5" w:rsidP="008F63A5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8F63A5" w:rsidRPr="008F63A5" w:rsidRDefault="008F63A5" w:rsidP="008F63A5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DE12EF" w:rsidRPr="008F63A5" w:rsidRDefault="008F63A5" w:rsidP="008F63A5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голова                                                                            В. А.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Михалюк</w:t>
      </w:r>
      <w:proofErr w:type="spellEnd"/>
    </w:p>
    <w:sectPr w:rsidR="00DE12EF" w:rsidRPr="008F63A5" w:rsidSect="00DE12E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 w:grammar="clean"/>
  <w:attachedTemplate r:id="rId1"/>
  <w:defaultTabStop w:val="720"/>
  <w:hyphenationZone w:val="425"/>
  <w:characterSpacingControl w:val="doNotCompress"/>
  <w:compat>
    <w:useFELayout/>
  </w:compat>
  <w:rsids>
    <w:rsidRoot w:val="008F63A5"/>
    <w:rsid w:val="00065702"/>
    <w:rsid w:val="001C3FA6"/>
    <w:rsid w:val="0048336D"/>
    <w:rsid w:val="004E348E"/>
    <w:rsid w:val="0080608A"/>
    <w:rsid w:val="008F63A5"/>
    <w:rsid w:val="00B83D0E"/>
    <w:rsid w:val="00DE1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3A5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B83D0E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D0E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D0E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D0E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D0E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D0E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3D0E"/>
    <w:pPr>
      <w:spacing w:after="0"/>
      <w:outlineLvl w:val="6"/>
    </w:pPr>
    <w:rPr>
      <w:rFonts w:asciiTheme="majorHAnsi" w:eastAsiaTheme="majorEastAsia" w:hAnsiTheme="majorHAnsi" w:cstheme="majorBidi"/>
      <w:i/>
      <w:iCs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D0E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D0E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D0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83D0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83D0E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B83D0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B83D0E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B83D0E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B83D0E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B83D0E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B83D0E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B83D0E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B83D0E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B83D0E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B83D0E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B83D0E"/>
    <w:rPr>
      <w:b/>
      <w:bCs/>
    </w:rPr>
  </w:style>
  <w:style w:type="character" w:styleId="a8">
    <w:name w:val="Emphasis"/>
    <w:uiPriority w:val="20"/>
    <w:qFormat/>
    <w:rsid w:val="00B83D0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B83D0E"/>
    <w:pPr>
      <w:spacing w:after="0" w:line="240" w:lineRule="auto"/>
    </w:pPr>
    <w:rPr>
      <w:lang w:val="en-US" w:eastAsia="en-US" w:bidi="en-US"/>
    </w:rPr>
  </w:style>
  <w:style w:type="paragraph" w:styleId="aa">
    <w:name w:val="List Paragraph"/>
    <w:basedOn w:val="a"/>
    <w:uiPriority w:val="34"/>
    <w:qFormat/>
    <w:rsid w:val="00B83D0E"/>
    <w:pPr>
      <w:ind w:left="720"/>
      <w:contextualSpacing/>
    </w:pPr>
    <w:rPr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B83D0E"/>
    <w:pPr>
      <w:spacing w:before="200" w:after="0"/>
      <w:ind w:left="360" w:right="360"/>
    </w:pPr>
    <w:rPr>
      <w:i/>
      <w:iCs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B83D0E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B83D0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B83D0E"/>
    <w:rPr>
      <w:b/>
      <w:bCs/>
      <w:i/>
      <w:iCs/>
    </w:rPr>
  </w:style>
  <w:style w:type="character" w:styleId="ad">
    <w:name w:val="Subtle Emphasis"/>
    <w:uiPriority w:val="19"/>
    <w:qFormat/>
    <w:rsid w:val="00B83D0E"/>
    <w:rPr>
      <w:i/>
      <w:iCs/>
    </w:rPr>
  </w:style>
  <w:style w:type="character" w:styleId="ae">
    <w:name w:val="Intense Emphasis"/>
    <w:uiPriority w:val="21"/>
    <w:qFormat/>
    <w:rsid w:val="00B83D0E"/>
    <w:rPr>
      <w:b/>
      <w:bCs/>
    </w:rPr>
  </w:style>
  <w:style w:type="character" w:styleId="af">
    <w:name w:val="Subtle Reference"/>
    <w:uiPriority w:val="31"/>
    <w:qFormat/>
    <w:rsid w:val="00B83D0E"/>
    <w:rPr>
      <w:smallCaps/>
    </w:rPr>
  </w:style>
  <w:style w:type="character" w:styleId="af0">
    <w:name w:val="Intense Reference"/>
    <w:uiPriority w:val="32"/>
    <w:qFormat/>
    <w:rsid w:val="00B83D0E"/>
    <w:rPr>
      <w:smallCaps/>
      <w:spacing w:val="5"/>
      <w:u w:val="single"/>
    </w:rPr>
  </w:style>
  <w:style w:type="character" w:styleId="af1">
    <w:name w:val="Book Title"/>
    <w:uiPriority w:val="33"/>
    <w:qFormat/>
    <w:rsid w:val="00B83D0E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B83D0E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emp\nev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nev</Template>
  <TotalTime>0</TotalTime>
  <Pages>1</Pages>
  <Words>1057</Words>
  <Characters>604</Characters>
  <Application>Microsoft Office Word</Application>
  <DocSecurity>0</DocSecurity>
  <Lines>5</Lines>
  <Paragraphs>3</Paragraphs>
  <ScaleCrop>false</ScaleCrop>
  <Company>Microsoft</Company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2020-04-22T05:32:00Z</dcterms:created>
  <dcterms:modified xsi:type="dcterms:W3CDTF">2020-04-22T05:37:00Z</dcterms:modified>
</cp:coreProperties>
</file>