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724" w:rsidRDefault="00360724" w:rsidP="00360724">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r>
        <w:rPr>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296" name="Группа 32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297"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60724" w:rsidRDefault="00360724" w:rsidP="00360724"/>
                          </w:txbxContent>
                        </wps:txbx>
                        <wps:bodyPr rot="0" vert="horz" wrap="square" lIns="91440" tIns="45720" rIns="91440" bIns="45720" anchor="t" anchorCtr="0" upright="1">
                          <a:noAutofit/>
                        </wps:bodyPr>
                      </wps:wsp>
                      <wps:wsp>
                        <wps:cNvPr id="3298"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60724" w:rsidRDefault="00360724" w:rsidP="00360724"/>
                          </w:txbxContent>
                        </wps:txbx>
                        <wps:bodyPr rot="0" vert="horz" wrap="square" lIns="91440" tIns="45720" rIns="91440" bIns="45720" anchor="t" anchorCtr="0" upright="1">
                          <a:noAutofit/>
                        </wps:bodyPr>
                      </wps:wsp>
                      <wps:wsp>
                        <wps:cNvPr id="3299"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60724" w:rsidRDefault="00360724" w:rsidP="00360724"/>
                          </w:txbxContent>
                        </wps:txbx>
                        <wps:bodyPr rot="0" vert="horz" wrap="square" lIns="91440" tIns="45720" rIns="91440" bIns="45720" anchor="t" anchorCtr="0" upright="1">
                          <a:noAutofit/>
                        </wps:bodyPr>
                      </wps:wsp>
                      <wps:wsp>
                        <wps:cNvPr id="3300"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60724" w:rsidRDefault="00360724" w:rsidP="00360724"/>
                          </w:txbxContent>
                        </wps:txbx>
                        <wps:bodyPr rot="0" vert="horz" wrap="square" lIns="91440" tIns="45720" rIns="91440" bIns="45720" anchor="t" anchorCtr="0" upright="1">
                          <a:noAutofit/>
                        </wps:bodyPr>
                      </wps:wsp>
                      <wps:wsp>
                        <wps:cNvPr id="3301"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60724" w:rsidRDefault="00360724" w:rsidP="00360724"/>
                          </w:txbxContent>
                        </wps:txbx>
                        <wps:bodyPr rot="0" vert="horz" wrap="square" lIns="91440" tIns="45720" rIns="91440" bIns="45720" anchor="t" anchorCtr="0" upright="1">
                          <a:noAutofit/>
                        </wps:bodyPr>
                      </wps:wsp>
                      <wps:wsp>
                        <wps:cNvPr id="3302"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60724" w:rsidRDefault="00360724" w:rsidP="00360724"/>
                          </w:txbxContent>
                        </wps:txbx>
                        <wps:bodyPr rot="0" vert="horz" wrap="square" lIns="91440" tIns="45720" rIns="91440" bIns="45720" anchor="t" anchorCtr="0" upright="1">
                          <a:noAutofit/>
                        </wps:bodyPr>
                      </wps:wsp>
                      <wps:wsp>
                        <wps:cNvPr id="3303"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60724" w:rsidRDefault="00360724" w:rsidP="00360724"/>
                          </w:txbxContent>
                        </wps:txbx>
                        <wps:bodyPr rot="0" vert="horz" wrap="square" lIns="91440" tIns="45720" rIns="91440" bIns="45720" anchor="t" anchorCtr="0" upright="1">
                          <a:noAutofit/>
                        </wps:bodyPr>
                      </wps:wsp>
                      <wps:wsp>
                        <wps:cNvPr id="3304"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60724" w:rsidRDefault="00360724" w:rsidP="00360724"/>
                          </w:txbxContent>
                        </wps:txbx>
                        <wps:bodyPr rot="0" vert="horz" wrap="square" lIns="91440" tIns="45720" rIns="91440" bIns="45720" anchor="t" anchorCtr="0" upright="1">
                          <a:noAutofit/>
                        </wps:bodyPr>
                      </wps:wsp>
                      <wps:wsp>
                        <wps:cNvPr id="3305"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60724" w:rsidRDefault="00360724" w:rsidP="00360724"/>
                          </w:txbxContent>
                        </wps:txbx>
                        <wps:bodyPr rot="0" vert="horz" wrap="square" lIns="91440" tIns="45720" rIns="91440" bIns="45720" anchor="t" anchorCtr="0" upright="1">
                          <a:noAutofit/>
                        </wps:bodyPr>
                      </wps:wsp>
                      <wps:wsp>
                        <wps:cNvPr id="3306"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60724" w:rsidRDefault="00360724" w:rsidP="00360724"/>
                          </w:txbxContent>
                        </wps:txbx>
                        <wps:bodyPr rot="0" vert="horz" wrap="square" lIns="91440" tIns="45720" rIns="91440" bIns="45720" anchor="t" anchorCtr="0" upright="1">
                          <a:noAutofit/>
                        </wps:bodyPr>
                      </wps:wsp>
                      <wps:wsp>
                        <wps:cNvPr id="3307"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60724" w:rsidRDefault="00360724" w:rsidP="00360724"/>
                          </w:txbxContent>
                        </wps:txbx>
                        <wps:bodyPr rot="0" vert="horz" wrap="square" lIns="91440" tIns="45720" rIns="91440" bIns="45720" anchor="t" anchorCtr="0" upright="1">
                          <a:noAutofit/>
                        </wps:bodyPr>
                      </wps:wsp>
                      <wps:wsp>
                        <wps:cNvPr id="3308"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60724" w:rsidRDefault="00360724" w:rsidP="00360724"/>
                          </w:txbxContent>
                        </wps:txbx>
                        <wps:bodyPr rot="0" vert="horz" wrap="square" lIns="91440" tIns="45720" rIns="91440" bIns="45720" anchor="t" anchorCtr="0" upright="1">
                          <a:noAutofit/>
                        </wps:bodyPr>
                      </wps:wsp>
                      <wps:wsp>
                        <wps:cNvPr id="3309"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60724" w:rsidRDefault="00360724" w:rsidP="00360724"/>
                          </w:txbxContent>
                        </wps:txbx>
                        <wps:bodyPr rot="0" vert="horz" wrap="square" lIns="91440" tIns="45720" rIns="91440" bIns="45720" anchor="t" anchorCtr="0" upright="1">
                          <a:noAutofit/>
                        </wps:bodyPr>
                      </wps:wsp>
                      <wps:wsp>
                        <wps:cNvPr id="3310"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60724" w:rsidRDefault="00360724" w:rsidP="00360724"/>
                          </w:txbxContent>
                        </wps:txbx>
                        <wps:bodyPr rot="0" vert="horz" wrap="square" lIns="91440" tIns="45720" rIns="91440" bIns="45720" anchor="t" anchorCtr="0" upright="1">
                          <a:noAutofit/>
                        </wps:bodyPr>
                      </wps:wsp>
                      <wps:wsp>
                        <wps:cNvPr id="3311"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60724" w:rsidRDefault="00360724" w:rsidP="00360724"/>
                          </w:txbxContent>
                        </wps:txbx>
                        <wps:bodyPr rot="0" vert="horz" wrap="square" lIns="91440" tIns="45720" rIns="91440" bIns="45720" anchor="t" anchorCtr="0" upright="1">
                          <a:noAutofit/>
                        </wps:bodyPr>
                      </wps:wsp>
                      <wps:wsp>
                        <wps:cNvPr id="3312"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60724" w:rsidRDefault="00360724" w:rsidP="00360724"/>
                          </w:txbxContent>
                        </wps:txbx>
                        <wps:bodyPr rot="0" vert="horz" wrap="square" lIns="91440" tIns="45720" rIns="91440" bIns="45720" anchor="t" anchorCtr="0" upright="1">
                          <a:noAutofit/>
                        </wps:bodyPr>
                      </wps:wsp>
                      <wps:wsp>
                        <wps:cNvPr id="3313"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60724" w:rsidRDefault="00360724" w:rsidP="00360724"/>
                          </w:txbxContent>
                        </wps:txbx>
                        <wps:bodyPr rot="0" vert="horz" wrap="square" lIns="91440" tIns="45720" rIns="91440" bIns="45720" anchor="t" anchorCtr="0" upright="1">
                          <a:noAutofit/>
                        </wps:bodyPr>
                      </wps:wsp>
                      <wps:wsp>
                        <wps:cNvPr id="3314"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60724" w:rsidRDefault="00360724" w:rsidP="00360724"/>
                          </w:txbxContent>
                        </wps:txbx>
                        <wps:bodyPr rot="0" vert="horz" wrap="square" lIns="91440" tIns="45720" rIns="91440" bIns="45720" anchor="t" anchorCtr="0" upright="1">
                          <a:noAutofit/>
                        </wps:bodyPr>
                      </wps:wsp>
                      <wps:wsp>
                        <wps:cNvPr id="3315"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60724" w:rsidRDefault="00360724" w:rsidP="00360724"/>
                          </w:txbxContent>
                        </wps:txbx>
                        <wps:bodyPr rot="0" vert="horz" wrap="square" lIns="91440" tIns="45720" rIns="91440" bIns="45720" anchor="t" anchorCtr="0" upright="1">
                          <a:noAutofit/>
                        </wps:bodyPr>
                      </wps:wsp>
                      <wps:wsp>
                        <wps:cNvPr id="3316"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60724" w:rsidRDefault="00360724" w:rsidP="00360724"/>
                          </w:txbxContent>
                        </wps:txbx>
                        <wps:bodyPr rot="0" vert="horz" wrap="square" lIns="91440" tIns="45720" rIns="91440" bIns="45720" anchor="t" anchorCtr="0" upright="1">
                          <a:noAutofit/>
                        </wps:bodyPr>
                      </wps:wsp>
                      <wps:wsp>
                        <wps:cNvPr id="3317"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60724" w:rsidRDefault="00360724" w:rsidP="00360724"/>
                          </w:txbxContent>
                        </wps:txbx>
                        <wps:bodyPr rot="0" vert="horz" wrap="square" lIns="91440" tIns="45720" rIns="91440" bIns="45720" anchor="t" anchorCtr="0" upright="1">
                          <a:noAutofit/>
                        </wps:bodyPr>
                      </wps:wsp>
                      <wps:wsp>
                        <wps:cNvPr id="3318"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60724" w:rsidRDefault="00360724" w:rsidP="00360724"/>
                          </w:txbxContent>
                        </wps:txbx>
                        <wps:bodyPr rot="0" vert="horz" wrap="square" lIns="91440" tIns="45720" rIns="91440" bIns="45720" anchor="t" anchorCtr="0" upright="1">
                          <a:noAutofit/>
                        </wps:bodyPr>
                      </wps:wsp>
                      <wps:wsp>
                        <wps:cNvPr id="3319"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60724" w:rsidRDefault="00360724" w:rsidP="00360724"/>
                          </w:txbxContent>
                        </wps:txbx>
                        <wps:bodyPr rot="0" vert="horz" wrap="square" lIns="91440" tIns="45720" rIns="91440" bIns="45720" anchor="t" anchorCtr="0" upright="1">
                          <a:noAutofit/>
                        </wps:bodyPr>
                      </wps:wsp>
                      <wps:wsp>
                        <wps:cNvPr id="3320"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60724" w:rsidRDefault="00360724" w:rsidP="00360724"/>
                          </w:txbxContent>
                        </wps:txbx>
                        <wps:bodyPr rot="0" vert="horz" wrap="square" lIns="91440" tIns="45720" rIns="91440" bIns="45720" anchor="t" anchorCtr="0" upright="1">
                          <a:noAutofit/>
                        </wps:bodyPr>
                      </wps:wsp>
                      <wps:wsp>
                        <wps:cNvPr id="3321"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60724" w:rsidRDefault="00360724" w:rsidP="00360724"/>
                          </w:txbxContent>
                        </wps:txbx>
                        <wps:bodyPr rot="0" vert="horz" wrap="square" lIns="91440" tIns="45720" rIns="91440" bIns="45720" anchor="t" anchorCtr="0" upright="1">
                          <a:noAutofit/>
                        </wps:bodyPr>
                      </wps:wsp>
                      <wps:wsp>
                        <wps:cNvPr id="3353"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60724" w:rsidRDefault="00360724" w:rsidP="00360724"/>
                          </w:txbxContent>
                        </wps:txbx>
                        <wps:bodyPr rot="0" vert="horz" wrap="square" lIns="91440" tIns="45720" rIns="91440" bIns="45720" anchor="t" anchorCtr="0" upright="1">
                          <a:noAutofit/>
                        </wps:bodyPr>
                      </wps:wsp>
                      <wps:wsp>
                        <wps:cNvPr id="3354"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60724" w:rsidRDefault="00360724" w:rsidP="00360724"/>
                          </w:txbxContent>
                        </wps:txbx>
                        <wps:bodyPr rot="0" vert="horz" wrap="square" lIns="91440" tIns="45720" rIns="91440" bIns="45720" anchor="t" anchorCtr="0" upright="1">
                          <a:noAutofit/>
                        </wps:bodyPr>
                      </wps:wsp>
                      <wps:wsp>
                        <wps:cNvPr id="3355"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60724" w:rsidRDefault="00360724" w:rsidP="00360724"/>
                          </w:txbxContent>
                        </wps:txbx>
                        <wps:bodyPr rot="0" vert="horz" wrap="square" lIns="91440" tIns="45720" rIns="91440" bIns="45720" anchor="t" anchorCtr="0" upright="1">
                          <a:noAutofit/>
                        </wps:bodyPr>
                      </wps:wsp>
                      <wps:wsp>
                        <wps:cNvPr id="3356"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60724" w:rsidRDefault="00360724" w:rsidP="00360724"/>
                          </w:txbxContent>
                        </wps:txbx>
                        <wps:bodyPr rot="0" vert="horz" wrap="square" lIns="91440" tIns="45720" rIns="91440" bIns="45720" anchor="t" anchorCtr="0" upright="1">
                          <a:noAutofit/>
                        </wps:bodyPr>
                      </wps:wsp>
                      <wps:wsp>
                        <wps:cNvPr id="3357"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60724" w:rsidRDefault="00360724" w:rsidP="00360724"/>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296"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vM5MUA&#10;AADdAAAADwAAAGRycy9kb3ducmV2LnhtbESPQWuDQBSE74X+h+UFemvWKCSpdRUpafEglCTN/eG+&#10;qNR9K+4msf8+Wyj0OMzMN0xWzGYQV5pcb1nBahmBIG6s7rlV8HV8f96CcB5Z42CZFPyQgyJ/fMgw&#10;1fbGe7oefCsChF2KCjrvx1RK13Rk0C3tSBy8s50M+iCnVuoJbwFuBhlH0Voa7DksdDjSW0fN9+Fi&#10;FNjko6pPbbxPdrzxXH5uz6e5VuppMZevIDzN/j/81660giR+2cDvm/AEZH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68zkxQAAAN0AAAAPAAAAAAAAAAAAAAAAAJgCAABkcnMv&#10;ZG93bnJldi54bWxQSwUGAAAAAAQABAD1AAAAig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360724" w:rsidRDefault="00360724" w:rsidP="00360724"/>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KcmMUA&#10;AADdAAAADwAAAGRycy9kb3ducmV2LnhtbERPy2oCMRTdF/yHcIVupGaq4GM0ShGmtV0UtIVuL5Pr&#10;ZHRyMySpjn69WRS6PJz3ct3ZRpzJh9qxgudhBoK4dLrmSsH3V/E0AxEissbGMSm4UoD1qvewxFy7&#10;C+/ovI+VSCEcclRgYmxzKUNpyGIYupY4cQfnLcYEfSW1x0sKt40cZdlEWqw5NRhsaWOoPO1/rYJj&#10;8Wl+NtPbqx/Md3QbFB9vzftEqcd+97IAEamL/+I/91YrGI/maW56k56AX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YpyYxQAAAN0AAAAPAAAAAAAAAAAAAAAAAJgCAABkcnMv&#10;ZG93bnJldi54bWxQSwUGAAAAAAQABAD1AAAAig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360724" w:rsidRDefault="00360724" w:rsidP="00360724"/>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ZbfMQA&#10;AADdAAAADwAAAGRycy9kb3ducmV2LnhtbESP32rCMBTG7we+QziCN0PTKYxZjaWIyuhNUfcAh+bY&#10;FJuT0mS2vv0yGOzy4/vz49tmo23Fg3rfOFbwtkhAEFdON1wr+Loe5x8gfEDW2DomBU/ykO0mL1tM&#10;tRv4TI9LqEUcYZ+iAhNCl0rpK0MW/cJ1xNG7ud5iiLKvpe5xiOO2lcskeZcWG44Egx3tDVX3y7eN&#10;kHKFZXEbrsfTiAMeCsOv+Vmp2XTMNyACjeE//Nf+1ApWy/Uaft/EJyB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z2W3z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360724" w:rsidRDefault="00360724" w:rsidP="00360724"/>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y9W8MA&#10;AADdAAAADwAAAGRycy9kb3ducmV2LnhtbERPTWsCMRC9F/ofwhS81Wy1VdkaRbSFUvBQK0hvw2bc&#10;XbqZhGR0t/++ORR6fLzv5XpwnbpSTK1nAw/jAhRx5W3LtYHj5+v9AlQSZIudZzLwQwnWq9ubJZbW&#10;9/xB14PUKodwKtFAIxJKrVPVkMM09oE4c2cfHUqGsdY2Yp/DXacnRTHTDlvODQ0G2jZUfR8uzsC+&#10;fwnv89nTOXzFx4lOOyunrRgzuhs2z6CEBvkX/7nfrIHptMj785v8BP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py9W8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360724" w:rsidRDefault="00360724" w:rsidP="00360724"/>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vNYMIA&#10;AADdAAAADwAAAGRycy9kb3ducmV2LnhtbESP3YrCMBCF7xd8hzCCN4umWhCpRhFZRbwRfx5gaMam&#10;2ExKk7X17Y0geHk4Px9nsepsJR7U+NKxgvEoAUGcO11yoeB62Q5nIHxA1lg5JgVP8rBa9n4WmGnX&#10;8oke51CIOMI+QwUmhDqT0ueGLPqRq4mjd3ONxRBlU0jdYBvHbSUnSTKVFkuOBIM1bQzl9/O/jZBj&#10;isfDrb1sdx22+Hcw/Ls+KTXod+s5iEBd+IY/7b1WkKbJGN5v4hOQy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a81gwgAAAN0AAAAPAAAAAAAAAAAAAAAAAJgCAABkcnMvZG93&#10;bnJldi54bWxQSwUGAAAAAAQABAD1AAAAhw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360724" w:rsidRDefault="00360724" w:rsidP="00360724"/>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KGt8YA&#10;AADdAAAADwAAAGRycy9kb3ducmV2LnhtbESPQUsDMRSE74L/ITzBW5t1q1W2TYtUBRE8WAvF22Pz&#10;urt08xKSZ3f990YoeBxm5htmuR5dr04UU+fZwM20AEVce9txY2D3+TJ5AJUE2WLvmQz8UIL16vJi&#10;iZX1A3/QaSuNyhBOFRpoRUKldapbcpimPhBn7+CjQ8kyNtpGHDLc9bosirl22HFeaDHQpqX6uP12&#10;Bt6H5/B2P787hK94W+r0ZGW/EWOur8bHBSihUf7D5/arNTCbFSX8vclPQK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QKGt8YAAADdAAAADwAAAAAAAAAAAAAAAACYAgAAZHJz&#10;L2Rvd25yZXYueG1sUEsFBgAAAAAEAAQA9QAAAIs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360724" w:rsidRDefault="00360724" w:rsidP="00360724"/>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6DUsYA&#10;AADdAAAADwAAAGRycy9kb3ducmV2LnhtbESPUWvCMBSF3wf7D+EOfJGZanGMzig6CBMciE7w9dJc&#10;27LmpiSZ7f69EQZ7PJxzvsNZrAbbiiv50DhWMJ1kIIhLZxquFJy+9PMriBCRDbaOScEvBVgtHx8W&#10;WBjX84Gux1iJBOFQoII6xq6QMpQ1WQwT1xEn7+K8xZikr6Tx2Ce4beUsy16kxYbTQo0dvddUfh9/&#10;rILNvq9yPy43g9tdPs5zrY3+1EqNnob1G4hIQ/wP/7W3RkGeZznc36QnI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M6DUs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360724" w:rsidRDefault="00360724" w:rsidP="00360724"/>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9BY8QA&#10;AADdAAAADwAAAGRycy9kb3ducmV2LnhtbESP3WoCMRSE7wu+QzhC72rWnxZZjSKWBRFvan2Aw+a4&#10;Wd2cLElc17c3hYKXw8x8wyzXvW1ERz7UjhWMRxkI4tLpmisFp9/iYw4iRGSNjWNS8KAA69XgbYm5&#10;dnf+oe4YK5EgHHJUYGJscylDachiGLmWOHln5y3GJH0ltcd7gttGTrLsS1qsOS0YbGlrqLweb1ZB&#10;sZ8cuutN+8Jt+pmlT3OZfxul3of9ZgEiUh9f4f/2TiuYTrMZ/L1JT0C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fQWPEAAAA3QAAAA8AAAAAAAAAAAAAAAAAmAIAAGRycy9k&#10;b3ducmV2LnhtbFBLBQYAAAAABAAEAPUAAACJ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360724" w:rsidRDefault="00360724" w:rsidP="00360724"/>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u+vcYA&#10;AADdAAAADwAAAGRycy9kb3ducmV2LnhtbESPUWvCMBSF3wf+h3AHvoyZuqKMzigqBAcORDfY66W5&#10;tmXNTUky2/17Iwh7PJxzvsNZrAbbigv50DhWMJ1kIIhLZxquFHx96udXECEiG2wdk4I/CrBajh4W&#10;WBjX85Eup1iJBOFQoII6xq6QMpQ1WQwT1xEn7+y8xZikr6Tx2Ce4beVLls2lxYbTQo0dbWsqf06/&#10;VsHm0Fe5fyo3g9ufd98zrY3+0EqNH4f1G4hIQ/wP39vvRkGeZzO4vUlPQC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Gu+vc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360724" w:rsidRDefault="00360724" w:rsidP="00360724"/>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F6j8MA&#10;AADdAAAADwAAAGRycy9kb3ducmV2LnhtbESP0WoCMRRE3wv+Q7iCbzWrtiKrUURZkNKXqh9w2Vw3&#10;q5ubJYnr+vemUOjjMDNnmNWmt43oyIfasYLJOANBXDpdc6XgfCreFyBCRNbYOCYFTwqwWQ/eVphr&#10;9+Af6o6xEgnCIUcFJsY2lzKUhiyGsWuJk3dx3mJM0ldSe3wkuG3kNMvm0mLNacFgSztD5e14twqK&#10;r+l3d7trX7ht/2Hp01wXe6PUaNhvlyAi9fE//Nc+aAWzWTaH3zfpCcj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QF6j8MAAADdAAAADwAAAAAAAAAAAAAAAACYAgAAZHJzL2Rv&#10;d25yZXYueG1sUEsFBgAAAAAEAAQA9QAAAIg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360724" w:rsidRDefault="00360724" w:rsidP="00360724"/>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jFMsIA&#10;AADdAAAADwAAAGRycy9kb3ducmV2LnhtbESP0YrCMBRE3xf8h3AF39ZEu7pL1ygiKOuj1Q+4NHfb&#10;YnNTm2jr3xtB8HGYmTPMYtXbWtyo9ZVjDZOxAkGcO1NxoeF03H7+gPAB2WDtmDTcycNqOfhYYGpc&#10;xwe6ZaEQEcI+RQ1lCE0qpc9LsujHriGO3r9rLYYo20KaFrsIt7WcKjWXFiuOCyU2tCkpP2dXq+Hr&#10;3u0u2eystsbSZJ80ew75TOvRsF//ggjUh3f41f4zGpJEfcPzTXwCcv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CMUywgAAAN0AAAAPAAAAAAAAAAAAAAAAAJgCAABkcnMvZG93&#10;bnJldi54bWxQSwUGAAAAAAQABAD1AAAAhw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360724" w:rsidRDefault="00360724" w:rsidP="00360724"/>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VIXL4A&#10;AADdAAAADwAAAGRycy9kb3ducmV2LnhtbERPyw7BQBTdS/zD5ErsmCIRyhAhRKyox/qmc7WNzp2m&#10;M6i/NwuJ5cl5z5eNKcWLaldYVjDoRyCIU6sLzhRcztveBITzyBpLy6TgQw6Wi3ZrjrG2bz7RK/GZ&#10;CCHsYlSQe1/FUro0J4OubyviwN1tbdAHWGdS1/gO4aaUwygaS4MFh4YcK1rnlD6Sp1HwHN+GF74f&#10;9DHZfHbTzXbl5DVTqttpVjMQnhr/F//ce61gNIrC3PAmPAG5+A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0FSFy+AAAA3QAAAA8AAAAAAAAAAAAAAAAAmAIAAGRycy9kb3ducmV2&#10;LnhtbFBLBQYAAAAABAAEAPUAAACD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360724" w:rsidRDefault="00360724" w:rsidP="00360724"/>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qSwMcA&#10;AADdAAAADwAAAGRycy9kb3ducmV2LnhtbESPQWvCQBSE7wX/w/KE3urGRoKmrtIKBfWg1Oqht2f2&#10;mcRm38bsqvHfu0Khx2FmvmHG09ZU4kKNKy0r6PciEMSZ1SXnCrbfny9DEM4ja6wsk4IbOZhOOk9j&#10;TLW98hddNj4XAcIuRQWF93UqpcsKMuh6tiYO3sE2Bn2QTS51g9cAN5V8jaJEGiw5LBRY06yg7Hdz&#10;Ngp262EyWn8sBsflao+x0acfXSZKPXfb9zcQnlr/H/5rz7WCOI5G8HgTnoCc3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LqksD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360724" w:rsidRDefault="00360724" w:rsidP="00360724"/>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Fvc8IA&#10;AADdAAAADwAAAGRycy9kb3ducmV2LnhtbERPTWvCQBC9F/wPywi91Y2JiERX0RbT0pNVweuQHZNg&#10;djZkV5P467uHQo+P973a9KYWD2pdZVnBdBKBIM6trrhQcD7t3xYgnEfWWFsmBQM52KxHLytMte34&#10;hx5HX4gQwi5FBaX3TSqly0sy6Ca2IQ7c1bYGfYBtIXWLXQg3tYyjaC4NVhwaSmzovaT8drwbBc/5&#10;BQ/uM959JNrTMFtk9vuQKfU67rdLEJ56/y/+c39pBUkyDfvDm/AE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cW9zwgAAAN0AAAAPAAAAAAAAAAAAAAAAAJgCAABkcnMvZG93&#10;bnJldi54bWxQSwUGAAAAAAQABAD1AAAAhw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360724" w:rsidRDefault="00360724" w:rsidP="00360724"/>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WZUMQA&#10;AADdAAAADwAAAGRycy9kb3ducmV2LnhtbESP0WrCQBRE3wv+w3KFvtVN1EobXUVEoW/W6AdcstdN&#10;MHs3Zrca+/WuIPg4zMwZZrbobC0u1PrKsYJ0kIAgLpyu2Cg47DcfXyB8QNZYOyYFN/KwmPfeZphp&#10;d+UdXfJgRISwz1BBGUKTSemLkiz6gWuIo3d0rcUQZWukbvEa4baWwySZSIsVx4USG1qVVJzyP6vg&#10;7IafusvXuD2tv38rY8bn/91Yqfd+t5yCCNSFV/jZ/tEKRqM0hceb+ATk/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jlmVD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360724" w:rsidRDefault="00360724" w:rsidP="00360724"/>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aNT8UA&#10;AADdAAAADwAAAGRycy9kb3ducmV2LnhtbESPzW7CMBCE75X6DtZW6q04EAEhYBBUqsSVnwPHxV6S&#10;tPE6xAZSnh4jVepxNDPfaGaLztbiSq2vHCvo9xIQxNqZigsF+93XRwbCB2SDtWNS8EseFvPXlxnm&#10;xt14Q9dtKESEsM9RQRlCk0vpdUkWfc81xNE7udZiiLItpGnxFuG2loMkGUmLFceFEhv6LEn/bC9W&#10;wbo60nCkTxObrfTmcD+HdPxtlHp/65ZTEIG68B/+a6+NgjTtD+D5Jj4BO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Fo1PxQAAAN0AAAAPAAAAAAAAAAAAAAAAAJgCAABkcnMv&#10;ZG93bnJldi54bWxQSwUGAAAAAAQABAD1AAAAig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360724" w:rsidRDefault="00360724" w:rsidP="00360724"/>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PbIMEA&#10;AADdAAAADwAAAGRycy9kb3ducmV2LnhtbERPXWvCMBR9H/gfwhV8m6kWhnZGUUFQtgm6MV8vzbUp&#10;NjelibX++2Ug+Hi+ObNFZyvRUuNLxwpGwwQEce50yYWCn+/N6wSED8gaK8ek4E4eFvPeywwz7W58&#10;oPYYChFL2GeowIRQZ1L63JBFP3Q1cdTOrrEYImwKqRu8xXJbyXGSvEmLJccFgzWtDeWX49UqaHF/&#10;T05m9TXdlZ/5eL/6/dCRV4N+t3wHEagLT/MjvdUK0nSUwv+b+ATk/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NT2yDBAAAA3QAAAA8AAAAAAAAAAAAAAAAAmAIAAGRycy9kb3du&#10;cmV2LnhtbFBLBQYAAAAABAAEAPUAAACG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360724" w:rsidRDefault="00360724" w:rsidP="00360724"/>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H9NMUA&#10;AADdAAAADwAAAGRycy9kb3ducmV2LnhtbESPQUvDQBSE70L/w/IK3uymqYjEbosUKh419uDxmX3N&#10;pmbfC7vbJvrrXUHwOMzMN8x6O/leXSjETtjAclGAIm7EdtwaOLztb+5BxYRssRcmA18UYbuZXa2x&#10;sjLyK13q1KoM4VihAZfSUGkdG0ce40IG4uwdJXhMWYZW24Bjhvtel0Vxpz12nBccDrRz1HzWZ29g&#10;fGo+TuXx3brvMMi+fpFT2Ysx1/Pp8QFUoin9h//az9bAarW8hd83+Qno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gf00xQAAAN0AAAAPAAAAAAAAAAAAAAAAAJgCAABkcnMv&#10;ZG93bnJldi54bWxQSwUGAAAAAAQABAD1AAAAig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360724" w:rsidRDefault="00360724" w:rsidP="00360724"/>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YeCMcA&#10;AADdAAAADwAAAGRycy9kb3ducmV2LnhtbESP3WoCMRSE7wu+QzhC77pZFa1sjWK1QhFL8af3x81x&#10;d9vkZNmkun17Iwi9HGbmG2Yya60RZ2p85VhBL0lBEOdOV1woOOxXT2MQPiBrNI5JwR95mE07DxPM&#10;tLvwls67UIgIYZ+hgjKEOpPS5yVZ9ImriaN3co3FEGVTSN3gJcKtkf00HUmLFceFEmtalJT/7H6t&#10;gtXn0nz3P7bzLxkWb89HM16/LjdKPXbb+QuIQG34D9/b71rBYNAbwu1NfAJye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ymHgj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360724" w:rsidRDefault="00360724" w:rsidP="00360724"/>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NNxsUA&#10;AADdAAAADwAAAGRycy9kb3ducmV2LnhtbESPQYvCMBSE78L+h/AW9iKaukWRapRFEBUUXFfw+mze&#10;tsXmpTSx1n9vBMHjMDPfMNN5a0rRUO0KywoG/QgEcWp1wZmC49+yNwbhPLLG0jIpuJOD+eyjM8VE&#10;2xv/UnPwmQgQdgkqyL2vEildmpNB17cVcfD+bW3QB1lnUtd4C3BTyu8oGkmDBYeFHCta5JReDlej&#10;oNlvz9m6cdXmMu66YXxerXb6pNTXZ/szAeGp9e/wq73WCuJ4MILnm/AE5O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003GxQAAAN0AAAAPAAAAAAAAAAAAAAAAAJgCAABkcnMv&#10;ZG93bnJldi54bWxQSwUGAAAAAAQABAD1AAAAigM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360724" w:rsidRDefault="00360724" w:rsidP="00360724"/>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6UlMgA&#10;AADdAAAADwAAAGRycy9kb3ducmV2LnhtbESPzWsCMRTE74X+D+EVeqtZtfVjNUotCL0U/Dro7bl5&#10;7i5uXrZJ1K1/fSMIHoeZ+Q0znjamEmdyvrSsoN1KQBBnVpecK9is528DED4ga6wsk4I/8jCdPD+N&#10;MdX2wks6r0IuIoR9igqKEOpUSp8VZNC3bE0cvYN1BkOULpfa4SXCTSU7SdKTBkuOCwXW9FVQdlyd&#10;jILZcDD7Xbzzz3W539Fuuz9+dFyi1OtL8zkCEagJj/C9/a0VdLvtPtzexCcgJ/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qPpSUyAAAAN0AAAAPAAAAAAAAAAAAAAAAAJgCAABk&#10;cnMvZG93bnJldi54bWxQSwUGAAAAAAQABAD1AAAAjQMAAAAA&#10;" fillcolor="black" stroked="f">
                  <v:textbox>
                    <w:txbxContent>
                      <w:p w:rsidR="00360724" w:rsidRDefault="00360724" w:rsidP="00360724"/>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4jD6MUA&#10;AADdAAAADwAAAGRycy9kb3ducmV2LnhtbERPy2rCQBTdC/7DcAvd6URFkTQTqS8Qahc+Fl3eZm6T&#10;IZk7ITPV2K/vLApdHs47W/W2ETfqvHGsYDJOQBAXThsuFVwv+9EShA/IGhvHpOBBHlb5cJBhqt2d&#10;T3Q7h1LEEPYpKqhCaFMpfVGRRT92LXHkvlxnMUTYlVJ3eI/htpHTJFlIi4ZjQ4UtbSoq6vO3VfDx&#10;tjDLk6Hp5/FnvdPHeb1+39ZKPT/1ry8gAvXhX/znPmgFs9kkzo1v4hOQ+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iMPo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360724" w:rsidRDefault="00360724" w:rsidP="00360724"/>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FYxsYA&#10;AADdAAAADwAAAGRycy9kb3ducmV2LnhtbESPT2sCMRTE70K/Q3iF3jRrhaJbo0il1IsH/5ReH5vX&#10;zXY3L2sSdfXTN4LgcZiZ3zDTeWcbcSIfKscKhoMMBHHhdMWlgv3usz8GESKyxsYxKbhQgPnsqTfF&#10;XLszb+i0jaVIEA45KjAxtrmUoTBkMQxcS5y8X+ctxiR9KbXHc4LbRr5m2Zu0WHFaMNjSh6Gi3h6t&#10;Ar/4WdZXPn7X2XV9CV9/3WGMRqmX527xDiJSFx/he3ulFYxGwwnc3qQnIG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CFYx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360724" w:rsidRDefault="00360724" w:rsidP="00360724"/>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OeVMMA&#10;AADdAAAADwAAAGRycy9kb3ducmV2LnhtbERP22rCQBB9F/oPyxT6IroxgpfUVaRQKFQELx8wZsck&#10;dHc2ZKca+/Xdh0IfD+e+2vTeqRt1sQlsYDLOQBGXwTZcGTif3kcLUFGQLbrAZOBBETbrp8EKCxvu&#10;fKDbUSqVQjgWaKAWaQutY1mTxzgOLXHirqHzKAl2lbYd3lO4dzrPspn22HBqqLGlt5rKr+O3N+Dy&#10;i1t+zuNOHme9y368HIZ7a8zLc799BSXUy7/4z/1hDUynedqf3qQno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iOeVMMAAADdAAAADwAAAAAAAAAAAAAAAACYAgAAZHJzL2Rv&#10;d25yZXYueG1sUEsFBgAAAAAEAAQA9QAAAIg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360724" w:rsidRDefault="00360724" w:rsidP="00360724"/>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0i8YA&#10;AADdAAAADwAAAGRycy9kb3ducmV2LnhtbESPQWvCQBSE70L/w/IKvenGCEVSV2krQi49GFO8PrPP&#10;bHD3bchuNe2vdwuFHoeZ+YZZbUZnxZWG0HlWMJ9lIIgbrztuFdSH3XQJIkRkjdYzKfimAJv1w2SF&#10;hfY33tO1iq1IEA4FKjAx9oWUoTHkMMx8T5y8sx8cxiSHVuoBbwnurMyz7Fk67DgtGOzp3VBzqb6c&#10;gm3V27wuzVs4fn6cTrb82dFxq9TT4/j6AiLSGP/Df+1SK1gs8jn8vklPQK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M0i8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360724" w:rsidRDefault="00360724" w:rsidP="00360724"/>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wzq8UA&#10;AADdAAAADwAAAGRycy9kb3ducmV2LnhtbESPT2sCMRTE7wW/Q3hCbzWxS1VWo4hUEHqqfw7eHslz&#10;d3XzsmxSd/32plDocZiZ3zCLVe9qcac2VJ41jEcKBLHxtuJCw/GwfZuBCBHZYu2ZNDwowGo5eFlg&#10;bn3H33Tfx0IkCIccNZQxNrmUwZTkMIx8Q5y8i28dxiTbQtoWuwR3tXxXaiIdVpwWSmxoU5K57X+c&#10;hutWfnmj0JyOp25np+fPCdVK69dhv56DiNTH//Bfe2c1ZNlHBr9v0hOQy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7DOrxQAAAN0AAAAPAAAAAAAAAAAAAAAAAJgCAABkcnMv&#10;ZG93bnJldi54bWxQSwUGAAAAAAQABAD1AAAAig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360724" w:rsidRDefault="00360724" w:rsidP="00360724"/>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wJ8cYA&#10;AADdAAAADwAAAGRycy9kb3ducmV2LnhtbESPT2vCQBTE7wW/w/KE3nSjaUWiq2ihUCo9+Afx+Mw+&#10;k5Ds27C7avrtu4LQ4zAzv2Hmy8404kbOV5YVjIYJCOLc6ooLBYf952AKwgdkjY1lUvBLHpaL3ssc&#10;M23vvKXbLhQiQthnqKAMoc2k9HlJBv3QtsTRu1hnMETpCqkd3iPcNHKcJBNpsOK4UGJLHyXl9e5q&#10;FJyuG778pN8rtw5H2+19PT5Pa6Ve+91qBiJQF/7Dz/aXVpCm72/weBOf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hwJ8c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360724" w:rsidRDefault="00360724" w:rsidP="00360724"/>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oWuMcA&#10;AADdAAAADwAAAGRycy9kb3ducmV2LnhtbESPQWsCMRSE7wX/Q3hCbzWrdouuRtGC0ItQbQ/19tw8&#10;dxc3L2sSdfXXm0Khx2FmvmGm89bU4kLOV5YV9HsJCOLc6ooLBd9fq5cRCB+QNdaWScGNPMxnnacp&#10;ZtpeeUOXbShEhLDPUEEZQpNJ6fOSDPqebYijd7DOYIjSFVI7vEa4qeUgSd6kwYrjQokNvZeUH7dn&#10;o2A5Hi1Pn6+8vm/2O9r97I/pwCVKPXfbxQREoDb8h//aH1rBcJim8PsmPgE5e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PKFrjHAAAA3QAAAA8AAAAAAAAAAAAAAAAAmAIAAGRy&#10;cy9kb3ducmV2LnhtbFBLBQYAAAAABAAEAPUAAACMAwAAAAA=&#10;" fillcolor="black" stroked="f">
                  <v:textbox>
                    <w:txbxContent>
                      <w:p w:rsidR="00360724" w:rsidRDefault="00360724" w:rsidP="00360724"/>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RyzsUA&#10;AADdAAAADwAAAGRycy9kb3ducmV2LnhtbESPQUsDMRSE70L/Q3gFbzZbF4usTctSKIqnbVW8vm5e&#10;N0s3L0sS0/XfG0HwOMzMN8x6O9lBJPKhd6xguShAELdO99wpeH/b3z2CCBFZ4+CYFHxTgO1mdrPG&#10;SrsrHygdYycyhEOFCkyMYyVlaA1ZDAs3Emfv7LzFmKXvpPZ4zXA7yPuiWEmLPecFgyPtDLWX45dV&#10;kE67pi7TZzKHV1933jXPH6dGqdv5VD+BiDTF//Bf+0UrKMuHF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ZHL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360724" w:rsidRDefault="00360724" w:rsidP="00360724"/>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83p8cA&#10;AADdAAAADwAAAGRycy9kb3ducmV2LnhtbESPQUvDQBSE7wX/w/IEb3YTS1uN2RYpWqoXayzU4yP7&#10;zAazb0N2TdP++q4g9DjMzDdMvhxsI3rqfO1YQTpOQBCXTtdcKdh9vtzeg/ABWWPjmBQcycNycTXK&#10;MdPuwB/UF6ESEcI+QwUmhDaT0peGLPqxa4mj9+06iyHKrpK6w0OE20beJclMWqw5LhhsaWWo/Cl+&#10;rQKfrp73b/b00H+tDb8Xr2a2rYxSN9fD0yOIQEO4hP/bG61gMpnO4e9NfAJycQ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6vN6fHAAAA3QAAAA8AAAAAAAAAAAAAAAAAmAIAAGRy&#10;cy9kb3ducmV2LnhtbFBLBQYAAAAABAAEAPUAAACMAwAAAAA=&#10;" adj="-11796480,,5400" path="m201,4097r199,l400,,,,,4097r201,xe" fillcolor="black" stroked="f">
                  <v:stroke joinstyle="round"/>
                  <v:formulas/>
                  <v:path arrowok="t" o:connecttype="custom" o:connectlocs="20,410;40,410;40,0;0,0;0,410;20,410" o:connectangles="0,0,0,0,0,0" textboxrect="0,0,400,4097"/>
                  <v:textbox>
                    <w:txbxContent>
                      <w:p w:rsidR="00360724" w:rsidRDefault="00360724" w:rsidP="00360724"/>
                    </w:txbxContent>
                  </v:textbox>
                </v:shape>
                <w10:wrap anchorx="margin"/>
              </v:group>
            </w:pict>
          </mc:Fallback>
        </mc:AlternateContent>
      </w:r>
    </w:p>
    <w:p w:rsidR="00360724" w:rsidRDefault="00360724" w:rsidP="00360724">
      <w:pPr>
        <w:tabs>
          <w:tab w:val="left" w:pos="708"/>
        </w:tabs>
        <w:spacing w:after="0" w:line="240" w:lineRule="auto"/>
        <w:jc w:val="center"/>
        <w:rPr>
          <w:rFonts w:ascii="Times New Roman" w:eastAsia="Arial Unicode MS" w:hAnsi="Times New Roman"/>
          <w:b/>
          <w:color w:val="000000"/>
          <w:sz w:val="24"/>
          <w:szCs w:val="24"/>
        </w:rPr>
      </w:pPr>
    </w:p>
    <w:p w:rsidR="00360724" w:rsidRDefault="00360724" w:rsidP="00360724">
      <w:pPr>
        <w:tabs>
          <w:tab w:val="left" w:pos="708"/>
        </w:tabs>
        <w:spacing w:after="0" w:line="240" w:lineRule="auto"/>
        <w:jc w:val="center"/>
        <w:rPr>
          <w:rFonts w:ascii="Times New Roman" w:eastAsia="Arial Unicode MS" w:hAnsi="Times New Roman"/>
          <w:b/>
          <w:color w:val="000000"/>
          <w:sz w:val="24"/>
          <w:szCs w:val="24"/>
        </w:rPr>
      </w:pPr>
    </w:p>
    <w:p w:rsidR="00360724" w:rsidRDefault="00360724" w:rsidP="00360724">
      <w:pPr>
        <w:tabs>
          <w:tab w:val="left" w:pos="708"/>
        </w:tabs>
        <w:spacing w:after="0" w:line="240" w:lineRule="auto"/>
        <w:jc w:val="center"/>
        <w:rPr>
          <w:rFonts w:ascii="Times New Roman" w:eastAsia="Arial Unicode MS" w:hAnsi="Times New Roman"/>
          <w:b/>
          <w:color w:val="000000"/>
          <w:sz w:val="24"/>
          <w:szCs w:val="24"/>
        </w:rPr>
      </w:pPr>
    </w:p>
    <w:p w:rsidR="00360724" w:rsidRDefault="00360724" w:rsidP="00360724">
      <w:pPr>
        <w:tabs>
          <w:tab w:val="left" w:pos="708"/>
        </w:tabs>
        <w:spacing w:after="0" w:line="240" w:lineRule="auto"/>
        <w:jc w:val="center"/>
        <w:rPr>
          <w:rFonts w:ascii="Times New Roman" w:eastAsia="Arial Unicode MS" w:hAnsi="Times New Roman"/>
          <w:b/>
          <w:color w:val="000000"/>
          <w:sz w:val="24"/>
          <w:szCs w:val="24"/>
        </w:rPr>
      </w:pPr>
    </w:p>
    <w:p w:rsidR="00360724" w:rsidRDefault="00360724" w:rsidP="00360724">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360724" w:rsidRDefault="00360724" w:rsidP="00360724">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360724" w:rsidRDefault="00360724" w:rsidP="00360724">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360724" w:rsidRDefault="00360724" w:rsidP="00360724">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360724" w:rsidRDefault="00360724" w:rsidP="00360724">
      <w:pPr>
        <w:tabs>
          <w:tab w:val="left" w:pos="708"/>
        </w:tabs>
        <w:spacing w:after="0" w:line="240" w:lineRule="auto"/>
        <w:jc w:val="center"/>
        <w:rPr>
          <w:rFonts w:ascii="Times New Roman" w:eastAsia="Arial Unicode MS" w:hAnsi="Times New Roman"/>
          <w:b/>
          <w:color w:val="000000"/>
          <w:sz w:val="24"/>
          <w:szCs w:val="24"/>
        </w:rPr>
      </w:pPr>
    </w:p>
    <w:p w:rsidR="00360724" w:rsidRDefault="00360724" w:rsidP="00360724">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РІШЕННЯ</w:t>
      </w:r>
    </w:p>
    <w:p w:rsidR="00360724" w:rsidRDefault="00360724" w:rsidP="00360724">
      <w:pPr>
        <w:tabs>
          <w:tab w:val="left" w:pos="708"/>
        </w:tabs>
        <w:spacing w:after="0" w:line="240" w:lineRule="auto"/>
        <w:jc w:val="center"/>
        <w:rPr>
          <w:rFonts w:ascii="Times New Roman" w:eastAsia="Arial Unicode MS" w:hAnsi="Times New Roman"/>
          <w:b/>
          <w:color w:val="000000"/>
          <w:sz w:val="24"/>
          <w:szCs w:val="24"/>
        </w:rPr>
      </w:pPr>
    </w:p>
    <w:p w:rsidR="00360724" w:rsidRDefault="00360724" w:rsidP="00360724">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w:t>
      </w:r>
      <w:r>
        <w:rPr>
          <w:rFonts w:ascii="Times New Roman" w:eastAsia="Arial Unicode MS" w:hAnsi="Times New Roman"/>
          <w:color w:val="000000"/>
          <w:sz w:val="24"/>
          <w:szCs w:val="24"/>
          <w:lang w:val="en-US"/>
        </w:rPr>
        <w:t>I</w:t>
      </w:r>
      <w:r>
        <w:rPr>
          <w:rFonts w:ascii="Times New Roman" w:eastAsia="Arial Unicode MS" w:hAnsi="Times New Roman"/>
          <w:color w:val="000000"/>
          <w:sz w:val="24"/>
          <w:szCs w:val="24"/>
        </w:rPr>
        <w:t xml:space="preserve">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360724" w:rsidRDefault="00360724" w:rsidP="00360724">
      <w:pPr>
        <w:tabs>
          <w:tab w:val="left" w:pos="708"/>
        </w:tabs>
        <w:spacing w:after="0" w:line="240" w:lineRule="auto"/>
        <w:rPr>
          <w:rFonts w:ascii="Times New Roman" w:eastAsia="Arial Unicode MS" w:hAnsi="Times New Roman"/>
          <w:color w:val="000000"/>
          <w:sz w:val="24"/>
          <w:szCs w:val="24"/>
        </w:rPr>
      </w:pPr>
    </w:p>
    <w:p w:rsidR="00360724" w:rsidRDefault="00360724" w:rsidP="00360724">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30.06.2021 року                                            Крупець                                                       №</w:t>
      </w:r>
      <w:r>
        <w:rPr>
          <w:rFonts w:ascii="Times New Roman" w:eastAsia="Arial Unicode MS" w:hAnsi="Times New Roman"/>
          <w:color w:val="000000"/>
          <w:sz w:val="24"/>
          <w:szCs w:val="24"/>
        </w:rPr>
        <w:softHyphen/>
        <w:t>120</w:t>
      </w:r>
    </w:p>
    <w:p w:rsidR="00360724" w:rsidRDefault="00360724" w:rsidP="00360724">
      <w:pPr>
        <w:tabs>
          <w:tab w:val="left" w:pos="6705"/>
        </w:tabs>
        <w:spacing w:after="0"/>
        <w:jc w:val="both"/>
        <w:rPr>
          <w:rFonts w:cs="Times New Roman"/>
          <w:lang w:val="ru-RU"/>
        </w:rPr>
      </w:pPr>
    </w:p>
    <w:p w:rsidR="00360724" w:rsidRDefault="00360724" w:rsidP="00360724">
      <w:pPr>
        <w:pStyle w:val="af3"/>
        <w:tabs>
          <w:tab w:val="left" w:pos="6705"/>
        </w:tabs>
        <w:spacing w:before="0" w:beforeAutospacing="0" w:after="0" w:afterAutospacing="0" w:line="276" w:lineRule="auto"/>
        <w:rPr>
          <w:b/>
          <w:lang w:val="uk-UA" w:eastAsia="en-US"/>
        </w:rPr>
      </w:pPr>
      <w:r>
        <w:rPr>
          <w:b/>
          <w:lang w:val="uk-UA" w:eastAsia="en-US"/>
        </w:rPr>
        <w:t xml:space="preserve">Про надання згоди на </w:t>
      </w:r>
    </w:p>
    <w:p w:rsidR="00360724" w:rsidRDefault="00360724" w:rsidP="00360724">
      <w:pPr>
        <w:pStyle w:val="af3"/>
        <w:tabs>
          <w:tab w:val="left" w:pos="6705"/>
        </w:tabs>
        <w:spacing w:before="0" w:beforeAutospacing="0" w:after="0" w:afterAutospacing="0" w:line="276" w:lineRule="auto"/>
        <w:rPr>
          <w:b/>
          <w:lang w:val="uk-UA" w:eastAsia="en-US"/>
        </w:rPr>
      </w:pPr>
      <w:r>
        <w:rPr>
          <w:b/>
          <w:lang w:val="uk-UA" w:eastAsia="en-US"/>
        </w:rPr>
        <w:t>проведення незалежної оцінки</w:t>
      </w:r>
    </w:p>
    <w:p w:rsidR="00360724" w:rsidRDefault="00360724" w:rsidP="00360724">
      <w:pPr>
        <w:pStyle w:val="af3"/>
        <w:tabs>
          <w:tab w:val="left" w:pos="6705"/>
        </w:tabs>
        <w:spacing w:before="0" w:beforeAutospacing="0" w:after="0" w:afterAutospacing="0" w:line="276" w:lineRule="auto"/>
        <w:rPr>
          <w:b/>
          <w:lang w:val="uk-UA" w:eastAsia="en-US"/>
        </w:rPr>
      </w:pPr>
      <w:r>
        <w:rPr>
          <w:b/>
          <w:lang w:val="uk-UA" w:eastAsia="en-US"/>
        </w:rPr>
        <w:t>об’єктів оренди комунального майна</w:t>
      </w:r>
    </w:p>
    <w:p w:rsidR="00360724" w:rsidRDefault="00360724" w:rsidP="00360724">
      <w:pPr>
        <w:pStyle w:val="af3"/>
        <w:tabs>
          <w:tab w:val="left" w:pos="6705"/>
        </w:tabs>
        <w:spacing w:before="0" w:beforeAutospacing="0" w:after="0" w:afterAutospacing="0" w:line="276" w:lineRule="auto"/>
        <w:rPr>
          <w:rFonts w:ascii="Calibri" w:hAnsi="Calibri"/>
          <w:sz w:val="22"/>
          <w:szCs w:val="22"/>
          <w:lang w:val="uk-UA" w:eastAsia="en-US"/>
        </w:rPr>
      </w:pPr>
      <w:proofErr w:type="spellStart"/>
      <w:r>
        <w:rPr>
          <w:b/>
          <w:lang w:val="uk-UA" w:eastAsia="en-US"/>
        </w:rPr>
        <w:t>Крупецької</w:t>
      </w:r>
      <w:proofErr w:type="spellEnd"/>
      <w:r>
        <w:rPr>
          <w:b/>
          <w:lang w:val="uk-UA" w:eastAsia="en-US"/>
        </w:rPr>
        <w:t xml:space="preserve"> сільської ради</w:t>
      </w:r>
    </w:p>
    <w:p w:rsidR="00360724" w:rsidRDefault="00360724" w:rsidP="00360724">
      <w:pPr>
        <w:pStyle w:val="af3"/>
        <w:tabs>
          <w:tab w:val="left" w:pos="6705"/>
        </w:tabs>
        <w:spacing w:before="0" w:beforeAutospacing="0" w:after="0" w:afterAutospacing="0" w:line="276" w:lineRule="auto"/>
        <w:ind w:firstLine="709"/>
        <w:jc w:val="both"/>
        <w:rPr>
          <w:lang w:val="uk-UA"/>
        </w:rPr>
      </w:pPr>
    </w:p>
    <w:p w:rsidR="00360724" w:rsidRDefault="00360724" w:rsidP="00360724">
      <w:pPr>
        <w:pStyle w:val="af3"/>
        <w:tabs>
          <w:tab w:val="left" w:pos="6705"/>
        </w:tabs>
        <w:spacing w:before="0" w:beforeAutospacing="0" w:after="0" w:afterAutospacing="0" w:line="276" w:lineRule="auto"/>
        <w:ind w:firstLine="686"/>
        <w:jc w:val="both"/>
        <w:rPr>
          <w:lang w:val="uk-UA"/>
        </w:rPr>
      </w:pPr>
      <w:r>
        <w:rPr>
          <w:lang w:val="uk-UA"/>
        </w:rPr>
        <w:t xml:space="preserve">Керуючись статтею 25 та частиною 5 статті 60 Закону України "Про місцеве самоврядування в Україні,статтею7 Закону України «Про оцінку майна, майнових прав та професійну оціночну діяльність в Україні», статтею 8, 9 Закону України «Про оренду державного та комунального майна», п.52постанови Кабінету Міністрів України  від 3 червня 2020 р. № 483 «Деякі питання оренди державного та комунального майна», п.19 Методики оцінки об’єктів оренди, затвердженої постановою Кабінету Міністрів України від 10 серпня 1995 року, з метою проведення незалежного оцінювання та визначення справедливої ринкової вартості об’єктів оренди комунального майна </w:t>
      </w:r>
      <w:proofErr w:type="spellStart"/>
      <w:r>
        <w:rPr>
          <w:lang w:val="uk-UA"/>
        </w:rPr>
        <w:t>Крупецької</w:t>
      </w:r>
      <w:proofErr w:type="spellEnd"/>
      <w:r>
        <w:rPr>
          <w:lang w:val="uk-UA"/>
        </w:rPr>
        <w:t xml:space="preserve"> сільської ради, сільська рада</w:t>
      </w:r>
    </w:p>
    <w:p w:rsidR="00360724" w:rsidRDefault="00360724" w:rsidP="00360724">
      <w:pPr>
        <w:pStyle w:val="af3"/>
        <w:tabs>
          <w:tab w:val="left" w:pos="6705"/>
        </w:tabs>
        <w:spacing w:before="0" w:beforeAutospacing="0" w:after="0" w:afterAutospacing="0" w:line="276" w:lineRule="auto"/>
        <w:ind w:firstLine="686"/>
        <w:jc w:val="both"/>
        <w:rPr>
          <w:lang w:val="uk-UA"/>
        </w:rPr>
      </w:pPr>
      <w:r>
        <w:rPr>
          <w:lang w:val="uk-UA"/>
        </w:rPr>
        <w:t>ВИРІШИЛА:</w:t>
      </w:r>
    </w:p>
    <w:p w:rsidR="00360724" w:rsidRDefault="00360724" w:rsidP="00360724">
      <w:pPr>
        <w:tabs>
          <w:tab w:val="left" w:pos="6705"/>
        </w:tabs>
        <w:spacing w:after="0"/>
        <w:jc w:val="both"/>
        <w:textAlignment w:val="baseline"/>
        <w:rPr>
          <w:rFonts w:ascii="Times New Roman" w:eastAsia="Times New Roman" w:hAnsi="Times New Roman"/>
          <w:sz w:val="24"/>
          <w:szCs w:val="24"/>
        </w:rPr>
      </w:pPr>
      <w:r>
        <w:rPr>
          <w:rFonts w:ascii="Times New Roman" w:hAnsi="Times New Roman" w:cs="Times New Roman"/>
          <w:sz w:val="24"/>
          <w:szCs w:val="24"/>
        </w:rPr>
        <w:t xml:space="preserve">         1. Надати згоду на проведення незалежної оцінки об’єктів оренди комунального майна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а саме: </w:t>
      </w:r>
      <w:r>
        <w:rPr>
          <w:rFonts w:ascii="Times New Roman" w:hAnsi="Times New Roman"/>
          <w:sz w:val="24"/>
          <w:szCs w:val="24"/>
        </w:rPr>
        <w:t xml:space="preserve">приміщення </w:t>
      </w:r>
      <w:proofErr w:type="spellStart"/>
      <w:r>
        <w:rPr>
          <w:rFonts w:ascii="Times New Roman" w:hAnsi="Times New Roman"/>
          <w:sz w:val="24"/>
          <w:szCs w:val="24"/>
        </w:rPr>
        <w:t>Крупецького</w:t>
      </w:r>
      <w:proofErr w:type="spellEnd"/>
      <w:r>
        <w:rPr>
          <w:rFonts w:ascii="Times New Roman" w:hAnsi="Times New Roman"/>
          <w:sz w:val="24"/>
          <w:szCs w:val="24"/>
        </w:rPr>
        <w:t xml:space="preserve"> сільського будинку культури, площею 612,8 </w:t>
      </w:r>
      <w:proofErr w:type="spellStart"/>
      <w:r>
        <w:rPr>
          <w:rFonts w:ascii="Times New Roman" w:hAnsi="Times New Roman"/>
          <w:sz w:val="24"/>
          <w:szCs w:val="24"/>
        </w:rPr>
        <w:t>кв.м</w:t>
      </w:r>
      <w:proofErr w:type="spellEnd"/>
      <w:r>
        <w:rPr>
          <w:rFonts w:ascii="Times New Roman" w:hAnsi="Times New Roman"/>
          <w:sz w:val="24"/>
          <w:szCs w:val="24"/>
        </w:rPr>
        <w:t xml:space="preserve">., яка знаходиться за </w:t>
      </w:r>
      <w:proofErr w:type="spellStart"/>
      <w:r>
        <w:rPr>
          <w:rFonts w:ascii="Times New Roman" w:hAnsi="Times New Roman"/>
          <w:sz w:val="24"/>
          <w:szCs w:val="24"/>
        </w:rPr>
        <w:t>адресою</w:t>
      </w:r>
      <w:proofErr w:type="spellEnd"/>
      <w:r>
        <w:rPr>
          <w:rFonts w:ascii="Times New Roman" w:hAnsi="Times New Roman"/>
          <w:sz w:val="24"/>
          <w:szCs w:val="24"/>
        </w:rPr>
        <w:t xml:space="preserve"> </w:t>
      </w:r>
      <w:proofErr w:type="spellStart"/>
      <w:r>
        <w:rPr>
          <w:rFonts w:ascii="Times New Roman" w:hAnsi="Times New Roman"/>
          <w:sz w:val="24"/>
          <w:szCs w:val="24"/>
        </w:rPr>
        <w:t>вул.Б</w:t>
      </w:r>
      <w:proofErr w:type="spellEnd"/>
      <w:r>
        <w:rPr>
          <w:rFonts w:ascii="Times New Roman" w:hAnsi="Times New Roman"/>
          <w:sz w:val="24"/>
          <w:szCs w:val="24"/>
        </w:rPr>
        <w:t xml:space="preserve">. Хмельницького, 98, </w:t>
      </w:r>
      <w:proofErr w:type="spellStart"/>
      <w:r>
        <w:rPr>
          <w:rFonts w:ascii="Times New Roman" w:hAnsi="Times New Roman"/>
          <w:sz w:val="24"/>
          <w:szCs w:val="24"/>
        </w:rPr>
        <w:t>с.Крупець</w:t>
      </w:r>
      <w:proofErr w:type="spellEnd"/>
      <w:r>
        <w:rPr>
          <w:rFonts w:ascii="Times New Roman" w:hAnsi="Times New Roman"/>
          <w:sz w:val="24"/>
          <w:szCs w:val="24"/>
        </w:rPr>
        <w:t xml:space="preserve"> та будівлю </w:t>
      </w:r>
      <w:proofErr w:type="spellStart"/>
      <w:r>
        <w:rPr>
          <w:rFonts w:ascii="Times New Roman" w:hAnsi="Times New Roman"/>
          <w:sz w:val="24"/>
          <w:szCs w:val="24"/>
        </w:rPr>
        <w:t>міжлікарняної</w:t>
      </w:r>
      <w:proofErr w:type="spellEnd"/>
      <w:r>
        <w:rPr>
          <w:rFonts w:ascii="Times New Roman" w:hAnsi="Times New Roman"/>
          <w:sz w:val="24"/>
          <w:szCs w:val="24"/>
        </w:rPr>
        <w:t xml:space="preserve"> аптеки № 177, площею 1073,6 </w:t>
      </w:r>
      <w:proofErr w:type="spellStart"/>
      <w:r>
        <w:rPr>
          <w:rFonts w:ascii="Times New Roman" w:hAnsi="Times New Roman"/>
          <w:sz w:val="24"/>
          <w:szCs w:val="24"/>
        </w:rPr>
        <w:t>кв.м</w:t>
      </w:r>
      <w:proofErr w:type="spellEnd"/>
      <w:r>
        <w:rPr>
          <w:rFonts w:ascii="Times New Roman" w:hAnsi="Times New Roman"/>
          <w:sz w:val="24"/>
          <w:szCs w:val="24"/>
        </w:rPr>
        <w:t>.</w:t>
      </w:r>
    </w:p>
    <w:p w:rsidR="00360724" w:rsidRDefault="00360724" w:rsidP="00360724">
      <w:pPr>
        <w:pStyle w:val="af3"/>
        <w:tabs>
          <w:tab w:val="left" w:pos="6705"/>
        </w:tabs>
        <w:spacing w:before="0" w:beforeAutospacing="0" w:after="0" w:afterAutospacing="0" w:line="276" w:lineRule="auto"/>
        <w:jc w:val="both"/>
        <w:rPr>
          <w:rFonts w:eastAsia="Calibri"/>
          <w:lang w:val="uk-UA"/>
        </w:rPr>
      </w:pPr>
      <w:r>
        <w:rPr>
          <w:lang w:val="uk-UA"/>
        </w:rPr>
        <w:t xml:space="preserve">        2. Фінансовому відділу запланувати шляхом внесення змін до бюджету коштів на оплату послуг на проведення незалежної оцінки об’єктів оренди.</w:t>
      </w:r>
    </w:p>
    <w:p w:rsidR="00360724" w:rsidRDefault="00360724" w:rsidP="00360724">
      <w:pPr>
        <w:pStyle w:val="af3"/>
        <w:tabs>
          <w:tab w:val="left" w:pos="6705"/>
        </w:tabs>
        <w:spacing w:before="0" w:beforeAutospacing="0" w:after="0" w:afterAutospacing="0" w:line="276" w:lineRule="auto"/>
        <w:jc w:val="both"/>
        <w:rPr>
          <w:lang w:val="uk-UA"/>
        </w:rPr>
      </w:pPr>
      <w:r>
        <w:rPr>
          <w:lang w:val="uk-UA"/>
        </w:rPr>
        <w:t xml:space="preserve">       3. Контроль за виконанням цього рішення покласти на постійну комісію з питань комунальної власності, житлово - комунального господарства, енергозбереження та транспорту та інфраструктури (</w:t>
      </w:r>
      <w:proofErr w:type="spellStart"/>
      <w:r>
        <w:rPr>
          <w:lang w:val="uk-UA"/>
        </w:rPr>
        <w:t>Качаровський</w:t>
      </w:r>
      <w:proofErr w:type="spellEnd"/>
      <w:r>
        <w:rPr>
          <w:lang w:val="uk-UA"/>
        </w:rPr>
        <w:t xml:space="preserve"> М.Г.).</w:t>
      </w:r>
    </w:p>
    <w:p w:rsidR="00360724" w:rsidRDefault="00360724" w:rsidP="00360724">
      <w:pPr>
        <w:pStyle w:val="af3"/>
        <w:tabs>
          <w:tab w:val="left" w:pos="6705"/>
        </w:tabs>
        <w:spacing w:before="0" w:beforeAutospacing="0" w:after="0" w:afterAutospacing="0" w:line="276" w:lineRule="auto"/>
        <w:jc w:val="both"/>
        <w:rPr>
          <w:lang w:val="uk-UA"/>
        </w:rPr>
      </w:pPr>
    </w:p>
    <w:p w:rsidR="005D7B75" w:rsidRPr="00360724" w:rsidRDefault="00360724" w:rsidP="00360724">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rPr>
          <w:lang w:val="uk-UA"/>
        </w:rPr>
      </w:pPr>
      <w:r>
        <w:rPr>
          <w:lang w:val="uk-UA"/>
        </w:rPr>
        <w:t xml:space="preserve">Сільський голова                                 </w:t>
      </w:r>
      <w:r>
        <w:rPr>
          <w:lang w:val="uk-UA"/>
        </w:rPr>
        <w:tab/>
      </w:r>
      <w:r>
        <w:rPr>
          <w:lang w:val="uk-UA"/>
        </w:rPr>
        <w:tab/>
      </w:r>
      <w:r>
        <w:rPr>
          <w:lang w:val="uk-UA"/>
        </w:rPr>
        <w:tab/>
        <w:t xml:space="preserve">   Валерій МИХАЛЮК</w:t>
      </w:r>
      <w:bookmarkStart w:id="0" w:name="_GoBack"/>
      <w:bookmarkEnd w:id="0"/>
    </w:p>
    <w:sectPr w:rsidR="005D7B75" w:rsidRPr="00360724">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724"/>
    <w:rsid w:val="00360724"/>
    <w:rsid w:val="005D7B75"/>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724"/>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lang w:val="en-US" w:eastAsia="ja-JP"/>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lang w:val="en-US" w:eastAsia="ja-JP"/>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lang w:val="en-US" w:eastAsia="ja-JP"/>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lang w:val="en-US" w:eastAsia="ja-JP"/>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lang w:val="en-US" w:eastAsia="ja-JP"/>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lang w:val="en-US" w:eastAsia="ja-JP"/>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lang w:val="en-US" w:eastAsia="ja-JP"/>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lang w:val="en-US" w:eastAsia="ja-JP"/>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lang w:val="en-US" w:eastAsia="ja-JP"/>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lang w:val="en-US" w:eastAsia="ja-JP"/>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lang w:val="en-US" w:eastAsia="ja-JP"/>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lang w:val="en-US" w:eastAsia="ja-JP"/>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lang w:val="en-US" w:eastAsia="ja-JP"/>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character" w:customStyle="1" w:styleId="HTML">
    <w:name w:val="Стандартный HTML Знак"/>
    <w:aliases w:val="Знак2 Знак, Знак2 Знак"/>
    <w:link w:val="HTML0"/>
    <w:locked/>
    <w:rsid w:val="00360724"/>
    <w:rPr>
      <w:rFonts w:ascii="Courier New" w:hAnsi="Courier New" w:cs="Courier New"/>
    </w:rPr>
  </w:style>
  <w:style w:type="paragraph" w:styleId="HTML0">
    <w:name w:val="HTML Preformatted"/>
    <w:aliases w:val="Знак2, Знак2"/>
    <w:basedOn w:val="a"/>
    <w:link w:val="HTML"/>
    <w:unhideWhenUsed/>
    <w:rsid w:val="00360724"/>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360724"/>
    <w:rPr>
      <w:rFonts w:ascii="Consolas" w:hAnsi="Consolas"/>
      <w:sz w:val="20"/>
      <w:szCs w:val="20"/>
      <w:lang w:val="uk-UA" w:eastAsia="uk-UA"/>
    </w:rPr>
  </w:style>
  <w:style w:type="paragraph" w:styleId="af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4"/>
    <w:uiPriority w:val="99"/>
    <w:unhideWhenUsed/>
    <w:qFormat/>
    <w:rsid w:val="0036072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3"/>
    <w:uiPriority w:val="99"/>
    <w:locked/>
    <w:rsid w:val="00360724"/>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724"/>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lang w:val="en-US" w:eastAsia="ja-JP"/>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lang w:val="en-US" w:eastAsia="ja-JP"/>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lang w:val="en-US" w:eastAsia="ja-JP"/>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lang w:val="en-US" w:eastAsia="ja-JP"/>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lang w:val="en-US" w:eastAsia="ja-JP"/>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lang w:val="en-US" w:eastAsia="ja-JP"/>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lang w:val="en-US" w:eastAsia="ja-JP"/>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lang w:val="en-US" w:eastAsia="ja-JP"/>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lang w:val="en-US" w:eastAsia="ja-JP"/>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lang w:val="en-US" w:eastAsia="ja-JP"/>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lang w:val="en-US" w:eastAsia="ja-JP"/>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lang w:val="en-US" w:eastAsia="ja-JP"/>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lang w:val="en-US" w:eastAsia="ja-JP"/>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character" w:customStyle="1" w:styleId="HTML">
    <w:name w:val="Стандартный HTML Знак"/>
    <w:aliases w:val="Знак2 Знак, Знак2 Знак"/>
    <w:link w:val="HTML0"/>
    <w:locked/>
    <w:rsid w:val="00360724"/>
    <w:rPr>
      <w:rFonts w:ascii="Courier New" w:hAnsi="Courier New" w:cs="Courier New"/>
    </w:rPr>
  </w:style>
  <w:style w:type="paragraph" w:styleId="HTML0">
    <w:name w:val="HTML Preformatted"/>
    <w:aliases w:val="Знак2, Знак2"/>
    <w:basedOn w:val="a"/>
    <w:link w:val="HTML"/>
    <w:unhideWhenUsed/>
    <w:rsid w:val="00360724"/>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360724"/>
    <w:rPr>
      <w:rFonts w:ascii="Consolas" w:hAnsi="Consolas"/>
      <w:sz w:val="20"/>
      <w:szCs w:val="20"/>
      <w:lang w:val="uk-UA" w:eastAsia="uk-UA"/>
    </w:rPr>
  </w:style>
  <w:style w:type="paragraph" w:styleId="af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4"/>
    <w:uiPriority w:val="99"/>
    <w:unhideWhenUsed/>
    <w:qFormat/>
    <w:rsid w:val="0036072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3"/>
    <w:uiPriority w:val="99"/>
    <w:locked/>
    <w:rsid w:val="00360724"/>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Proekt\Defaul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Default</Template>
  <TotalTime>0</TotalTime>
  <Pages>1</Pages>
  <Words>271</Words>
  <Characters>1549</Characters>
  <Application>Microsoft Office Word</Application>
  <DocSecurity>0</DocSecurity>
  <Lines>12</Lines>
  <Paragraphs>3</Paragraphs>
  <ScaleCrop>false</ScaleCrop>
  <Company>SPecialiST RePack</Company>
  <LinksUpToDate>false</LinksUpToDate>
  <CharactersWithSpaces>1817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1</cp:revision>
  <dcterms:created xsi:type="dcterms:W3CDTF">2021-07-07T07:47:00Z</dcterms:created>
  <dcterms:modified xsi:type="dcterms:W3CDTF">2021-07-07T07:47:00Z</dcterms:modified>
</cp:coreProperties>
</file>