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42E" w:rsidRPr="008C6EFB" w:rsidRDefault="0055742E" w:rsidP="0055742E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ПРОЕКТ</w:t>
      </w:r>
    </w:p>
    <w:p w:rsidR="0055742E" w:rsidRPr="00062C82" w:rsidRDefault="008C7661" w:rsidP="0055742E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>
        <w:rPr>
          <w:noProof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55742E" w:rsidRPr="00062C82" w:rsidRDefault="0055742E" w:rsidP="0055742E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55742E" w:rsidRPr="00062C82" w:rsidRDefault="0055742E" w:rsidP="0055742E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55742E" w:rsidRPr="00062C82" w:rsidRDefault="0055742E" w:rsidP="0055742E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55742E" w:rsidRPr="00062C82" w:rsidRDefault="0055742E" w:rsidP="0055742E">
      <w:pPr>
        <w:tabs>
          <w:tab w:val="left" w:pos="4424"/>
        </w:tabs>
        <w:rPr>
          <w:rFonts w:ascii="Times New Roman" w:hAnsi="Times New Roman" w:cs="Times New Roman"/>
        </w:rPr>
      </w:pPr>
    </w:p>
    <w:p w:rsidR="0055742E" w:rsidRPr="00062C82" w:rsidRDefault="0055742E" w:rsidP="0055742E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55742E" w:rsidRPr="00062C82" w:rsidRDefault="0055742E" w:rsidP="0055742E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55742E" w:rsidRPr="00062C82" w:rsidRDefault="0055742E" w:rsidP="0055742E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55742E" w:rsidRPr="00062C82" w:rsidRDefault="0055742E" w:rsidP="0055742E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55742E" w:rsidRPr="00062C82" w:rsidRDefault="0055742E" w:rsidP="0055742E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8C7661">
        <w:rPr>
          <w:noProof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Srb8A&#10;AADbAAAADwAAAGRycy9kb3ducmV2LnhtbESPzQrCMBCE74LvEFbwpqkWVKpRRFQ8COLffWnWtths&#10;ShO1vr0RBI/DzHzDzBaNKcWTaldYVjDoRyCIU6sLzhRczpveBITzyBpLy6TgTQ4W83Zrhom2Lz7S&#10;8+QzESDsElSQe18lUro0J4Oubyvi4N1sbdAHWWdS1/gKcFPKYRSNpMGCw0KOFa1ySu+nh1Fg4+1u&#10;f82Gx3jNY8/Lw+R2bfZKdTvNcgrCU+P/4V97pxXEMXy/h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g9Kt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yZnccA&#10;AADbAAAADwAAAGRycy9kb3ducmV2LnhtbESPT2sCMRTE74V+h/AKvUjN+gdbV6OIsFV7KGgLvT42&#10;r5utm5clSXXrp28KQo/DzPyGmS8724gT+VA7VjDoZyCIS6drrhS8vxUPTyBCRNbYOCYFPxRgubi9&#10;mWOu3Zn3dDrESiQIhxwVmBjbXMpQGrIY+q4lTt6n8xZjkr6S2uM5wW0jh1k2kRZrTgsGW1obKo+H&#10;b6vgq3g1H+vHy7PvTfd06RUvm2Y3Uer+rlvNQETq4n/42t5qBaMx/H1JP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MmZ3HAAAA2w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H7vsEA&#10;AADbAAAADwAAAGRycy9kb3ducmV2LnhtbESP3YrCMBCF7xd8hzCCN4umKrtIbRQRlcUbUfcBhmba&#10;FJtJaaKtb78RhL08nJ+Pk617W4sHtb5yrGA6SUAQ505XXCr4ve7HCxA+IGusHZOCJ3lYrwYfGaba&#10;dXymxyWUIo6wT1GBCaFJpfS5IYt+4hri6BWutRiibEupW+ziuK3lLEm+pcWKI8FgQ1tD+e1ytxFy&#10;muPpWHTX/aHHDndHw5+bs1KjYb9ZggjUh//wu/2jFcy/4P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h+77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T8MQA&#10;AADbAAAADwAAAGRycy9kb3ducmV2LnhtbESPQUsDMRSE74L/ITzBW5u16lrWpkVqBRF6sArF22Pz&#10;uru4eQnJa3f990YoeBxm5htmsRpdr04UU+fZwM20AEVce9txY+Dz42UyB5UE2WLvmQz8UILV8vJi&#10;gZX1A7/TaSeNyhBOFRpoRUKldapbcpimPhBn7+CjQ8kyNtpGHDLc9XpWFKV22HFeaDHQuqX6e3d0&#10;BrbDJrw9lPeH8BXvZjo9W9mvxZjrq/HpEZTQKP/hc/vVGrgt4e9L/g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Qk/D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/AUsEA&#10;AADbAAAADwAAAGRycy9kb3ducmV2LnhtbESP3YrCMBCF7xd8hzCCN4umKuxKbRQRlcUbUfcBhmba&#10;FJtJaaKtb78RhL08nJ+Pk617W4sHtb5yrGA6SUAQ505XXCr4ve7HCxA+IGusHZOCJ3lYrwYfGaba&#10;dXymxyWUIo6wT1GBCaFJpfS5IYt+4hri6BWutRiibEupW+ziuK3lLEm+pMWKI8FgQ1tD+e1ytxFy&#10;muPpWHTX/aHHDndHw5+bs1KjYb9ZggjUh//wu/2jFcy/4f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/wFLBAAAA2w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OiGcIA&#10;AADbAAAADwAAAGRycy9kb3ducmV2LnhtbERPTWsCMRC9F/ofwhR6q9laq7I1SrEtSKGHqiDehs24&#10;u3QzCcnUXf+9ORR6fLzvxWpwnTpTTK1nA4+jAhRx5W3LtYH97uNhDioJssXOMxm4UILV8vZmgaX1&#10;PX/TeSu1yiGcSjTQiIRS61Q15DCNfCDO3MlHh5JhrLWN2Odw1+lxUUy1w5ZzQ4OB1g1VP9tfZ+Cr&#10;fw+fs+nzKRzjZKzTm5XDWoy5vxteX0AJDfIv/nNvrIGnPDZ/yT9AL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6IZ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63f8UA&#10;AADbAAAADwAAAGRycy9kb3ducmV2LnhtbESP3WoCMRSE7wu+QzhCb4pmW6noahQthBYqiD/g7WFz&#10;3F3cnCxJ6m7fvikUejnMzDfMct3bRtzJh9qxgudxBoK4cKbmUsH5pEczECEiG2wck4JvCrBeDR6W&#10;mBvX8YHux1iKBOGQo4IqxjaXMhQVWQxj1xIn7+q8xZikL6Xx2CW4beRLlk2lxZrTQoUtvVVU3I5f&#10;VsF235UT/1Rse/d5fb+8am30Tiv1OOw3CxCR+vgf/mt/GAWTO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rd/xQAAANs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fxHr4A&#10;AADbAAAADwAAAGRycy9kb3ducmV2LnhtbERPy4rCMBTdD/gP4QruxlRxRKpRxKEwyGx8fMCluTbV&#10;5qYksda/NwvB5eG8V5veNqIjH2rHCibjDARx6XTNlYLzqfhegAgRWWPjmBQ8KcBmPfhaYa7dgw/U&#10;HWMlUgiHHBWYGNtcylAashjGriVO3MV5izFBX0nt8ZHCbSOnWTaXFmtODQZb2hkqb8e7VVDsp//d&#10;7a594bb9zNKPuS5+jVKjYb9dgojUx4/47f7TCmZpffqSfoBc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X8R6+AAAA2wAAAA8AAAAAAAAAAAAAAAAAmAIAAGRycy9kb3ducmV2&#10;LnhtbFBLBQYAAAAABAAEAPUAAACD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7IBMQA&#10;AADbAAAADwAAAGRycy9kb3ducmV2LnhtbESPQWsCMRSE74X+h/AEL6JZW1vKapRaCBUUSrXg9bF5&#10;7i5uXpYkutt/3whCj8PMfMMsVr1txJV8qB0rmE4yEMSFMzWXCn4OevwGIkRkg41jUvBLAVbLx4cF&#10;5sZ1/E3XfSxFgnDIUUEVY5tLGYqKLIaJa4mTd3LeYkzSl9J47BLcNvIpy16lxZrTQoUtfVRUnPcX&#10;q2D91ZXPflSse7c9fR5ftDZ6p5UaDvr3OYhIffwP39sbo2A2hd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uyATEAAAA2w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K8sIA&#10;AADbAAAADwAAAGRycy9kb3ducmV2LnhtbESPUWvCMBSF34X9h3AHe9PU4oZ0piJKYYy9zO0HXJq7&#10;pra5KUms9d+bgeDj4ZzzHc5mO9lejORD61jBcpGBIK6dbrlR8PtTzdcgQkTW2DsmBVcKsC2fZhss&#10;tLvwN43H2IgE4VCgAhPjUEgZakMWw8INxMn7c95iTNI3Unu8JLjtZZ5lb9Jiy2nB4EB7Q3V3PFsF&#10;1Wf+NXZn7Su3m1aWXs1pfTBKvTxPu3cQkab4CN/bH1rBKof/L+kH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cry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QKEL0A&#10;AADbAAAADwAAAGRycy9kb3ducmV2LnhtbESPzQrCMBCE74LvEFbwpqm/SDWKCIoerT7A0qxtsdnU&#10;Jtr69kYQPA4z3wyz2rSmFC+qXWFZwWgYgSBOrS44U3C97AcLEM4jaywtk4I3Odisu50Vxto2fKZX&#10;4jMRStjFqCD3voqldGlOBt3QVsTBu9naoA+yzqSusQnlppTjKJpLgwWHhRwr2uWU3pOnUTB9N4dH&#10;MrtHe21odJpUJ/bpTKl+r90uQXhq/T/8o486cBP4fgk/QK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pQKEL0AAADb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D6/cMA&#10;AADbAAAADwAAAGRycy9kb3ducmV2LnhtbESPT2vCQBTE7wW/w/KE3uqmEqRGVxElUjzZ+Of8yD6T&#10;0OzbkN3E+O1dodDjMDO/YZbrwdSip9ZVlhV8TiIQxLnVFRcKzqf04wuE88gaa8uk4EEO1qvR2xIT&#10;be/8Q33mCxEg7BJUUHrfJFK6vCSDbmIb4uDdbGvQB9kWUrd4D3BTy2kUzaTBisNCiQ1tS8p/s84o&#10;6GbX6ZlvB33Mdo/9fJdunLwUSr2Ph80ChKfB/4f/2t9aQRzD60v4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D6/cMAAADb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/tsYA&#10;AADbAAAADwAAAGRycy9kb3ducmV2LnhtbESPQWvCQBSE74X+h+UJ3urGVoONrtIWBPVg0LYHb8/s&#10;M0mbfRuzq8Z/7xYKHoeZ+YaZzFpTiTM1rrSsoN+LQBBnVpecK/j6nD+NQDiPrLGyTAqu5GA2fXyY&#10;YKLthTd03vpcBAi7BBUU3teJlC4ryKDr2Zo4eAfbGPRBNrnUDV4C3FTyOYpiabDksFBgTR8FZb/b&#10;k1HwnY7i1/R9OfhZrff4YvRxp8tYqW6nfRuD8NT6e/i/vdAKBkP4+xJ+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i/ts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bLecMA&#10;AADbAAAADwAAAGRycy9kb3ducmV2LnhtbESPT4vCMBTE78J+h/AWvGmqK6VUo/iHVfGk7oLXR/O2&#10;Ldu8lCZq9dMbQfA4zMxvmMmsNZW4UONKywoG/QgEcWZ1ybmC35/vXgLCeWSNlWVScCMHs+lHZ4Kp&#10;tlc+0OXocxEg7FJUUHhfp1K6rCCDrm9r4uD92cagD7LJpW7wGuCmksMoiqXBksNCgTUtC8r+j2ej&#10;4B6fcO82w8XqS3u6jZK13e3XSnU/2/kYhKfWv8Ov9lYrGMXw/BJ+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bLec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HokcMA&#10;AADbAAAADwAAAGRycy9kb3ducmV2LnhtbESP0WrCQBRE34X+w3ILvummEq2mrlJEwTc17Qdcsreb&#10;YPZuzK4a/XpXEPo4zMwZZr7sbC0u1PrKsYKPYQKCuHC6YqPg92czmILwAVlj7ZgU3MjDcvHWm2Om&#10;3ZUPdMmDERHCPkMFZQhNJqUvSrLoh64hjt6fay2GKFsjdYvXCLe1HCXJRFqsOC6U2NCqpOKYn62C&#10;kxuNdZevcXdcz/aVMenpfkiV6r93318gAnXhP/xqb7WC9BOeX+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Hokc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n0GcAA&#10;AADbAAAADwAAAGRycy9kb3ducmV2LnhtbERPyW7CMBC9I/EP1iD1Bg5LWQIGQaVKXKEcOA72kATi&#10;cYhdCHw9PlTq8enti1VjS3Gn2heOFfR7CQhi7UzBmYLDz3d3CsIHZIOlY1LwJA+rZbu1wNS4B+/o&#10;vg+ZiCHsU1SQh1ClUnqdk0XfcxVx5M6uthgirDNpanzEcFvKQZKMpcWCY0OOFX3lpK/7X6tgW5zo&#10;c6zPMzvd6N3xdQvDycUo9dFp1nMQgZrwL/5zb42CURwbv8Qf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/n0GcAAAADb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mgPL8A&#10;AADbAAAADwAAAGRycy9kb3ducmV2LnhtbERPXWvCMBR9F/wP4Qq+aarI0M4oUxhMpsJU5uuluTZl&#10;zU1pYq3/3gjCHs83Z75sbSkaqn3hWMFomIAgzpwuOFdwOn4OpiB8QNZYOiYFd/KwXHQ7c0y1u/EP&#10;NYeQi1jCPkUFJoQqldJnhiz6oauIo3ZxtcUQYZ1LXeMtlttSjpPkTVosOC4YrGhtKPs7XK2CBvf3&#10;5GxWu9mm2Gbj/er3W0de9XvtxzuIQG34N7/SX1rBZAbPL/EHy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CaA8vwAAANsAAAAPAAAAAAAAAAAAAAAAAJgCAABkcnMvZG93bnJl&#10;di54bWxQSwUGAAAAAAQABAD1AAAAhA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DEsAA&#10;AADbAAAADwAAAGRycy9kb3ducmV2LnhtbERPTUvDQBC9C/6HZYTe7MZAi8RuiwiVHmvaQ49jdppN&#10;zc6E3bWJ/nr3UPD4eN+rzeR7daUQO2EDT/MCFHEjtuPWwPGwfXwGFROyxV6YDPxQhM36/m6FlZWR&#10;P+hap1blEI4VGnApDZXWsXHkMc5lIM7cWYLHlGFotQ045nDf67Ioltpjx7nB4UBvjpqv+tsbGN+b&#10;z0t5Pln3GwbZ1nu5lL0YM3uYXl9AJZrSv/jm3lkDi7w+f8k/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dDEs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tcMQA&#10;AADbAAAADwAAAGRycy9kb3ducmV2LnhtbESPW2sCMRSE34X+h3AKfdOsghdWo3gFEUW89P10c7q7&#10;NTlZNqmu/74pFPo4zMw3zGTWWCPuVPvSsYJuJwFBnDldcq7getm0RyB8QNZoHJOCJ3mYTV9aE0y1&#10;e/CJ7ueQiwhhn6KCIoQqldJnBVn0HVcRR+/T1RZDlHUudY2PCLdG9pJkIC2WHBcKrGhZUHY7f1sF&#10;m+PKfPUOp/m7DMv18MOMdovVXqm312Y+BhGoCf/hv/ZWK+h34fdL/AF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a7XD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OpcQA&#10;AADbAAAADwAAAGRycy9kb3ducmV2LnhtbESPQYvCMBSE7wv+h/CEvSyaqihSjSLCooILWgWvz+bZ&#10;FpuX0sRa/71ZWNjjMDPfMPNla0rRUO0KywoG/QgEcWp1wZmC8+m7NwXhPLLG0jIpeJGD5aLzMcdY&#10;2ycfqUl8JgKEXYwKcu+rWEqX5mTQ9W1FHLybrQ36IOtM6hqfAW5KOYyiiTRYcFjIsaJ1Tuk9eRgF&#10;zWF/zbaNq3b36Zcbj66bzY++KPXZbVczEJ5a/x/+a2+1gvEQfr+EHy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nzqX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kt8YA&#10;AADbAAAADwAAAGRycy9kb3ducmV2LnhtbESPT2vCQBTE74V+h+UVeqsbpYpEN8E/LRS0B20PHp/Z&#10;Z7Ik+zZktxr99F2h0OMwM79h5nlvG3GmzhvHCoaDBARx4bThUsH31/vLFIQPyBobx6TgSh7y7PFh&#10;jql2F97ReR9KESHsU1RQhdCmUvqiIot+4Fri6J1cZzFE2ZVSd3iJcNvIUZJMpEXDcaHCllYVFfX+&#10;xyo4bCZmujM0Om5vyze9HdfLz3Wt1PNTv5iBCNSH//Bf+0MrGL/C/Uv8AT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Hkt8YAAADb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w9CMUA&#10;AADbAAAADwAAAGRycy9kb3ducmV2LnhtbESPzWrDMBCE74W8g9hCb4ncQkpwI5uQENpLDvkpvS7W&#10;1nJsrRxJSZw8fVUo9DjMzDfMvBxsJy7kQ+NYwfMkA0FcOd1wreCwX49nIEJE1tg5JgU3ClAWo4c5&#10;5tpdeUuXXaxFgnDIUYGJsc+lDJUhi2HieuLkfTtvMSbpa6k9XhPcdvIly16lxYbTgsGeloaqdne2&#10;Cvzia9Xe+fzZZvfNLbwfh9MMjVJPj8PiDUSkIf6H/9ofWsF0Cr9f0g+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XD0IxQAAANs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pl8QA&#10;AADbAAAADwAAAGRycy9kb3ducmV2LnhtbESP3WoCMRSE7wt9h3AKvSmaraDV1SilUCgogj8PcNwc&#10;dxeTk2Vzqmuf3ghCL4eZ+YaZLTrv1JnaWAc28N7PQBEXwdZcGtjvvntjUFGQLbrAZOBKERbz56cZ&#10;5jZceEPnrZQqQTjmaKASaXKtY1GRx9gPDXHyjqH1KEm2pbYtXhLcOz3IspH2WHNaqLChr4qK0/bX&#10;G3CDg5ssP+JKrnu9yv68bN7W1pjXl+5zCkqok//wo/1jDQxHcP+SfoC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A6ZfEAAAA2w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EedsQA&#10;AADbAAAADwAAAGRycy9kb3ducmV2LnhtbESPQWsCMRSE7wX/Q3iCt5pVsJWtUWpF2EsPXRWvz83r&#10;ZmnysmxSXf31jSD0OMzMN8xi1TsrztSFxrOCyTgDQVx53XCtYL/bPs9BhIis0XomBVcKsFoOnhaY&#10;a3/hLzqXsRYJwiFHBSbGNpcyVIYchrFviZP37TuHMcmulrrDS4I7K6dZ9iIdNpwWDLb0Yaj6KX+d&#10;gk3Z2um+MOtwPHyeTra4bem4UWo07N/fQETq43/40S60gtkr3L+k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BHnbEAAAA2w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pfr8A&#10;AADbAAAADwAAAGRycy9kb3ducmV2LnhtbERPy4rCMBTdC/5DuII7TRzwQccoIgqCK7Uu3F2SO21n&#10;mpvSZGz9e7MYmOXhvNfb3tXiSW2oPGuYTRUIYuNtxYWG/HacrECEiGyx9kwaXhRguxkO1phZ3/GF&#10;ntdYiBTCIUMNZYxNJmUwJTkMU98QJ+7Ltw5jgm0hbYtdCne1/FBqIR1WnBpKbGhfkvm5/joN30d5&#10;9kahuef37mSXj8OCaqX1eNTvPkFE6uO/+M99shrmaWz6kn6A3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lil+vwAAANsAAAAPAAAAAAAAAAAAAAAAAJgCAABkcnMvZG93bnJl&#10;di54bWxQSwUGAAAAAAQABAD1AAAAhA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JZncQA&#10;AADbAAAADwAAAGRycy9kb3ducmV2LnhtbESPT4vCMBTE78J+h/AWvGm6yopWo7gLC+LiwT+Ix2fz&#10;bEubl5JE7X77jSB4HGbmN8xs0Zpa3Mj50rKCj34CgjizuuRcwWH/0xuD8AFZY22ZFPyRh8X8rTPD&#10;VNs7b+m2C7mIEPYpKihCaFIpfVaQQd+3DXH0LtYZDFG6XGqH9wg3tRwkyUgaLDkuFNjQd0FZtbsa&#10;BafrL182w/XSfYWjbfe+GpzHlVLd93Y5BRGoDa/ws73SCj4n8PgSf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iWZ3EAAAA2w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FkPcMA&#10;AADbAAAADwAAAGRycy9kb3ducmV2LnhtbESPQWsCMRSE70L/Q3hCb5q1BSmrURahtPS0Wkuvz81z&#10;s7h5WZI0bv+9EQo9DjPzDbPejrYXiXzoHCtYzAsQxI3THbcKjp+vsxcQISJr7B2Tgl8KsN08TNZY&#10;anflPaVDbEWGcChRgYlxKKUMjSGLYe4G4uydnbcYs/St1B6vGW57+VQUS2mx47xgcKCdoeZy+LEK&#10;0mlXV8/pO5n9h69a7+q3r1Ot1ON0rFYgIo3xP/zXftcKlgu4f8k/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FkPcMAAADb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MxcQA&#10;AADbAAAADwAAAGRycy9kb3ducmV2LnhtbESPQWvCQBSE7wX/w/KE3pqNHkIbXUVEpe2lNQp6fGSf&#10;2WD2bchuY9pf3y0UPA4z8w0zXw62ET11vnasYJKkIIhLp2uuFBwP26dnED4ga2wck4Jv8rBcjB7m&#10;mGt34z31RahEhLDPUYEJoc2l9KUhiz5xLXH0Lq6zGKLsKqk7vEW4beQ0TTNpsea4YLCltaHyWnxZ&#10;BX6y3pze7c9Lf94Z/ijeTPZZGaUex8NqBiLQEO7h//arVpBN4e9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RTMXEAAAA2w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5742E" w:rsidRDefault="0055742E" w:rsidP="005574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55742E" w:rsidRPr="00062C82" w:rsidRDefault="0055742E" w:rsidP="0055742E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55742E" w:rsidRPr="00062C82" w:rsidRDefault="0055742E" w:rsidP="0055742E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ХХХІІІ </w:t>
      </w:r>
      <w:r w:rsidRPr="00062C82">
        <w:rPr>
          <w:rFonts w:ascii="Times New Roman" w:hAnsi="Times New Roman" w:cs="Times New Roman"/>
        </w:rPr>
        <w:t xml:space="preserve"> сесії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55742E" w:rsidRPr="00062C82" w:rsidRDefault="0055742E" w:rsidP="0055742E">
      <w:pPr>
        <w:tabs>
          <w:tab w:val="left" w:pos="4424"/>
        </w:tabs>
        <w:rPr>
          <w:rFonts w:ascii="Times New Roman" w:hAnsi="Times New Roman" w:cs="Times New Roman"/>
        </w:rPr>
      </w:pPr>
    </w:p>
    <w:p w:rsidR="0055742E" w:rsidRPr="00062C82" w:rsidRDefault="0055742E" w:rsidP="0055742E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55742E" w:rsidRPr="00062C82" w:rsidRDefault="0055742E" w:rsidP="0055742E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                                </w:t>
      </w:r>
    </w:p>
    <w:p w:rsidR="0055742E" w:rsidRPr="00062C82" w:rsidRDefault="0055742E" w:rsidP="0055742E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55742E" w:rsidRPr="00062C82" w:rsidRDefault="0055742E" w:rsidP="0055742E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55742E" w:rsidRPr="00062C82" w:rsidRDefault="0055742E" w:rsidP="0055742E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55742E" w:rsidRDefault="0055742E" w:rsidP="0055742E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в натурі (на місцевості) </w:t>
      </w:r>
      <w:proofErr w:type="spellStart"/>
      <w:r>
        <w:rPr>
          <w:rFonts w:ascii="Times New Roman" w:hAnsi="Times New Roman" w:cs="Times New Roman"/>
          <w:b/>
        </w:rPr>
        <w:t>Сметанюк</w:t>
      </w:r>
      <w:proofErr w:type="spellEnd"/>
      <w:r>
        <w:rPr>
          <w:rFonts w:ascii="Times New Roman" w:hAnsi="Times New Roman" w:cs="Times New Roman"/>
          <w:b/>
        </w:rPr>
        <w:t xml:space="preserve"> О.В.,</w:t>
      </w:r>
    </w:p>
    <w:p w:rsidR="0055742E" w:rsidRPr="00062C82" w:rsidRDefault="0055742E" w:rsidP="0055742E">
      <w:pPr>
        <w:tabs>
          <w:tab w:val="left" w:pos="4424"/>
        </w:tabs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Порошинська</w:t>
      </w:r>
      <w:proofErr w:type="spellEnd"/>
      <w:r>
        <w:rPr>
          <w:rFonts w:ascii="Times New Roman" w:hAnsi="Times New Roman" w:cs="Times New Roman"/>
          <w:b/>
        </w:rPr>
        <w:t xml:space="preserve"> Н.В., </w:t>
      </w:r>
      <w:proofErr w:type="spellStart"/>
      <w:r>
        <w:rPr>
          <w:rFonts w:ascii="Times New Roman" w:hAnsi="Times New Roman" w:cs="Times New Roman"/>
          <w:b/>
        </w:rPr>
        <w:t>Душнюк</w:t>
      </w:r>
      <w:proofErr w:type="spellEnd"/>
      <w:r>
        <w:rPr>
          <w:rFonts w:ascii="Times New Roman" w:hAnsi="Times New Roman" w:cs="Times New Roman"/>
          <w:b/>
        </w:rPr>
        <w:t xml:space="preserve"> В.В., </w:t>
      </w:r>
      <w:proofErr w:type="spellStart"/>
      <w:r>
        <w:rPr>
          <w:rFonts w:ascii="Times New Roman" w:hAnsi="Times New Roman" w:cs="Times New Roman"/>
          <w:b/>
        </w:rPr>
        <w:t>Душнюк</w:t>
      </w:r>
      <w:proofErr w:type="spellEnd"/>
      <w:r>
        <w:rPr>
          <w:rFonts w:ascii="Times New Roman" w:hAnsi="Times New Roman" w:cs="Times New Roman"/>
          <w:b/>
        </w:rPr>
        <w:t xml:space="preserve"> М.В.</w:t>
      </w:r>
    </w:p>
    <w:p w:rsidR="0055742E" w:rsidRPr="00062C82" w:rsidRDefault="0055742E" w:rsidP="0055742E">
      <w:pPr>
        <w:tabs>
          <w:tab w:val="left" w:pos="4424"/>
        </w:tabs>
        <w:rPr>
          <w:rFonts w:ascii="Times New Roman" w:hAnsi="Times New Roman" w:cs="Times New Roman"/>
        </w:rPr>
      </w:pPr>
    </w:p>
    <w:p w:rsidR="0055742E" w:rsidRPr="00062C82" w:rsidRDefault="0055742E" w:rsidP="0055742E">
      <w:pPr>
        <w:tabs>
          <w:tab w:val="left" w:pos="4424"/>
        </w:tabs>
        <w:rPr>
          <w:rFonts w:ascii="Times New Roman" w:hAnsi="Times New Roman" w:cs="Times New Roman"/>
        </w:rPr>
      </w:pPr>
    </w:p>
    <w:p w:rsidR="0055742E" w:rsidRPr="00062C82" w:rsidRDefault="0055742E" w:rsidP="0055742E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 w:rsidRPr="002F1FCB">
        <w:rPr>
          <w:rFonts w:ascii="Times New Roman" w:hAnsi="Times New Roman" w:cs="Times New Roman"/>
        </w:rPr>
        <w:t>Сметанюк</w:t>
      </w:r>
      <w:proofErr w:type="spellEnd"/>
      <w:r w:rsidRPr="002F1FCB">
        <w:rPr>
          <w:rFonts w:ascii="Times New Roman" w:hAnsi="Times New Roman" w:cs="Times New Roman"/>
        </w:rPr>
        <w:t xml:space="preserve"> О.В.,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F1FCB">
        <w:rPr>
          <w:rFonts w:ascii="Times New Roman" w:hAnsi="Times New Roman" w:cs="Times New Roman"/>
        </w:rPr>
        <w:t>Порошинськ</w:t>
      </w:r>
      <w:r>
        <w:rPr>
          <w:rFonts w:ascii="Times New Roman" w:hAnsi="Times New Roman" w:cs="Times New Roman"/>
        </w:rPr>
        <w:t>ої</w:t>
      </w:r>
      <w:proofErr w:type="spellEnd"/>
      <w:r w:rsidRPr="002F1FCB">
        <w:rPr>
          <w:rFonts w:ascii="Times New Roman" w:hAnsi="Times New Roman" w:cs="Times New Roman"/>
        </w:rPr>
        <w:t xml:space="preserve"> Н.В., </w:t>
      </w:r>
      <w:proofErr w:type="spellStart"/>
      <w:r w:rsidRPr="002F1FCB">
        <w:rPr>
          <w:rFonts w:ascii="Times New Roman" w:hAnsi="Times New Roman" w:cs="Times New Roman"/>
        </w:rPr>
        <w:t>Душнюк</w:t>
      </w:r>
      <w:r>
        <w:rPr>
          <w:rFonts w:ascii="Times New Roman" w:hAnsi="Times New Roman" w:cs="Times New Roman"/>
        </w:rPr>
        <w:t>а</w:t>
      </w:r>
      <w:proofErr w:type="spellEnd"/>
      <w:r w:rsidRPr="002F1FCB">
        <w:rPr>
          <w:rFonts w:ascii="Times New Roman" w:hAnsi="Times New Roman" w:cs="Times New Roman"/>
        </w:rPr>
        <w:t xml:space="preserve"> В.В., </w:t>
      </w:r>
      <w:proofErr w:type="spellStart"/>
      <w:r w:rsidRPr="002F1FCB">
        <w:rPr>
          <w:rFonts w:ascii="Times New Roman" w:hAnsi="Times New Roman" w:cs="Times New Roman"/>
        </w:rPr>
        <w:t>Душнюк</w:t>
      </w:r>
      <w:r>
        <w:rPr>
          <w:rFonts w:ascii="Times New Roman" w:hAnsi="Times New Roman" w:cs="Times New Roman"/>
        </w:rPr>
        <w:t>а</w:t>
      </w:r>
      <w:proofErr w:type="spellEnd"/>
      <w:r w:rsidRPr="002F1FCB">
        <w:rPr>
          <w:rFonts w:ascii="Times New Roman" w:hAnsi="Times New Roman" w:cs="Times New Roman"/>
        </w:rPr>
        <w:t xml:space="preserve"> М.В.</w:t>
      </w:r>
      <w:r>
        <w:rPr>
          <w:rFonts w:ascii="Times New Roman" w:hAnsi="Times New Roman" w:cs="Times New Roman"/>
        </w:rPr>
        <w:t>,</w:t>
      </w:r>
      <w:r w:rsidRPr="00062C82">
        <w:rPr>
          <w:rFonts w:ascii="Times New Roman" w:hAnsi="Times New Roman" w:cs="Times New Roman"/>
        </w:rPr>
        <w:t xml:space="preserve"> сільська  рада ВИРІШИЛА:</w:t>
      </w:r>
    </w:p>
    <w:p w:rsidR="0055742E" w:rsidRPr="00062C82" w:rsidRDefault="0055742E" w:rsidP="0055742E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55742E" w:rsidRDefault="0055742E" w:rsidP="0055742E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</w:rPr>
        <w:t xml:space="preserve">      1. Затвердити </w:t>
      </w:r>
      <w:r>
        <w:rPr>
          <w:rFonts w:ascii="Times New Roman" w:hAnsi="Times New Roman" w:cs="Times New Roman"/>
        </w:rPr>
        <w:t xml:space="preserve">¼ частку </w:t>
      </w:r>
      <w:proofErr w:type="spellStart"/>
      <w:r>
        <w:rPr>
          <w:rFonts w:ascii="Times New Roman" w:hAnsi="Times New Roman" w:cs="Times New Roman"/>
        </w:rPr>
        <w:t>Сметанюк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Ольгі</w:t>
      </w:r>
      <w:proofErr w:type="spellEnd"/>
      <w:r>
        <w:rPr>
          <w:rFonts w:ascii="Times New Roman" w:hAnsi="Times New Roman" w:cs="Times New Roman"/>
        </w:rPr>
        <w:t xml:space="preserve"> Володимирівні</w:t>
      </w:r>
      <w:r w:rsidRPr="00062C82">
        <w:rPr>
          <w:rFonts w:ascii="Times New Roman" w:hAnsi="Times New Roman" w:cs="Times New Roman"/>
        </w:rPr>
        <w:t>, як</w:t>
      </w:r>
      <w:r>
        <w:rPr>
          <w:rFonts w:ascii="Times New Roman" w:hAnsi="Times New Roman" w:cs="Times New Roman"/>
        </w:rPr>
        <w:t>а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а за адресою: </w:t>
      </w:r>
      <w:r w:rsidR="00EB4AD6" w:rsidRPr="00EB4AD6">
        <w:rPr>
          <w:rFonts w:ascii="Times New Roman" w:hAnsi="Times New Roman" w:cs="Times New Roman"/>
        </w:rPr>
        <w:t>_________</w:t>
      </w:r>
      <w:r w:rsidRPr="00062C82">
        <w:rPr>
          <w:rFonts w:ascii="Times New Roman" w:hAnsi="Times New Roman" w:cs="Times New Roman"/>
        </w:rPr>
        <w:t>,  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EB4AD6" w:rsidRPr="00EB4AD6">
        <w:rPr>
          <w:rFonts w:ascii="Times New Roman" w:hAnsi="Times New Roman" w:cs="Times New Roman"/>
        </w:rPr>
        <w:t>_____</w:t>
      </w:r>
      <w:r w:rsidRPr="00062C8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¼ частку </w:t>
      </w:r>
      <w:proofErr w:type="spellStart"/>
      <w:r>
        <w:rPr>
          <w:rFonts w:ascii="Times New Roman" w:hAnsi="Times New Roman" w:cs="Times New Roman"/>
        </w:rPr>
        <w:t>Порошинській</w:t>
      </w:r>
      <w:proofErr w:type="spellEnd"/>
      <w:r>
        <w:rPr>
          <w:rFonts w:ascii="Times New Roman" w:hAnsi="Times New Roman" w:cs="Times New Roman"/>
        </w:rPr>
        <w:t xml:space="preserve"> Ніні Володимирівні</w:t>
      </w:r>
      <w:r w:rsidRPr="00F86982">
        <w:rPr>
          <w:rFonts w:ascii="Times New Roman" w:hAnsi="Times New Roman" w:cs="Times New Roman"/>
        </w:rPr>
        <w:t xml:space="preserve"> </w:t>
      </w:r>
      <w:r w:rsidRPr="00062C82">
        <w:rPr>
          <w:rFonts w:ascii="Times New Roman" w:hAnsi="Times New Roman" w:cs="Times New Roman"/>
        </w:rPr>
        <w:t>як</w:t>
      </w:r>
      <w:r>
        <w:rPr>
          <w:rFonts w:ascii="Times New Roman" w:hAnsi="Times New Roman" w:cs="Times New Roman"/>
        </w:rPr>
        <w:t>а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а за адресою: </w:t>
      </w:r>
      <w:r w:rsidR="00EB4AD6" w:rsidRPr="00EB4AD6">
        <w:rPr>
          <w:rFonts w:ascii="Times New Roman" w:hAnsi="Times New Roman" w:cs="Times New Roman"/>
        </w:rPr>
        <w:t>___________</w:t>
      </w:r>
      <w:r w:rsidRPr="00062C82">
        <w:rPr>
          <w:rFonts w:ascii="Times New Roman" w:hAnsi="Times New Roman" w:cs="Times New Roman"/>
        </w:rPr>
        <w:t>,  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EB4AD6" w:rsidRPr="00EB4AD6">
        <w:rPr>
          <w:rFonts w:ascii="Times New Roman" w:hAnsi="Times New Roman" w:cs="Times New Roman"/>
        </w:rPr>
        <w:t>__________</w:t>
      </w:r>
      <w:r w:rsidRPr="00062C8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¼ частку</w:t>
      </w:r>
      <w:r w:rsidRPr="00062C8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Душнюку</w:t>
      </w:r>
      <w:proofErr w:type="spellEnd"/>
      <w:r>
        <w:rPr>
          <w:rFonts w:ascii="Times New Roman" w:hAnsi="Times New Roman" w:cs="Times New Roman"/>
        </w:rPr>
        <w:t xml:space="preserve"> Віктору Володимировичу</w:t>
      </w:r>
      <w:r w:rsidRPr="00062C82">
        <w:rPr>
          <w:rFonts w:ascii="Times New Roman" w:hAnsi="Times New Roman" w:cs="Times New Roman"/>
        </w:rPr>
        <w:t>,  як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ий за адресою: </w:t>
      </w:r>
      <w:r w:rsidR="00EB4AD6" w:rsidRPr="00EB4AD6">
        <w:rPr>
          <w:rFonts w:ascii="Times New Roman" w:hAnsi="Times New Roman" w:cs="Times New Roman"/>
        </w:rPr>
        <w:t>__________________</w:t>
      </w:r>
      <w:r w:rsidRPr="00062C82">
        <w:rPr>
          <w:rFonts w:ascii="Times New Roman" w:hAnsi="Times New Roman" w:cs="Times New Roman"/>
        </w:rPr>
        <w:t>,  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EB4AD6" w:rsidRPr="00EB4AD6"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>,</w:t>
      </w:r>
      <w:r w:rsidRPr="00F869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¼ частку</w:t>
      </w:r>
      <w:r w:rsidRPr="00062C8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Душнюку</w:t>
      </w:r>
      <w:proofErr w:type="spellEnd"/>
      <w:r>
        <w:rPr>
          <w:rFonts w:ascii="Times New Roman" w:hAnsi="Times New Roman" w:cs="Times New Roman"/>
        </w:rPr>
        <w:t xml:space="preserve"> Миколі Володимировичу</w:t>
      </w:r>
      <w:r w:rsidRPr="00062C82">
        <w:rPr>
          <w:rFonts w:ascii="Times New Roman" w:hAnsi="Times New Roman" w:cs="Times New Roman"/>
        </w:rPr>
        <w:t>,  як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ий за </w:t>
      </w:r>
      <w:proofErr w:type="spellStart"/>
      <w:r>
        <w:rPr>
          <w:rFonts w:ascii="Times New Roman" w:hAnsi="Times New Roman" w:cs="Times New Roman"/>
        </w:rPr>
        <w:t>адресою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м</w:t>
      </w:r>
      <w:r w:rsidRPr="00062C8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Рівне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вул.Макарова</w:t>
      </w:r>
      <w:proofErr w:type="spellEnd"/>
      <w:r>
        <w:rPr>
          <w:rFonts w:ascii="Times New Roman" w:hAnsi="Times New Roman" w:cs="Times New Roman"/>
        </w:rPr>
        <w:t>, 36, кв.7, Рівненської області</w:t>
      </w:r>
      <w:r w:rsidRPr="00062C82">
        <w:rPr>
          <w:rFonts w:ascii="Times New Roman" w:hAnsi="Times New Roman" w:cs="Times New Roman"/>
        </w:rPr>
        <w:t>,  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8C7661">
        <w:rPr>
          <w:rFonts w:ascii="Times New Roman" w:hAnsi="Times New Roman" w:cs="Times New Roman"/>
        </w:rPr>
        <w:t>__________</w:t>
      </w:r>
      <w:bookmarkStart w:id="0" w:name="_GoBack"/>
      <w:bookmarkEnd w:id="0"/>
      <w:r>
        <w:rPr>
          <w:rFonts w:ascii="Times New Roman" w:hAnsi="Times New Roman" w:cs="Times New Roman"/>
        </w:rPr>
        <w:t xml:space="preserve">, </w:t>
      </w:r>
      <w:r w:rsidRPr="00062C82">
        <w:rPr>
          <w:rFonts w:ascii="Times New Roman" w:hAnsi="Times New Roman" w:cs="Times New Roman"/>
        </w:rPr>
        <w:t>технічну документацію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</w:rPr>
        <w:t>,</w:t>
      </w:r>
      <w:r w:rsidRPr="00062C82">
        <w:rPr>
          <w:rFonts w:ascii="Times New Roman" w:hAnsi="Times New Roman" w:cs="Times New Roman"/>
        </w:rPr>
        <w:t xml:space="preserve"> та передати її у приватну власність, площею 0,</w:t>
      </w:r>
      <w:r>
        <w:rPr>
          <w:rFonts w:ascii="Times New Roman" w:hAnsi="Times New Roman" w:cs="Times New Roman"/>
        </w:rPr>
        <w:t>2353</w:t>
      </w:r>
      <w:r w:rsidRPr="00062C82">
        <w:rPr>
          <w:rFonts w:ascii="Times New Roman" w:hAnsi="Times New Roman" w:cs="Times New Roman"/>
        </w:rPr>
        <w:t>га, (кадастровий номер: 6823986800:0</w:t>
      </w:r>
      <w:r>
        <w:rPr>
          <w:rFonts w:ascii="Times New Roman" w:hAnsi="Times New Roman" w:cs="Times New Roman"/>
        </w:rPr>
        <w:t>1</w:t>
      </w:r>
      <w:r w:rsidRPr="00062C82">
        <w:rPr>
          <w:rFonts w:ascii="Times New Roman" w:hAnsi="Times New Roman" w:cs="Times New Roman"/>
        </w:rPr>
        <w:t>:00</w:t>
      </w:r>
      <w:r>
        <w:rPr>
          <w:rFonts w:ascii="Times New Roman" w:hAnsi="Times New Roman" w:cs="Times New Roman"/>
        </w:rPr>
        <w:t>1</w:t>
      </w:r>
      <w:r w:rsidRPr="00062C82">
        <w:rPr>
          <w:rFonts w:ascii="Times New Roman" w:hAnsi="Times New Roman" w:cs="Times New Roman"/>
        </w:rPr>
        <w:t>:00</w:t>
      </w:r>
      <w:r>
        <w:rPr>
          <w:rFonts w:ascii="Times New Roman" w:hAnsi="Times New Roman" w:cs="Times New Roman"/>
        </w:rPr>
        <w:t>53</w:t>
      </w:r>
      <w:r w:rsidRPr="00062C82">
        <w:rPr>
          <w:rFonts w:ascii="Times New Roman" w:hAnsi="Times New Roman" w:cs="Times New Roman"/>
        </w:rPr>
        <w:t xml:space="preserve">), </w:t>
      </w:r>
      <w:r>
        <w:rPr>
          <w:rFonts w:ascii="Times New Roman" w:hAnsi="Times New Roman" w:cs="Times New Roman"/>
        </w:rPr>
        <w:t xml:space="preserve"> </w:t>
      </w:r>
      <w:r w:rsidRPr="00062C82">
        <w:rPr>
          <w:rFonts w:ascii="Times New Roman" w:hAnsi="Times New Roman" w:cs="Times New Roman"/>
        </w:rPr>
        <w:t xml:space="preserve">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062C82">
        <w:rPr>
          <w:rFonts w:ascii="Times New Roman" w:hAnsi="Times New Roman" w:cs="Times New Roman"/>
        </w:rPr>
        <w:t>Славутський</w:t>
      </w:r>
      <w:proofErr w:type="spellEnd"/>
      <w:r w:rsidRPr="00062C82">
        <w:rPr>
          <w:rFonts w:ascii="Times New Roman" w:hAnsi="Times New Roman" w:cs="Times New Roman"/>
        </w:rPr>
        <w:t xml:space="preserve">  район, </w:t>
      </w:r>
      <w:proofErr w:type="spellStart"/>
      <w:r w:rsidRPr="00062C82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>Полянь</w:t>
      </w:r>
      <w:proofErr w:type="spellEnd"/>
      <w:r>
        <w:rPr>
          <w:rFonts w:ascii="Times New Roman" w:hAnsi="Times New Roman" w:cs="Times New Roman"/>
        </w:rPr>
        <w:t>,</w:t>
      </w:r>
      <w:r w:rsidRPr="00062C82">
        <w:rPr>
          <w:rFonts w:ascii="Times New Roman" w:hAnsi="Times New Roman" w:cs="Times New Roman"/>
        </w:rPr>
        <w:t xml:space="preserve"> вул. </w:t>
      </w:r>
      <w:r>
        <w:rPr>
          <w:rFonts w:ascii="Times New Roman" w:hAnsi="Times New Roman" w:cs="Times New Roman"/>
        </w:rPr>
        <w:t>Незалежності, 37.</w:t>
      </w:r>
      <w:r w:rsidRPr="00062C82">
        <w:rPr>
          <w:rFonts w:ascii="Times New Roman" w:hAnsi="Times New Roman" w:cs="Times New Roman"/>
          <w:color w:val="FF0000"/>
        </w:rPr>
        <w:t xml:space="preserve">  </w:t>
      </w:r>
    </w:p>
    <w:p w:rsidR="0055742E" w:rsidRPr="00062C82" w:rsidRDefault="0055742E" w:rsidP="0055742E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  <w:color w:val="FF0000"/>
        </w:rPr>
        <w:t xml:space="preserve">   </w:t>
      </w:r>
      <w:r w:rsidRPr="00062C82">
        <w:rPr>
          <w:rFonts w:ascii="Times New Roman" w:hAnsi="Times New Roman" w:cs="Times New Roman"/>
        </w:rPr>
        <w:t xml:space="preserve">2. </w:t>
      </w:r>
      <w:proofErr w:type="spellStart"/>
      <w:r w:rsidRPr="002F1FCB">
        <w:rPr>
          <w:rFonts w:ascii="Times New Roman" w:hAnsi="Times New Roman" w:cs="Times New Roman"/>
        </w:rPr>
        <w:t>Сметанюк</w:t>
      </w:r>
      <w:proofErr w:type="spellEnd"/>
      <w:r w:rsidRPr="002F1FCB">
        <w:rPr>
          <w:rFonts w:ascii="Times New Roman" w:hAnsi="Times New Roman" w:cs="Times New Roman"/>
        </w:rPr>
        <w:t xml:space="preserve"> О.В.,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F1FCB">
        <w:rPr>
          <w:rFonts w:ascii="Times New Roman" w:hAnsi="Times New Roman" w:cs="Times New Roman"/>
        </w:rPr>
        <w:t>Порошинськ</w:t>
      </w:r>
      <w:r>
        <w:rPr>
          <w:rFonts w:ascii="Times New Roman" w:hAnsi="Times New Roman" w:cs="Times New Roman"/>
        </w:rPr>
        <w:t>ій</w:t>
      </w:r>
      <w:proofErr w:type="spellEnd"/>
      <w:r w:rsidRPr="002F1FCB">
        <w:rPr>
          <w:rFonts w:ascii="Times New Roman" w:hAnsi="Times New Roman" w:cs="Times New Roman"/>
        </w:rPr>
        <w:t xml:space="preserve"> Н.В., </w:t>
      </w:r>
      <w:proofErr w:type="spellStart"/>
      <w:r w:rsidRPr="002F1FCB">
        <w:rPr>
          <w:rFonts w:ascii="Times New Roman" w:hAnsi="Times New Roman" w:cs="Times New Roman"/>
        </w:rPr>
        <w:t>Душнюк</w:t>
      </w:r>
      <w:r>
        <w:rPr>
          <w:rFonts w:ascii="Times New Roman" w:hAnsi="Times New Roman" w:cs="Times New Roman"/>
        </w:rPr>
        <w:t>у</w:t>
      </w:r>
      <w:proofErr w:type="spellEnd"/>
      <w:r w:rsidRPr="002F1FCB">
        <w:rPr>
          <w:rFonts w:ascii="Times New Roman" w:hAnsi="Times New Roman" w:cs="Times New Roman"/>
        </w:rPr>
        <w:t xml:space="preserve"> В.В., </w:t>
      </w:r>
      <w:proofErr w:type="spellStart"/>
      <w:r w:rsidRPr="002F1FCB">
        <w:rPr>
          <w:rFonts w:ascii="Times New Roman" w:hAnsi="Times New Roman" w:cs="Times New Roman"/>
        </w:rPr>
        <w:t>Душнюк</w:t>
      </w:r>
      <w:r>
        <w:rPr>
          <w:rFonts w:ascii="Times New Roman" w:hAnsi="Times New Roman" w:cs="Times New Roman"/>
        </w:rPr>
        <w:t>у</w:t>
      </w:r>
      <w:proofErr w:type="spellEnd"/>
      <w:r w:rsidRPr="002F1FCB">
        <w:rPr>
          <w:rFonts w:ascii="Times New Roman" w:hAnsi="Times New Roman" w:cs="Times New Roman"/>
        </w:rPr>
        <w:t xml:space="preserve"> М.В.</w:t>
      </w:r>
      <w:r>
        <w:rPr>
          <w:rFonts w:ascii="Times New Roman" w:hAnsi="Times New Roman" w:cs="Times New Roman"/>
        </w:rPr>
        <w:t xml:space="preserve">, </w:t>
      </w:r>
      <w:r w:rsidRPr="00062C82">
        <w:rPr>
          <w:rFonts w:ascii="Times New Roman" w:hAnsi="Times New Roman" w:cs="Times New Roman"/>
        </w:rPr>
        <w:t>посвідчити своє право  в  установленому  законом  порядку.</w:t>
      </w:r>
    </w:p>
    <w:p w:rsidR="0055742E" w:rsidRPr="00062C82" w:rsidRDefault="0055742E" w:rsidP="0055742E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062C82">
        <w:rPr>
          <w:rFonts w:ascii="Times New Roman" w:hAnsi="Times New Roman" w:cs="Times New Roman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5742E" w:rsidRPr="00EB4AD6" w:rsidRDefault="0055742E" w:rsidP="0055742E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712F10" w:rsidRPr="00EB4AD6" w:rsidRDefault="0055742E" w:rsidP="00EB4AD6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 w:rsidRPr="00062C82">
        <w:rPr>
          <w:rFonts w:ascii="Times New Roman" w:hAnsi="Times New Roman" w:cs="Times New Roman"/>
        </w:rPr>
        <w:t xml:space="preserve">Сільський  голова                                                                                             </w:t>
      </w:r>
      <w:proofErr w:type="spellStart"/>
      <w:r w:rsidRPr="00062C82">
        <w:rPr>
          <w:rFonts w:ascii="Times New Roman" w:hAnsi="Times New Roman" w:cs="Times New Roman"/>
        </w:rPr>
        <w:t>В.А.Михалюк</w:t>
      </w:r>
      <w:proofErr w:type="spellEnd"/>
      <w:r w:rsidRPr="00062C82">
        <w:rPr>
          <w:rFonts w:ascii="Times New Roman" w:hAnsi="Times New Roman" w:cs="Times New Roman"/>
        </w:rPr>
        <w:t xml:space="preserve"> </w:t>
      </w:r>
    </w:p>
    <w:sectPr w:rsidR="00712F10" w:rsidRPr="00EB4AD6" w:rsidSect="00EB4AD6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55742E"/>
    <w:rsid w:val="00171A2E"/>
    <w:rsid w:val="00304C90"/>
    <w:rsid w:val="00505B6D"/>
    <w:rsid w:val="00511451"/>
    <w:rsid w:val="0055742E"/>
    <w:rsid w:val="006D3977"/>
    <w:rsid w:val="00712F10"/>
    <w:rsid w:val="007D6C18"/>
    <w:rsid w:val="008C7661"/>
    <w:rsid w:val="00D1641A"/>
    <w:rsid w:val="00DD0AB8"/>
    <w:rsid w:val="00EB4AD6"/>
    <w:rsid w:val="00EE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42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352</Words>
  <Characters>2007</Characters>
  <Application>Microsoft Office Word</Application>
  <DocSecurity>0</DocSecurity>
  <Lines>16</Lines>
  <Paragraphs>4</Paragraphs>
  <ScaleCrop>false</ScaleCrop>
  <Company>Microsoft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Users</cp:lastModifiedBy>
  <cp:revision>4</cp:revision>
  <dcterms:created xsi:type="dcterms:W3CDTF">2020-02-13T11:12:00Z</dcterms:created>
  <dcterms:modified xsi:type="dcterms:W3CDTF">2020-02-17T12:19:00Z</dcterms:modified>
</cp:coreProperties>
</file>