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5B" w:rsidRPr="008F5204" w:rsidRDefault="00CC695B" w:rsidP="00CC695B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CC695B" w:rsidRPr="008F5204" w:rsidRDefault="0036208E" w:rsidP="00CC695B">
      <w:pPr>
        <w:rPr>
          <w:rFonts w:ascii="Times New Roman" w:hAnsi="Times New Roman" w:cs="Times New Roman"/>
        </w:rPr>
      </w:pPr>
      <w:r w:rsidRPr="0036208E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AbLesD&#10;EHgAAI1ZBAAOAAAAAAAAAAAAAAAAAC4CAABkcnMvZTJvRG9jLnhtbFBLAQItABQABgAIAAAAIQCy&#10;HUyb4AAAAAoBAAAPAAAAAAAAAAAAAAAAAGp6AABkcnMvZG93bnJldi54bWxQSwUGAAAAAAQABADz&#10;AAAAd3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SOsEA&#10;AADdAAAADwAAAGRycy9kb3ducmV2LnhtbESPSwvCMBCE74L/IazgTVMfqFSjiKh4EMTXfWnWtths&#10;ShO1/nsjCB6HmfmGmS1qU4gnVS63rKDXjUAQJ1bnnCq4nDedCQjnkTUWlknBmxws5s3GDGNtX3yk&#10;58mnIkDYxagg876MpXRJRgZd15bEwbvZyqAPskqlrvAV4KaQ/SgaSYM5h4UMS1pllNxPD6PADra7&#10;/TXtHwdrHnteHia3a71Xqt2ql1MQnmr/D//aO61gNBz34P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3Ujr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MIQ8gA&#10;AADdAAAADwAAAGRycy9kb3ducmV2LnhtbESPT2sCMRTE74V+h/AEL1KzlbK2W6MUYfvHg6At9PrY&#10;vG7Wbl6WJOrWT28KgsdhZn7DzBa9bcWBfGgcK7gfZyCIK6cbrhV8fZZ3jyBCRNbYOiYFfxRgMb+9&#10;mWGh3ZE3dNjGWiQIhwIVmBi7QspQGbIYxq4jTt6P8xZjkr6W2uMxwW0rJ1mWS4sNpwWDHS0NVb/b&#10;vVWwK9fmezk9vfrR04ZOo3L11n7kSg0H/csziEh9vIYv7XetIH+YTuD/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cwh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fPp8UA&#10;AADdAAAADwAAAGRycy9kb3ducmV2LnhtbESP32rCMBTG74W9QziD3chMt4ob1SgyVhm9Keoe4NAc&#10;m2JzUpqs7d5+EQZefnx/fnyb3WRbMVDvG8cKXhYJCOLK6YZrBd/n/PkdhA/IGlvHpOCXPOy2D7MN&#10;ZtqNfKThFGoRR9hnqMCE0GVS+sqQRb9wHXH0Lq63GKLsa6l7HOO4beVrkqykxYYjwWBHH4aq6+nH&#10;RkiZYllcxnN+mHDEz8LwfH9U6ulx2q9BBJrCPfzf/tIKVsu3FG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58+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WCc8YA&#10;AADdAAAADwAAAGRycy9kb3ducmV2LnhtbESPQUvDQBSE70L/w/IK3uzGElOJ3ZbSKojgwSqIt0f2&#10;NQlm3y67zyb+e1cQPA4z8w2z3k5uUGeKqfds4HpRgCJuvO25NfD2+nB1CyoJssXBMxn4pgTbzexi&#10;jbX1I7/Q+SityhBONRroREKtdWo6cpgWPhBn7+SjQ8kyttpGHDPcDXpZFJV22HNe6DDQvqPm8/jl&#10;DDyP9+FpVd2cwkcslzodrLzvxZjL+bS7AyU0yX/4r/1oDVTl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WCc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LySMMA&#10;AADdAAAADwAAAGRycy9kb3ducmV2LnhtbESP24rCMBRF34X5h3AG5kU0He90jCIyivgiXj7g0Byb&#10;Ms1JaTK2/r0RBB83+7LY82VrS3Gj2heOFXz3ExDEmdMF5wou501vBsIHZI2lY1JwJw/LxUdnjql2&#10;DR/pdgq5iCPsU1RgQqhSKX1myKLvu4o4eldXWwxR1rnUNTZx3JZykCQTabHgSDBY0dpQ9nf6txFy&#10;GOJhf23Om22LDf7uDXdXR6W+PtvVD4hAbXiHX+2dVjAZTcfw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LyS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u5n8YA&#10;AADdAAAADwAAAGRycy9kb3ducmV2LnhtbESPQUsDMRSE70L/Q3gFbzZrqduyNi2lVRDBg1Uo3h6b&#10;193FzUtInt313xtB8DjMzDfMeju6Xl0ops6zgdtZAYq49rbjxsD72+PNClQSZIu9ZzLwTQm2m8nV&#10;GivrB36ly1EalSGcKjTQioRK61S35DDNfCDO3tlHh5JlbLSNOGS46/W8KErtsOO80GKgfUv15/HL&#10;GXgZHsLzsrw7h4+4mOt0sHLaizHX03F3D0polP/wX/vJGigXy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u5n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e8escA&#10;AADdAAAADwAAAGRycy9kb3ducmV2LnhtbESP3WoCMRSE7wt9h3AK3pSata0/rEaphaCgUGoLvT1s&#10;jruLm5Mlie769qZQ6OUwM98wi1VvG3EhH2rHCkbDDARx4UzNpYLvL/00AxEissHGMSm4UoDV8v5u&#10;gblxHX/S5RBLkSAcclRQxdjmUoaiIoth6Fri5B2dtxiT9KU0HrsEt418zrKJtFhzWqiwpfeKitPh&#10;bBWsP7ryxT8W697tjpufsdZG77VSg4f+bQ4iUh//w3/trVEweZ1O4fdNeg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nvH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yTcAA&#10;AADdAAAADwAAAGRycy9kb3ducmV2LnhtbERPy4rCMBTdC/5DuMLsNFV80TGKzFAYxI2PD7g0d5pq&#10;c1OSWDt/P1kILg/nvdn1thEd+VA7VjCdZCCIS6drrhRcL8V4DSJEZI2NY1LwRwF22+Fgg7l2Tz5R&#10;d46VSCEcclRgYmxzKUNpyGKYuJY4cb/OW4wJ+kpqj88Ubhs5y7KltFhzajDY0peh8n5+WAXFYXbs&#10;7g/tC7fv55YW5rb+Nkp9jPr9J4hIfXyLX+4frWA5X6W56U16An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ByT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SNk8gA&#10;AADdAAAADwAAAGRycy9kb3ducmV2LnhtbESP3UoDMRSE74W+QzhCb6TNWrWta9NiC8GCgvQHvD1s&#10;TneXbk6WJO2ub28EwcthZr5hFqveNuJKPtSOFdyPMxDEhTM1lwqOBz2agwgR2WDjmBR8U4DVcnCz&#10;wNy4jnd03cdSJAiHHBVUMba5lKGoyGIYu5Y4eSfnLcYkfSmNxy7BbSMnWTaVFmtOCxW2tKmoOO8v&#10;VsH6sysf/F2x7t376e3rSWujP7RSw9v+9QVEpD7+h//aW6Ng+jh7ht836QnI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NI2TyAAAAN0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MObMAA&#10;AADdAAAADwAAAGRycy9kb3ducmV2LnhtbERPzYrCMBC+C75DGGFvmiqulGoUUQrLshfdfYChGZtq&#10;MylJrPXtzWHB48f3v9kNthU9+dA4VjCfZSCIK6cbrhX8/ZbTHESIyBpbx6TgSQF22/Fog4V2Dz5R&#10;f461SCEcClRgYuwKKUNlyGKYuY44cRfnLcYEfS21x0cKt61cZNlKWmw4NRjs6GCoup3vVkH5vfjp&#10;b3ftS7cflpY+zTU/GqU+JsN+DSLSEN/if/eXVrBa5ml/epOe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2MOb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qx0cMA&#10;AADdAAAADwAAAGRycy9kb3ducmV2LnhtbESP3WqDQBSE7wt9h+UUcldX8yNis0oJJDSXMXmAg3uq&#10;EvesdTfRvH23UMjlMDPfMNtyNr240+g6ywqSKAZBXFvdcaPgct6/ZyCcR9bYWyYFD3JQFq8vW8y1&#10;nfhE98o3IkDY5aig9X7IpXR1SwZdZAfi4H3b0aAPcmykHnEKcNPLZRyn0mDHYaHFgXYt1dfqZhSs&#10;H9Php9pc4702lBxXw5F9vVFq8TZ/foDwNPtn+L/9pRWk6yyBvzfhCc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2qx0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o2usUA&#10;AADdAAAADwAAAGRycy9kb3ducmV2LnhtbESPS2vDMBCE74X8B7GB3hq5ppjEiRJCQkLpqXUe58Xa&#10;2KbWyljy699XhUKPw8x8w2x2o6lFT62rLCt4XUQgiHOrKy4UXC+nlyUI55E11pZJwUQOdtvZ0wZT&#10;bQf+oj7zhQgQdikqKL1vUildXpJBt7ANcfAetjXog2wLqVscAtzUMo6iRBqsOCyU2NChpPw764yC&#10;LrnHV3586M/sOJ1Xx9PeyVuh1PN83K9BeBr9f/iv/a4VJG/LGH7fh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Kja6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XsJscA&#10;AADdAAAADwAAAGRycy9kb3ducmV2LnhtbESPQWvCQBSE70L/w/IKvZlNVUJMXUUFofVQ0dpDb6/Z&#10;1ySafRuzW03/vSsIPQ4z8w0zmXWmFmdqXWVZwXMUgyDOra64ULD/WPVTEM4ja6wtk4I/cjCbPvQm&#10;mGl74S2dd74QAcIuQwWl900mpctLMugi2xAH78e2Bn2QbSF1i5cAN7UcxHEiDVYcFkpsaFlSftz9&#10;GgWfmzQZbxZvo8P6/RuHRp++dJUo9fTYzV9AeOr8f/jeftUKklE6hN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F7C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S2ocYA&#10;AADdAAAADwAAAGRycy9kb3ducmV2LnhtbESPT2vCQBTE74V+h+UVequb2hBCdCP9Q23xpFHw+sg+&#10;k2D2bchuY/TTuwXB4zAzv2Hmi9G0YqDeNZYVvE4iEMSl1Q1XCnbb75cUhPPIGlvLpOBMDhb548Mc&#10;M21PvKGh8JUIEHYZKqi97zIpXVmTQTexHXHwDrY36IPsK6l7PAW4aeU0ihJpsOGwUGNHnzWVx+LP&#10;KLgke1y7n+nH15v2dI7TpV2tl0o9P43vMxCeRn8P39q/WkESpzH8vwlP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S2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BAgsUA&#10;AADdAAAADwAAAGRycy9kb3ducmV2LnhtbESPUWvCMBSF3wf+h3AF32Y6acV1RhFR2Ntmtx9wae6S&#10;YnNTm2jrfv0yGOzxcM75Dme9HV0rbtSHxrOCp3kGgrj2umGj4PPj+LgCESKyxtYzKbhTgO1m8rDG&#10;UvuBT3SrohEJwqFEBTbGrpQy1JYchrnviJP35XuHMcneSN3jkOCulYssW0qHDacFix3tLdXn6uoU&#10;XPyi0GN1wLfz4fm9MSa/fJ9ypWbTcfcCItIY/8N/7VetYJmvCvh9k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wEC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NUncUA&#10;AADdAAAADwAAAGRycy9kb3ducmV2LnhtbESPwW7CMBBE70j9B2srcQOnBdI0xaCChMQVyoHj1l6S&#10;tPE6jQ0Evh4jIfU4mpk3mum8s7U4UesrxwpehgkIYu1MxYWC3ddqkIHwAdlg7ZgUXMjDfPbUm2Ju&#10;3Jk3dNqGQkQI+xwVlCE0uZRel2TRD11DHL2Day2GKNtCmhbPEW5r+ZokqbRYcVwosaFlSfp3e7QK&#10;1tU3TVJ9eLfZQm/2178wevsxSvWfu88PEIG68B9+tNdGQTrOUri/i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1S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YC8sMA&#10;AADdAAAADwAAAGRycy9kb3ducmV2LnhtbERPW2vCMBR+H+w/hDPwbaYTcdqZljkQlDnBC/p6aM6a&#10;suakNLHWf78Igz1+d7553ttadNT6yrGCl2ECgrhwuuJSwfGwfJ6C8AFZY+2YFNzIQ549Pswx1e7K&#10;O+r2oRSxhH2KCkwITSqlLwxZ9EPXEEft27UWQ4RtKXWL11huazlKkom0WHFcMNjQh6HiZ3+xCjrc&#10;3pKzWXzN1tWmGG0Xp08deTV46t/fQATqw7/5L73SCibj6Svc38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YC8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Io4MIA&#10;AADdAAAADwAAAGRycy9kb3ducmV2LnhtbERPTUvDQBC9C/0PyxR6sxtDKSV2W4pQ8ajRQ49jdppN&#10;m50Ju2sT/fXuQfD4eN/b/eR7daMQO2EDD8sCFHEjtuPWwMf78X4DKiZki70wGfimCPvd7G6LlZWR&#10;3+hWp1blEI4VGnApDZXWsXHkMS5lIM7cWYLHlGFotQ045nDf67Io1tpjx7nB4UBPjppr/eUNjM/N&#10;56U8n6z7CYMc61e5lL0Ys5hPh0dQiab0L/5zv1gD69Umz81v8hP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0ij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L3McA&#10;AADdAAAADwAAAGRycy9kb3ducmV2LnhtbESPW2sCMRSE34X+h3AKvmm2InZdjWK9QCkV8fZ+ujnd&#10;3TY5WTapbv+9KRR8HGbmG2Y6b60RF2p85VjBUz8BQZw7XXGh4HTc9FIQPiBrNI5JwS95mM8eOlPM&#10;tLvyni6HUIgIYZ+hgjKEOpPS5yVZ9H1XE0fv0zUWQ5RNIXWD1wi3Rg6SZCQtVhwXSqxpWVL+ffix&#10;Cja7lfkabPeLswzL9fOHSd9eVu9KdR/bxQREoDbcw//tV61gNEzH8Pc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1y9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E5JcMA&#10;AADdAAAADwAAAGRycy9kb3ducmV2LnhtbERPy4rCMBTdD/gP4QpuBk19otUoIogKM+AL3F6ba1ts&#10;bkoTa+fvJ4uBWR7Oe7FqTCFqqlxuWUG/F4EgTqzOOVVwvWy7UxDOI2ssLJOCH3KwWrY+Fhhr++YT&#10;1WefihDCLkYFmfdlLKVLMjLoerYkDtzDVgZ9gFUqdYXvEG4KOYiiiTSYc2jIsKRNRsnz/DIK6uPX&#10;Pd3Xrjw8p59uPLzvdt/6plSn3aznIDw1/l/8595rBZPRLOwPb8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E5J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zgd8YA&#10;AADdAAAADwAAAGRycy9kb3ducmV2LnhtbESPT2sCMRTE74V+h/AK3mpWsaKrUaog9FLw30Fvz81z&#10;d3Hzsk2ibv30RhA8DjPzG2Y8bUwlLuR8aVlBp52AIM6sLjlXsN0sPgcgfEDWWFkmBf/kYTp5fxtj&#10;qu2VV3RZh1xECPsUFRQh1KmUPivIoG/bmjh6R+sMhihdLrXDa4SbSnaTpC8NlhwXCqxpXlB2Wp+N&#10;gtlwMPtb9vj3tjrsab87nL66LlGq9dF8j0AEasIr/Gz/aAX93rADjzfxCcjJ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zgd8YAAADdAAAADwAAAAAAAAAAAAAAAACYAgAAZHJz&#10;L2Rvd25yZXYueG1sUEsFBgAAAAAEAAQA9QAAAIsDAAAAAA==&#10;" fillcolor="black" stroked="f"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e9DsgA&#10;AADd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ZA9P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p70O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4mIMYA&#10;AADdAAAADwAAAGRycy9kb3ducmV2LnhtbESPQWsCMRSE74L/ITyhN83WititUcRS6sWDtqXXx+Z1&#10;s93NyzaJuvrrjSD0OMzMN8x82dlGHMmHyrGCx1EGgrhwuuJSwefH23AGIkRkjY1jUnCmAMtFvzfH&#10;XLsT7+i4j6VIEA45KjAxtrmUoTBkMYxcS5y8H+ctxiR9KbXHU4LbRo6zbCotVpwWDLa0NlTU+4NV&#10;4Fffr/WFD191dtmew/tv9zdDo9TDoFu9gIjUxf/wvb3RCqaT5y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4mI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Mb5sYA&#10;AADdAAAADwAAAGRycy9kb3ducmV2LnhtbESP3WrCQBSE7wu+w3IKvSl1o4g/qauIUChUCkYf4DR7&#10;moTung3ZU419elcoeDnMzDfMct17p07UxSawgdEwA0VcBttwZeB4eHuZg4qCbNEFJgMXirBeDR6W&#10;mNtw5j2dCqlUgnDM0UAt0uZax7Imj3EYWuLkfYfOoyTZVdp2eE5w7/Q4y6baY8NpocaWtjWVP8Wv&#10;N+DGX27xMYs7uRz1Lvvzsn/+tMY8PfabV1BCvdzD/+13a2A6WUzg9iY9Ab2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Mb5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xOcYA&#10;AADdAAAADwAAAGRycy9kb3ducmV2LnhtbESPQWsCMRSE70L/Q3iF3jSrVKmrUdqKsJceulW8PjfP&#10;zWLysmxSXfvrm0LB4zAz3zDLde+suFAXGs8KxqMMBHHldcO1gt3XdvgCIkRkjdYzKbhRgPXqYbDE&#10;XPsrf9KljLVIEA45KjAxtrmUoTLkMIx8S5y8k+8cxiS7WuoOrwnurJxk2Uw6bDgtGGzp3VB1Lr+d&#10;gk3Z2smuMG/hsP84Hm3xs6XDRqmnx/51ASJSH+/h/3ahFcye51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OxO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Zg/8UA&#10;AADdAAAADwAAAGRycy9kb3ducmV2LnhtbESPzWrDMBCE74G+g9hCb4nUUpzUjWxKSSCQU/Nz6G2R&#10;trZba2UsJXbePgoUchxm5htmWY6uFWfqQ+NZw/NMgSA23jZcaTjs19MFiBCRLbaeScOFApTFw2SJ&#10;ufUDf9F5FyuRIBxy1FDH2OVSBlOTwzDzHXHyfnzvMCbZV9L2OCS4a+WLUpl02HBaqLGjz5rM3+7k&#10;NPyu5dYbheZ4OA4bO/9eZdQqrZ8ex493EJHGeA//tzdWQ/b6lsHtTXoCsr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NmD/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NnSscA&#10;AADdAAAADwAAAGRycy9kb3ducmV2LnhtbESPT2sCMRTE70K/Q3gFb5qtirVbs2IFQSoeqqX0+Lp5&#10;+4fdvCxJ1O23bwqCx2FmfsMsV71pxYWcry0reBonIIhzq2suFXyetqMFCB+QNbaWScEveVhlD4Ml&#10;ptpe+YMux1CKCGGfooIqhC6V0ucVGfRj2xFHr7DOYIjSlVI7vEa4aeUkSebSYM1xocKONhXlzfFs&#10;FHyf91wcpu9r9xa+bH/yzeRn0Sg1fOzXryAC9eEevrV3WsF89vIM/2/i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jZ0r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ZJ6sMA&#10;AADdAAAADwAAAGRycy9kb3ducmV2LnhtbERPy4rCMBTdD8w/hDvgbkwVFa1GUUFwI4yPhe6uzbUt&#10;Njc1iVrn6yeLAZeH857MGlOJBzlfWlbQaScgiDOrS84VHPar7yEIH5A1VpZJwYs8zKafHxNMtX3y&#10;lh67kIsYwj5FBUUIdSqlzwoy6Nu2Jo7cxTqDIUKXS+3wGcNNJbtJMpAGS44NBda0LCi77u5GwWI0&#10;XNx+erz53Z5PdDqer/2uS5RqfTXzMYhATXiL/91rrWDQG8W58U18An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ZJ6sMAAADdAAAADwAAAAAAAAAAAAAAAACYAgAAZHJzL2Rv&#10;d25yZXYueG1sUEsFBgAAAAAEAAQA9QAAAIgDAAAAAA==&#10;" fillcolor="black" stroked="f"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YWcMUA&#10;AADdAAAADwAAAGRycy9kb3ducmV2LnhtbESPQUsDMRSE7wX/Q3gFb222KsVum5alIIqnbVV6fd08&#10;N4ublyWJ6frvjSD0OMzMN8xmN9peJPKhc6xgMS9AEDdOd9wqeH97mj2CCBFZY++YFPxQgN32ZrLB&#10;UrsLHygdYysyhEOJCkyMQyllaAxZDHM3EGfv03mLMUvfSu3xkuG2l3dFsZQWO84LBgfaG2q+jt9W&#10;QTrv6+o+nZI5vPqq9a5+/jjXSt1Ox2oNItIYr+H/9otWsHxYre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VhZ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DFBcMA&#10;AADdAAAADwAAAGRycy9kb3ducmV2LnhtbERPz2vCMBS+C/4P4Qm7ranCilajiOjYvLjVwTw+mrem&#10;rHkpTVa7/fXmMPD48f1ebQbbiJ46XztWME1SEMSl0zVXCj7Oh8c5CB+QNTaOScEvedisx6MV5tpd&#10;+Z36IlQihrDPUYEJoc2l9KUhiz5xLXHkvlxnMUTYVVJ3eI3htpGzNM2kxZpjg8GWdobK7+LHKvDT&#10;3f7zaP8W/eXZ8Kl4NdlbZZR6mAzbJYhAQ7iL/90vWkH2lMb98U18An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DFB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C695B" w:rsidRDefault="00CC695B" w:rsidP="00CC69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CC695B" w:rsidRPr="008F5204" w:rsidRDefault="00CC695B" w:rsidP="00CC695B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CC695B" w:rsidRPr="008F5204" w:rsidRDefault="00CC695B" w:rsidP="00CC695B">
      <w:pPr>
        <w:jc w:val="center"/>
        <w:rPr>
          <w:rFonts w:ascii="Times New Roman" w:hAnsi="Times New Roman" w:cs="Times New Roman"/>
          <w:b/>
        </w:rPr>
      </w:pPr>
    </w:p>
    <w:p w:rsidR="00CC695B" w:rsidRPr="008F5204" w:rsidRDefault="00CC695B" w:rsidP="00CC695B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CC695B" w:rsidRPr="008F5204" w:rsidRDefault="00CC695B" w:rsidP="00CC695B">
      <w:pPr>
        <w:rPr>
          <w:rFonts w:ascii="Times New Roman" w:hAnsi="Times New Roman" w:cs="Times New Roman"/>
        </w:rPr>
      </w:pPr>
    </w:p>
    <w:p w:rsidR="00CC695B" w:rsidRPr="008F5204" w:rsidRDefault="00CC695B" w:rsidP="00CC695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CC695B" w:rsidRPr="008F5204" w:rsidRDefault="00CC695B" w:rsidP="00CC695B">
      <w:pPr>
        <w:tabs>
          <w:tab w:val="left" w:pos="2160"/>
        </w:tabs>
        <w:rPr>
          <w:rFonts w:ascii="Times New Roman" w:hAnsi="Times New Roman" w:cs="Times New Roman"/>
        </w:rPr>
      </w:pPr>
    </w:p>
    <w:p w:rsidR="00CC695B" w:rsidRPr="00EF1F94" w:rsidRDefault="00CC695B" w:rsidP="00CC695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CC695B" w:rsidRPr="00EF1F94" w:rsidRDefault="00CC695B" w:rsidP="00CC695B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CC695B" w:rsidRPr="00EF1F94" w:rsidRDefault="00CC695B" w:rsidP="00CC695B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CC695B" w:rsidRPr="00EF1F94" w:rsidRDefault="00CC695B" w:rsidP="00CC695B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передачі  її у власність  </w:t>
      </w:r>
      <w:proofErr w:type="spellStart"/>
      <w:r>
        <w:rPr>
          <w:rFonts w:ascii="Times New Roman" w:hAnsi="Times New Roman" w:cs="Times New Roman"/>
          <w:b/>
          <w:color w:val="auto"/>
        </w:rPr>
        <w:t>Новосилецькій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Н.П.</w:t>
      </w:r>
    </w:p>
    <w:p w:rsidR="00CC695B" w:rsidRPr="00EF1F94" w:rsidRDefault="00CC695B" w:rsidP="00CC695B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CC695B" w:rsidRPr="00EF1F94" w:rsidRDefault="00CC695B" w:rsidP="00CC695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CC695B" w:rsidRPr="00EF1F94" w:rsidRDefault="00CC695B" w:rsidP="00CC695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CC695B" w:rsidRPr="00EF1F94" w:rsidRDefault="00CC695B" w:rsidP="00CC695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 xml:space="preserve">ву </w:t>
      </w:r>
      <w:proofErr w:type="spellStart"/>
      <w:r>
        <w:rPr>
          <w:rFonts w:ascii="Times New Roman" w:hAnsi="Times New Roman" w:cs="Times New Roman"/>
          <w:color w:val="auto"/>
        </w:rPr>
        <w:t>Новосилецької</w:t>
      </w:r>
      <w:proofErr w:type="spellEnd"/>
      <w:r>
        <w:rPr>
          <w:rFonts w:ascii="Times New Roman" w:hAnsi="Times New Roman" w:cs="Times New Roman"/>
          <w:color w:val="auto"/>
        </w:rPr>
        <w:t xml:space="preserve"> Н.П.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CC695B" w:rsidRDefault="00CC695B" w:rsidP="00CC695B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CC695B" w:rsidRPr="008F5204" w:rsidRDefault="00CC695B" w:rsidP="00CC695B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C695B" w:rsidRPr="008F5204" w:rsidRDefault="00CC695B" w:rsidP="00CC695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Новосилецькій</w:t>
      </w:r>
      <w:proofErr w:type="spellEnd"/>
      <w:r>
        <w:rPr>
          <w:rFonts w:ascii="Times New Roman" w:hAnsi="Times New Roman" w:cs="Times New Roman"/>
        </w:rPr>
        <w:t xml:space="preserve"> Наталії Петрівні 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 w:rsidRPr="008F5204">
        <w:rPr>
          <w:rFonts w:ascii="Times New Roman" w:hAnsi="Times New Roman" w:cs="Times New Roman"/>
        </w:rPr>
        <w:t>площею 0</w:t>
      </w:r>
      <w:r>
        <w:rPr>
          <w:rFonts w:ascii="Times New Roman" w:hAnsi="Times New Roman" w:cs="Times New Roman"/>
        </w:rPr>
        <w:t>.0940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с.Нижні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Головлі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CC695B" w:rsidRPr="008F5204" w:rsidRDefault="00CC695B" w:rsidP="00CC695B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Передати </w:t>
      </w:r>
      <w:proofErr w:type="spellStart"/>
      <w:r>
        <w:rPr>
          <w:rFonts w:ascii="Times New Roman" w:hAnsi="Times New Roman" w:cs="Times New Roman"/>
        </w:rPr>
        <w:t>Новосилецькій</w:t>
      </w:r>
      <w:proofErr w:type="spellEnd"/>
      <w:r>
        <w:rPr>
          <w:rFonts w:ascii="Times New Roman" w:hAnsi="Times New Roman" w:cs="Times New Roman"/>
        </w:rPr>
        <w:t xml:space="preserve"> Наталії Петрівні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>а  за адресою</w:t>
      </w:r>
      <w:r w:rsidR="00ED1449" w:rsidRPr="00ED1449">
        <w:rPr>
          <w:rFonts w:ascii="Times New Roman" w:hAnsi="Times New Roman" w:cs="Times New Roman"/>
          <w:lang w:val="ru-RU"/>
        </w:rPr>
        <w:t>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 xml:space="preserve">ий номер </w:t>
      </w:r>
      <w:r w:rsidR="00ED1449" w:rsidRPr="00ED1449">
        <w:rPr>
          <w:rFonts w:ascii="Times New Roman" w:hAnsi="Times New Roman" w:cs="Times New Roman"/>
          <w:lang w:val="ru-RU"/>
        </w:rPr>
        <w:t>___________</w:t>
      </w:r>
      <w:r w:rsidRPr="008F5204">
        <w:rPr>
          <w:rFonts w:ascii="Times New Roman" w:hAnsi="Times New Roman" w:cs="Times New Roman"/>
        </w:rPr>
        <w:t>, у власність земельну ділянку, площею 0,</w:t>
      </w:r>
      <w:r>
        <w:rPr>
          <w:rFonts w:ascii="Times New Roman" w:hAnsi="Times New Roman" w:cs="Times New Roman"/>
        </w:rPr>
        <w:t>0940 га, кадастровий номер: 68239821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2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06:0031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</w:t>
      </w:r>
      <w:r w:rsidRPr="00CE1EBA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с.Нижні</w:t>
      </w:r>
      <w:proofErr w:type="spellEnd"/>
      <w:r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Головлі</w:t>
      </w:r>
      <w:proofErr w:type="spellEnd"/>
      <w:r w:rsidRPr="008F5204">
        <w:rPr>
          <w:rFonts w:ascii="Times New Roman" w:hAnsi="Times New Roman" w:cs="Times New Roman"/>
        </w:rPr>
        <w:t>.</w:t>
      </w:r>
    </w:p>
    <w:p w:rsidR="00CC695B" w:rsidRPr="008F5204" w:rsidRDefault="00CC695B" w:rsidP="00CC695B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Новосилецькій</w:t>
      </w:r>
      <w:proofErr w:type="spellEnd"/>
      <w:r>
        <w:rPr>
          <w:rFonts w:ascii="Times New Roman" w:hAnsi="Times New Roman" w:cs="Times New Roman"/>
        </w:rPr>
        <w:t xml:space="preserve"> Н.П.,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ій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C695B" w:rsidRPr="008F5204" w:rsidRDefault="00CC695B" w:rsidP="00CC695B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C695B" w:rsidRPr="00CC695B" w:rsidRDefault="00CC695B" w:rsidP="00CC695B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CC695B" w:rsidRPr="00CC695B" w:rsidRDefault="00CC695B" w:rsidP="00CC695B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A82619" w:rsidRPr="00CC695B" w:rsidRDefault="00CC695B" w:rsidP="00CC695B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A82619" w:rsidRPr="00CC695B" w:rsidSect="00CC695B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C695B"/>
    <w:rsid w:val="00171A2E"/>
    <w:rsid w:val="00304C90"/>
    <w:rsid w:val="0036208E"/>
    <w:rsid w:val="00505B6D"/>
    <w:rsid w:val="006D3977"/>
    <w:rsid w:val="007D6C18"/>
    <w:rsid w:val="00A82619"/>
    <w:rsid w:val="00CC695B"/>
    <w:rsid w:val="00D1641A"/>
    <w:rsid w:val="00E96B82"/>
    <w:rsid w:val="00ED1449"/>
    <w:rsid w:val="00F82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95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284</Words>
  <Characters>1623</Characters>
  <Application>Microsoft Office Word</Application>
  <DocSecurity>0</DocSecurity>
  <Lines>13</Lines>
  <Paragraphs>3</Paragraphs>
  <ScaleCrop>false</ScaleCrop>
  <Company>Microsoft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2020-02-13T11:31:00Z</dcterms:created>
  <dcterms:modified xsi:type="dcterms:W3CDTF">2020-02-13T12:18:00Z</dcterms:modified>
</cp:coreProperties>
</file>