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16D" w:rsidRPr="00B623A8" w:rsidRDefault="00D3191A" w:rsidP="006C716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VLgp3cAAEBZBAAOAAAAZHJzL2Uyb0RvYy54bWzsfW1uJjmS3n8DvsML/RygWsn8zsLULGa6&#10;ugYGxvYA8/oAKklVEizpLUvq7tpdLGDAR/BFfANfYfdGfoIMMkkpIyKnptsYLNgDdGpaoUgyIsg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CohVLgp3cAAEBZBAAOAAAAAAAAAAAAAAAAAC4CAABkcnMvZTJvRG9jLnhtbFBLAQItABQA&#10;BgAIAAAAIQCyHUyb4AAAAAoBAAAPAAAAAAAAAAAAAAAAAAF6AABkcnMvZG93bnJldi54bWxQSwUG&#10;AAAAAAQABADzAAAADn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YBHsMA&#10;AADdAAAADwAAAGRycy9kb3ducmV2LnhtbESPzarCMBSE9xd8h3AEd9dUi1epRhFRcSFc6s/+0Bzb&#10;YnNSmqj17Y0guBxm5htmtmhNJe7UuNKygkE/AkGcWV1yruB03PxOQDiPrLGyTAqe5GAx7/zMMNH2&#10;wSndDz4XAcIuQQWF93UipcsKMuj6tiYO3sU2Bn2QTS51g48AN5UcRtGfNFhyWCiwplVB2fVwMwps&#10;vN3tz/kwjdc89rz8n1zO7V6pXrddTkF4av03/GnvtIJRFMfwfhOegJ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YBH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ldZMkA&#10;AADdAAAADwAAAGRycy9kb3ducmV2LnhtbESPW2sCMRSE3wv9D+EUfBHN9qK2W6MUYVv1QfACfT1s&#10;Tjfbbk6WJOrWX98UCn0cZuYbZjrvbCNO5EPtWMHtMANBXDpdc6XgsC8GjyBCRNbYOCYF3xRgPru+&#10;mmKu3Zm3dNrFSiQIhxwVmBjbXMpQGrIYhq4lTt6H8xZjkr6S2uM5wW0j77JsLC3WnBYMtrQwVH7t&#10;jlbBZ7Ex74vJ5dX3n7Z06Rfrt2Y1Vqp30708g4jUxf/wX3upFYyy+wf4fZOegJz9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lldZM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2agMMA&#10;AADdAAAADwAAAGRycy9kb3ducmV2LnhtbESP3YrCMBCF7wXfIcyCN7KmrijSbRSRVRZvxJ8HGJpp&#10;U7aZlCba+vZmQfDycH4+TrbubS3u1PrKsYLpJAFBnDtdcangetl9LkH4gKyxdkwKHuRhvRoOMky1&#10;6/hE93MoRRxhn6ICE0KTSulzQxb9xDXE0StcazFE2ZZSt9jFcVvLryRZSIsVR4LBhraG8r/zzUbI&#10;cYbHQ9FddvseO/w5GB5vTkqNPvrNN4hAfXiHX+1frWCezObw/yY+Abl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M2ag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TRV8YA&#10;AADdAAAADwAAAGRycy9kb3ducmV2LnhtbESPQUsDMRSE74L/ITzBm81a7SrbpkWqQhE8WAvF22Pz&#10;urt08xKSZ3f9940geBxm5htmsRpdr04UU+fZwO2kAEVce9txY2D3+XrzCCoJssXeMxn4oQSr5eXF&#10;AivrB/6g01YalSGcKjTQioRK61S35DBNfCDO3sFHh5JlbLSNOGS46/W0KErtsOO80GKgdUv1cfvt&#10;DLwPL+HtoZwdwle8n+r0bGW/FmOur8anOSihUf7Df+2NNTAr7kr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aTRV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OhbMUA&#10;AADdAAAADwAAAGRycy9kb3ducmV2LnhtbESPy2rDMBBF94H+g5hCN6GRW5M0uFGCKXUo2Zg8PmCw&#10;JpapNTKWart/XwUKWV7u43A3u8m2YqDeN44VvCwSEMSV0w3XCi7n4nkNwgdkja1jUvBLHnbbh9kG&#10;M+1GPtJwCrWII+wzVGBC6DIpfWXIol+4jjh6V9dbDFH2tdQ9jnHctvI1SVbSYsORYLCjD0PV9+nH&#10;RkiZYnm4judiP+GInwfD8/yo1NPjlL+DCDSFe/i//aUVLJP0DW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U6Fs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fgvsMA&#10;AADdAAAADwAAAGRycy9kb3ducmV2LnhtbERPTWsCMRC9C/0PYQrearZabdkaRdRCKXioLZTehs24&#10;u3QzCcnobv99cyh4fLzv5XpwnbpQTK1nA/eTAhRx5W3LtYHPj5e7J1BJkC12nsnALyVYr25GSyyt&#10;7/mdLkepVQ7hVKKBRiSUWqeqIYdp4gNx5k4+OpQMY61txD6Hu05Pi2KhHbacGxoMtG2o+jmenYFD&#10;vw9vj4v5KXzHh6lOOytfWzFmfDtsnkEJDXIV/7tfrYF5Mctz85v8BP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3fgv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vlW8YA&#10;AADdAAAADwAAAGRycy9kb3ducmV2LnhtbESPQWsCMRSE7wX/Q3hCL0WzKhbdGkWFYKGFUhW8PjbP&#10;3aWblyVJ3fXfN4VCj8PMfMOsNr1txI18qB0rmIwzEMSFMzWXCs4nPVqACBHZYOOYFNwpwGY9eFhh&#10;blzHn3Q7xlIkCIccFVQxtrmUoajIYhi7ljh5V+ctxiR9KY3HLsFtI6dZ9iwt1pwWKmxpX1Hxdfy2&#10;CnYfXTnzT8Wud2/Xw2WutdHvWqnHYb99ARGpj//hv/arUTDPZkv4fZ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vlW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9l/r8A&#10;AADdAAAADwAAAGRycy9kb3ducmV2LnhtbERPzYrCMBC+L/gOYQRva6qoSDWKKAVZvOjuAwzN2FSb&#10;SUlirW9vDgseP77/9ba3jejIh9qxgsk4A0FcOl1zpeDvt/hegggRWWPjmBS8KMB2M/haY67dk8/U&#10;XWIlUgiHHBWYGNtcylAashjGriVO3NV5izFBX0nt8ZnCbSOnWbaQFmtODQZb2hsq75eHVVD8TE/d&#10;/aF94Xb9zNLc3JYHo9Ro2O9WICL18SP+dx+1gnk2S/vTm/QE5OYN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iP2X+vwAAAN0AAAAPAAAAAAAAAAAAAAAAAJgCAABkcnMvZG93bnJl&#10;di54bWxQSwUGAAAAAAQABAD1AAAAhA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uaIMYA&#10;AADdAAAADwAAAGRycy9kb3ducmV2LnhtbESPQWsCMRSE74X+h/AKXopmbVXKapRaCBUURC14fWye&#10;u0s3L0sS3e2/b4RCj8PMfMMsVr1txI18qB0rGI8yEMSFMzWXCr5OevgGIkRkg41jUvBDAVbLx4cF&#10;5sZ1fKDbMZYiQTjkqKCKsc2lDEVFFsPItcTJuzhvMSbpS2k8dgluG/mSZTNpsea0UGFLHxUV38er&#10;VbDed+Wrfy7WvdtePs9TrY3eaaUGT/37HESkPv6H/9obo2CaTcZwf5Oe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uaI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FeEsMA&#10;AADdAAAADwAAAGRycy9kb3ducmV2LnhtbESP0YrCMBRE3xf8h3AXfFvTLbpINYooBVl8WfUDLs3d&#10;pmtzU5JY699vBMHHYWbOMMv1YFvRkw+NYwWfkwwEceV0w7WC86n8mIMIEVlj65gU3CnAejV6W2Kh&#10;3Y1/qD/GWiQIhwIVmBi7QspQGbIYJq4jTt6v8xZjkr6W2uMtwW0r8yz7khYbTgsGO9oaqi7Hq1VQ&#10;fueH/nLVvnSbYWppZv7mO6PU+H3YLEBEGuIr/GzvtYJZNs3h8SY9Ab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aFeE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jhr8MA&#10;AADdAAAADwAAAGRycy9kb3ducmV2LnhtbESPUWvCMBSF3wf+h3AHe5tJ1crojDIGHfPR6g+4NHdN&#10;sbmpTbT13y+DgY+Hc853OJvd5DpxoyG0njVkcwWCuPam5UbD6Vi+voEIEdlg55k03CnAbjt72mBh&#10;/MgHulWxEQnCoUANNsa+kDLUlhyGue+Jk/fjB4cxyaGRZsAxwV0nF0qtpcOW04LFnj4t1efq6jSs&#10;7uPXpcrPqjSOsv2y33Osc61fnqePdxCRpvgI/7e/jYZcrZbw9yY9Abn9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ajhr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Ngx8YA&#10;AADdAAAADwAAAGRycy9kb3ducmV2LnhtbESPT2vCQBTE70K/w/IEb7oxWGnTbEKoKKUnm9qeH9mX&#10;PzT7NmRXjd++Wyh4HGbmN0yaT6YXFxpdZ1nBehWBIK6s7rhRcPrcL59AOI+ssbdMCm7kIM8eZikm&#10;2l75gy6lb0SAsEtQQev9kEjpqpYMupUdiINX29GgD3JspB7xGuCml3EUbaXBjsNCiwO9tlT9lGej&#10;4Lz9jk9cv+tjubsdnnf7wsmvRqnFfCpeQHia/D38337TCh6jzQb+3o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9Ngx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y6W8gA&#10;AADdAAAADwAAAGRycy9kb3ducmV2LnhtbESPQWvCQBSE74X+h+UVvNVNrQYbXcUWBNuDQa0Hb8/s&#10;a5I2+zZmV03/vSsIHoeZ+YYZT1tTiRM1rrSs4KUbgSDOrC45V/C9mT8PQTiPrLGyTAr+ycF08vgw&#10;xkTbM6/otPa5CBB2CSoovK8TKV1WkEHXtTVx8H5sY9AH2eRSN3gOcFPJXhTF0mDJYaHAmj4Kyv7W&#10;R6Ngmw7jt/T9s//7tdzjq9GHnS5jpTpP7WwEwlPr7+Fbe6EVDKL+AK5vwhOQk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PLpb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bm38QA&#10;AADdAAAADwAAAGRycy9kb3ducmV2LnhtbESPT4vCMBTE7wt+h/AEb2uqq0WqUdRldfHkP/D6aJ5t&#10;sXkpTdS6n94sCB6HmfkNM5k1phQ3ql1hWUGvG4EgTq0uOFNwPPx8jkA4j6yxtEwKHuRgNm19TDDR&#10;9s47uu19JgKEXYIKcu+rREqX5mTQdW1FHLyzrQ36IOtM6hrvAW5K2Y+iWBosOCzkWNEyp/SyvxoF&#10;f/EJt27dX3x/aU+PwWhlN9uVUp12Mx+D8NT4d/jV/tUKhtEghv834QnI6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W5t/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IQ/MUA&#10;AADdAAAADwAAAGRycy9kb3ducmV2LnhtbESP0WrCQBRE3wv9h+UWfGs2Sqw1ukopFnyzxn7AJXvd&#10;BLN3Y3bV1K93BcHHYWbOMPNlbxtxps7XjhUMkxQEcel0zUbB3+7n/ROED8gaG8ek4J88LBevL3PM&#10;tbvwls5FMCJC2OeooAqhzaX0ZUUWfeJa4ujtXWcxRNkZqTu8RLht5ChNP6TFmuNChS19V1QeipNV&#10;cHSjse6LFW4Oq+lvbUx2vG4zpQZv/dcMRKA+PMOP9lorGKfZBO5v4hO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AhD8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wO5sEA&#10;AADdAAAADwAAAGRycy9kb3ducmV2LnhtbERPyW7CMBC9I/EP1iBxAwcoS1MMAqRKXFkOHKf2kKTE&#10;4xAbCHx9fajE8ent82VjS3Gn2heOFQz6CQhi7UzBmYLj4bs3A+EDssHSMSl4koflot2aY2rcg3d0&#10;34dMxBD2KSrIQ6hSKb3OyaLvu4o4cmdXWwwR1pk0NT5iuC3lMEkm0mLBsSHHijY56cv+ZhVsix8a&#10;T/T5087Wend6XcNo+muU6naa1ReIQE14i//dW6NgnHzEufFNfAJ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8Dub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lYicIA&#10;AADdAAAADwAAAGRycy9kb3ducmV2LnhtbERPW2vCMBR+H+w/hDPY20yUbcxqFB0MNryAF/T10Byb&#10;YnNSmqzWf2+EwR6/O9942rlKtNSE0rOGfk+BIM69KbnQsN99vXyACBHZYOWZNFwpwHTy+DDGzPgL&#10;b6jdxkKkEg4ZarAx1pmUIbfkMPR8TZy0k28cxgSbQpoGL6ncVXKg1Lt0WHJasFjTp6X8vP11Glpc&#10;X9XRzlfDn3KZD9bzw8IkXj8/dbMRiEhd/Df/pb+Nhjf1OoT7m/QE5O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+Vi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HZqcIA&#10;AADdAAAADwAAAGRycy9kb3ducmV2LnhtbERPTUvDQBC9C/6HZQRvdmOgRdJuSylUPGrag8cxO82m&#10;zc6E3bWJ/nr3UPD4eN+rzeR7daUQO2EDz7MCFHEjtuPWwPGwf3oBFROyxV6YDPxQhM36/m6FlZWR&#10;P+hap1blEI4VGnApDZXWsXHkMc5kIM7cSYLHlGFotQ045nDf67IoFtpjx7nB4UA7R82l/vYGxtfm&#10;61yePq37DYPs63c5l70Y8/gwbZegEk3pX3xzv1kD82Ke9+c3+Qno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Idmp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Y6lcYA&#10;AADdAAAADwAAAGRycy9kb3ducmV2LnhtbESPQWsCMRSE74L/ITyhN80qaGVrFKsVRFpE296fm+fu&#10;avKybFJd/70RCh6HmfmGmcwaa8SFal86VtDvJSCIM6dLzhX8fK+6YxA+IGs0jknBjTzMpu3WBFPt&#10;rryjyz7kIkLYp6igCKFKpfRZQRZ9z1XE0Tu62mKIss6lrvEa4dbIQZKMpMWS40KBFS0Kys77P6tg&#10;tV2a0+BrN/+VYfHxejDjzfvyU6mXTjN/AxGoCc/wf3utFQyTYR8eb+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Y6l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NpW8UA&#10;AADdAAAADwAAAGRycy9kb3ducmV2LnhtbESPQYvCMBSE74L/ITzBi6ypSkW6RhFBVHBhVxf2+mye&#10;bbF5KU2s9d+bBcHjMDPfMPNla0rRUO0KywpGwwgEcWp1wZmC39PmYwbCeWSNpWVS8CAHy0W3M8dE&#10;2zv/UHP0mQgQdgkqyL2vEildmpNBN7QVcfAutjbog6wzqWu8B7gp5TiKptJgwWEhx4rWOaXX480o&#10;aL4P52zXuGp/nQ1cPDlvt1/6T6l+r119gvDU+nf41d5pBXEUj+H/TXgCcvE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c2lb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6wCcgA&#10;AADdAAAADwAAAGRycy9kb3ducmV2LnhtbESPT2sCMRTE70K/Q3iF3jSp7RZdjVILhV6E+uegt+fm&#10;ubu4edkmqa799I1Q6HGYmd8w03lnG3EmH2rHGh4HCgRx4UzNpYbt5r0/AhEissHGMWm4UoD57K43&#10;xdy4C6/ovI6lSBAOOWqoYmxzKUNRkcUwcC1x8o7OW4xJ+lIaj5cEt40cKvUiLdacFips6a2i4rT+&#10;thoW49Hi6/OZlz+rw572u8MpG3ql9cN99zoBEamL/+G/9ofRkKnsCW5v0hO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nrAJyAAAAN0AAAAPAAAAAAAAAAAAAAAAAJgCAABk&#10;cnMvZG93bnJldi54bWxQSwUGAAAAAAQABAD1AAAAjQMAAAAA&#10;" fillcolor="black" stroked="f"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7rc8cA&#10;AADdAAAADwAAAGRycy9kb3ducmV2LnhtbESPzWvCQBTE74X+D8sr9FY3SiMSXUX7AQXtwY+Dx2f2&#10;mSzJvg3ZrUb/elcQehxm5jfMZNbZWpyo9caxgn4vAUGcO224ULDbfr+NQPiArLF2TAou5GE2fX6a&#10;YKbdmdd02oRCRAj7DBWUITSZlD4vyaLvuYY4ekfXWgxRtoXULZ4j3NZykCRDadFwXCixoY+S8mrz&#10;ZxXsl0MzWhsaHFbXxZdepdXi97NS6vWlm49BBOrCf/jR/tEK0iR9h/ub+ATk9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Ve63P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dwXcUA&#10;AADdAAAADwAAAGRycy9kb3ducmV2LnhtbESPQWsCMRSE74X+h/CE3jSxsCJbo0hLaS89VC29Pjav&#10;m+1uXrZJ1NVfbwShx2FmvmEWq8F14kAhNp41TCcKBHHlTcO1ht32dTwHEROywc4zaThRhNXy/m6B&#10;pfFH/qTDJtUiQziWqMGm1JdSxsqSwzjxPXH2fnxwmLIMtTQBjxnuOvmo1Ew6bDgvWOzp2VLVbvZO&#10;Q1h/v7Rn3n+16vxxim+/w98crdYPo2H9BCLRkP7Dt/a70VCoooDrm/wE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93Bd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3FLmMYA&#10;AADdAAAADwAAAGRycy9kb3ducmV2LnhtbESPUUsDMRCE3wv+h7CCL8UmLbTq2bRIQRAsQs/+gPWy&#10;3h0mm+Oytld/fVMQ+jjMzDfMcj0Erw7UpzayhenEgCKuomu5trD/fL1/BJUE2aGPTBZOlGC9uhkt&#10;sXDxyDs6lFKrDOFUoIVGpCu0TlVDAdMkdsTZ+459QMmyr7Xr8ZjhweuZMQsdsOW80GBHm4aqn/I3&#10;WPCzL//0/pC2ctrrrfkLsht/OGvvboeXZ1BCg1zD/+03Z2Fu5gu4vMlPQK/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3FLm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HhR8YA&#10;AADdAAAADwAAAGRycy9kb3ducmV2LnhtbESPQWsCMRSE74L/ITyhN81WUMvWKFUR9uKh2y1en5vX&#10;zdLkZdmkuu2vbwoFj8PMfMOst4Oz4kp9aD0reJxlIIhrr1tuFFRvx+kTiBCRNVrPpOCbAmw349Ea&#10;c+1v/ErXMjYiQTjkqMDE2OVShtqQwzDzHXHyPnzvMCbZN1L3eEtwZ+U8y5bSYctpwWBHe0P1Z/nl&#10;FBzKzs6rwuzC+f10udji50jng1IPk+HlGUSkId7D/+1CK1hkixX8vUlPQG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rHhR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k6hMAA&#10;AADdAAAADwAAAGRycy9kb3ducmV2LnhtbERPy4rCMBTdC/MP4Qqz00TBBx2jyKAgzEqti9ldkmtb&#10;bW5Kk7GdvzcLweXhvFeb3tXiQW2oPGuYjBUIYuNtxYWG/LwfLUGEiGyx9kwa/inAZv0xWGFmfcdH&#10;epxiIVIIhww1lDE2mZTBlOQwjH1DnLirbx3GBNtC2ha7FO5qOVVqLh1WnBpKbOi7JHM//TkNt738&#10;8UahueSX7mAXv7s51Urrz2G//QIRqY9v8ct9sBpmapbmpjfpCcj1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k6hM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w9McYA&#10;AADdAAAADwAAAGRycy9kb3ducmV2LnhtbESPT4vCMBTE7wt+h/AEb2uqorjVKCoI4rIH/7Ds8W3z&#10;bEubl5JErd9+syB4HGbmN8x82Zpa3Mj50rKCQT8BQZxZXXKu4Hzavk9B+ICssbZMCh7kYbnovM0x&#10;1fbOB7odQy4ihH2KCooQmlRKnxVk0PdtQxy9i3UGQ5Qul9rhPcJNLYdJMpEGS44LBTa0KSirjlej&#10;4Of6yZev0X7l1uHbtidfDX+nlVK9bruagQjUhlf42d5pBeNk/AH/b+IT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ew9M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kw8MA&#10;AADdAAAADwAAAGRycy9kb3ducmV2LnhtbERPTWsCMRC9C/0PYQreNKmo6GoULRS8FNT2UG/jZrq7&#10;uJmsSdStv94chB4f73u+bG0truRD5VjDW1+BIM6dqbjQ8P310ZuACBHZYO2YNPxRgOXipTPHzLgb&#10;7+i6j4VIIRwy1FDG2GRShrwki6HvGuLE/TpvMSboC2k83lK4reVAqbG0WHFqKLGh95Ly0/5iNayn&#10;k/V5O+TP++54oMPP8TQaeKV197VdzUBEauO/+OneGA0jNU7705v0BO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CDkw8MAAADdAAAADwAAAAAAAAAAAAAAAACYAgAAZHJzL2Rv&#10;d25yZXYueG1sUEsFBgAAAAAEAAQA9QAAAIgDAAAAAA==&#10;" fillcolor="black" stroked="f"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C7WcUA&#10;AADdAAAADwAAAGRycy9kb3ducmV2LnhtbESPQWsCMRSE70L/Q3iF3jRri1K2RlmE0tLTalt6fW5e&#10;N0s3L0uSxvXfG0HwOMzMN8xqM9peJPKhc6xgPitAEDdOd9wq+Pp8nT6DCBFZY++YFJwowGZ9N1lh&#10;qd2Rd5T2sRUZwqFEBSbGoZQyNIYshpkbiLP367zFmKVvpfZ4zHDby8eiWEqLHecFgwNtDTV/+3+r&#10;IB22dfWUfpLZffiq9a5++z7USj3cj9ULiEhjvIWv7XetYFEs53B5k5+AXJ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ELtZ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XF3MYA&#10;AADdAAAADwAAAGRycy9kb3ducmV2LnhtbESPQWvCQBSE70L/w/IK3nSjYGhTVylSpXpR00J7fGRf&#10;s6HZtyG7jdFf7xYEj8PMfMPMl72tRUetrxwrmIwTEMSF0xWXCj4/1qMnED4ga6wdk4IzeVguHgZz&#10;zLQ78ZG6PJQiQthnqMCE0GRS+sKQRT92DXH0flxrMUTZllK3eIpwW8tpkqTSYsVxwWBDK0PFb/5n&#10;FfjJ6u1rZy/P3ffG8D7fmvRQGqWGj/3rC4hAfbiHb+13rWCWpFP4fxOf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UXF3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C716D" w:rsidRDefault="006C716D" w:rsidP="006C716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C716D" w:rsidRDefault="006C716D" w:rsidP="006C7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716D" w:rsidRDefault="006C716D" w:rsidP="006C7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716D" w:rsidRDefault="006C716D" w:rsidP="006C7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716D" w:rsidRDefault="006C716D" w:rsidP="006C7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716D" w:rsidRDefault="006C716D" w:rsidP="006C7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C716D" w:rsidRDefault="006C716D" w:rsidP="006C716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C716D" w:rsidRDefault="006C716D" w:rsidP="006C7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C716D" w:rsidRDefault="006C716D" w:rsidP="006C7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C716D" w:rsidRDefault="006C716D" w:rsidP="006C7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716D" w:rsidRDefault="006C716D" w:rsidP="006C7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C716D" w:rsidRDefault="006C716D" w:rsidP="006C7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716D" w:rsidRDefault="006C716D" w:rsidP="006C71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C716D" w:rsidRDefault="006C716D" w:rsidP="006C71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C716D" w:rsidRPr="006E3F23" w:rsidRDefault="006C716D" w:rsidP="006C71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№47</w:t>
      </w:r>
    </w:p>
    <w:p w:rsidR="006C716D" w:rsidRPr="008373DE" w:rsidRDefault="006C716D" w:rsidP="006C716D">
      <w:pPr>
        <w:spacing w:after="0"/>
        <w:rPr>
          <w:rFonts w:ascii="Times New Roman" w:hAnsi="Times New Roman"/>
          <w:sz w:val="24"/>
        </w:rPr>
      </w:pPr>
    </w:p>
    <w:p w:rsidR="006C716D" w:rsidRPr="00CF0C11" w:rsidRDefault="006C716D" w:rsidP="006C716D">
      <w:pPr>
        <w:tabs>
          <w:tab w:val="left" w:pos="2160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>розгляд</w:t>
      </w:r>
      <w:proofErr w:type="spellEnd"/>
      <w:r w:rsidRPr="008373D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заяви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Коробчука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М.Г.</w:t>
      </w:r>
    </w:p>
    <w:p w:rsidR="006C716D" w:rsidRPr="008373DE" w:rsidRDefault="006C716D" w:rsidP="006C716D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C716D" w:rsidRPr="008373DE" w:rsidRDefault="006C716D" w:rsidP="006C716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до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пункту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34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141 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Земельного кодексу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Закону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Коробчука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М.Г.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 </w:t>
      </w:r>
    </w:p>
    <w:p w:rsidR="006C716D" w:rsidRPr="008373DE" w:rsidRDefault="006C716D" w:rsidP="006C716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6C716D" w:rsidRPr="008373DE" w:rsidRDefault="006C716D" w:rsidP="006C716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1. 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зв’язку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з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добровільною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відмовою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Коробчука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Миколи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Григоровича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який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зареєстрований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: </w:t>
      </w:r>
      <w:r w:rsidR="00D3191A">
        <w:rPr>
          <w:rFonts w:ascii="Times New Roman" w:eastAsia="Arial Unicode MS" w:hAnsi="Times New Roman"/>
          <w:color w:val="000000"/>
          <w:sz w:val="24"/>
          <w:szCs w:val="24"/>
        </w:rPr>
        <w:t>______________,</w:t>
      </w:r>
      <w:bookmarkStart w:id="0" w:name="_GoBack"/>
      <w:bookmarkEnd w:id="0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припинити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користування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земельну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орієнтовною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0,30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00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га,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в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Дідова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Гора</w:t>
      </w: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 та перевести в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землі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запасу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ради. </w:t>
      </w:r>
    </w:p>
    <w:p w:rsidR="006C716D" w:rsidRPr="008373DE" w:rsidRDefault="006C716D" w:rsidP="006C716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    2.  Контроль за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територій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арх</w:t>
      </w:r>
      <w:proofErr w:type="gram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ітектури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373DE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6C716D" w:rsidRPr="008373DE" w:rsidRDefault="006C716D" w:rsidP="006C716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C716D" w:rsidRPr="008373DE" w:rsidRDefault="006C716D" w:rsidP="006C716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C716D" w:rsidRPr="008373DE" w:rsidRDefault="006C716D" w:rsidP="006C716D">
      <w:pPr>
        <w:rPr>
          <w:rFonts w:ascii="Times New Roman" w:hAnsi="Times New Roman"/>
          <w:sz w:val="24"/>
          <w:szCs w:val="24"/>
        </w:rPr>
      </w:pPr>
    </w:p>
    <w:p w:rsidR="006C716D" w:rsidRDefault="006C716D" w:rsidP="006C716D">
      <w:pPr>
        <w:rPr>
          <w:rFonts w:ascii="Times New Roman" w:hAnsi="Times New Roman"/>
          <w:sz w:val="24"/>
          <w:szCs w:val="24"/>
        </w:rPr>
      </w:pPr>
      <w:r w:rsidRPr="008373DE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8373DE">
        <w:rPr>
          <w:rFonts w:ascii="Times New Roman" w:hAnsi="Times New Roman"/>
          <w:sz w:val="24"/>
          <w:szCs w:val="24"/>
        </w:rPr>
        <w:t>Сільський</w:t>
      </w:r>
      <w:proofErr w:type="spellEnd"/>
      <w:r w:rsidRPr="008373DE">
        <w:rPr>
          <w:rFonts w:ascii="Times New Roman" w:hAnsi="Times New Roman"/>
          <w:sz w:val="24"/>
          <w:szCs w:val="24"/>
        </w:rPr>
        <w:t xml:space="preserve"> голова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8373DE">
        <w:rPr>
          <w:rFonts w:ascii="Times New Roman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8E61E3" w:rsidRDefault="008E61E3"/>
    <w:sectPr w:rsidR="008E61E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6C716D"/>
    <w:rsid w:val="00171A2E"/>
    <w:rsid w:val="00304C90"/>
    <w:rsid w:val="00505B6D"/>
    <w:rsid w:val="006C716D"/>
    <w:rsid w:val="006D3977"/>
    <w:rsid w:val="007D6C18"/>
    <w:rsid w:val="008E61E3"/>
    <w:rsid w:val="00D1641A"/>
    <w:rsid w:val="00D31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16D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C716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C716D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C716D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5</TotalTime>
  <Pages>1</Pages>
  <Words>184</Words>
  <Characters>1052</Characters>
  <Application>Microsoft Office Word</Application>
  <DocSecurity>0</DocSecurity>
  <Lines>8</Lines>
  <Paragraphs>2</Paragraphs>
  <ScaleCrop>false</ScaleCrop>
  <Company>Microsoft</Company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2020-12-01T06:14:00Z</dcterms:created>
  <dcterms:modified xsi:type="dcterms:W3CDTF">2020-12-01T07:28:00Z</dcterms:modified>
</cp:coreProperties>
</file>