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23" w:rsidRDefault="001A19FF" w:rsidP="00E56F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56F23" w:rsidRDefault="00E56F23" w:rsidP="00E56F23"/>
    <w:p w:rsidR="00E56F23" w:rsidRDefault="00E56F23" w:rsidP="00E56F23"/>
    <w:p w:rsidR="00E56F23" w:rsidRDefault="00E56F23" w:rsidP="00E56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56F23" w:rsidRDefault="00E56F23" w:rsidP="00E56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56F23" w:rsidRDefault="00E56F23" w:rsidP="00E56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56F23" w:rsidRDefault="00E56F23" w:rsidP="00E56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56F23" w:rsidRDefault="00E56F23" w:rsidP="00E56F2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6F23" w:rsidRDefault="00E56F23" w:rsidP="00E56F2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56F23" w:rsidRDefault="00E56F23" w:rsidP="00E56F2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6F23" w:rsidRDefault="00E56F23" w:rsidP="00E56F2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56F23" w:rsidRPr="008B14B1" w:rsidRDefault="00E56F23" w:rsidP="00E56F2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63</w:t>
      </w:r>
    </w:p>
    <w:p w:rsidR="00E56F23" w:rsidRPr="004A7F1D" w:rsidRDefault="00E56F23" w:rsidP="00E56F2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56F23" w:rsidRPr="004A7F1D" w:rsidRDefault="00E56F23" w:rsidP="00E56F2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56F23" w:rsidRPr="004A7F1D" w:rsidRDefault="00E56F23" w:rsidP="00E56F2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56F23" w:rsidRPr="004A7F1D" w:rsidRDefault="00E56F23" w:rsidP="00E56F2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56F23" w:rsidRPr="00A33240" w:rsidRDefault="00E56F23" w:rsidP="00E56F2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Зубову В.О.</w:t>
      </w:r>
    </w:p>
    <w:p w:rsidR="00E56F23" w:rsidRPr="004A7F1D" w:rsidRDefault="00E56F23" w:rsidP="00E56F2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Зубова В.О.,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Зубову Василю Олександровичу, який зареєстрований за адресою: </w:t>
      </w:r>
      <w:r w:rsidR="001A19FF" w:rsidRPr="001A19F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0,12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га,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індивідуального садівництва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вулиці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Незалежності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. Зубову В.О.,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E56F23" w:rsidRPr="004A7F1D" w:rsidRDefault="00E56F23" w:rsidP="00E56F2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6F23" w:rsidRPr="004A7F1D" w:rsidRDefault="00E56F23" w:rsidP="00E56F2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56F23" w:rsidRPr="004A7F1D" w:rsidRDefault="00E56F23" w:rsidP="00E56F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565207" w:rsidRPr="00E56F23" w:rsidRDefault="00E56F23" w:rsidP="00E56F2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565207" w:rsidRPr="00E56F23" w:rsidSect="005652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56F23"/>
    <w:rsid w:val="00171A2E"/>
    <w:rsid w:val="001A19FF"/>
    <w:rsid w:val="00304C90"/>
    <w:rsid w:val="00505B6D"/>
    <w:rsid w:val="00565207"/>
    <w:rsid w:val="006D3977"/>
    <w:rsid w:val="007D6C18"/>
    <w:rsid w:val="00D1641A"/>
    <w:rsid w:val="00E56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F2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2020-03-16T13:11:00Z</dcterms:created>
  <dcterms:modified xsi:type="dcterms:W3CDTF">2020-03-17T06:40:00Z</dcterms:modified>
</cp:coreProperties>
</file>