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726" w:rsidRPr="00F32726" w:rsidRDefault="009734E7" w:rsidP="00F32726">
      <w:pPr>
        <w:jc w:val="both"/>
        <w:rPr>
          <w:rFonts w:ascii="Times New Roman" w:hAnsi="Times New Roman" w:cs="Times New Roman"/>
          <w:lang w:val="en-US"/>
        </w:rPr>
      </w:pPr>
      <w:r w:rsidRPr="009734E7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32726" w:rsidRDefault="00F32726" w:rsidP="00F327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32726" w:rsidRDefault="00F32726" w:rsidP="00F327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32726" w:rsidRDefault="00F32726" w:rsidP="00F3272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32726" w:rsidRDefault="00F32726" w:rsidP="00F327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32726" w:rsidRDefault="00F32726" w:rsidP="00F327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32726" w:rsidRDefault="00F32726" w:rsidP="00F3272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32726" w:rsidRDefault="00F32726" w:rsidP="00F327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32726" w:rsidRDefault="00F32726" w:rsidP="00F327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32726" w:rsidRDefault="00F32726" w:rsidP="00F327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32726" w:rsidRDefault="00F32726" w:rsidP="00F327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32726" w:rsidRDefault="00F32726" w:rsidP="00F327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32726" w:rsidRDefault="00F32726" w:rsidP="00F3272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32726" w:rsidRDefault="00F32726" w:rsidP="00F3272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32726" w:rsidRDefault="00F32726" w:rsidP="00F3272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32726" w:rsidRDefault="00F32726" w:rsidP="00F3272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F32726" w:rsidRPr="008F5204" w:rsidRDefault="00F32726" w:rsidP="00F32726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F32726" w:rsidRPr="001166D7" w:rsidRDefault="00F32726" w:rsidP="00F327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66D7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F32726" w:rsidRPr="001166D7" w:rsidRDefault="00F32726" w:rsidP="00F327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66D7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F32726" w:rsidRPr="001166D7" w:rsidRDefault="00F32726" w:rsidP="00F32726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66D7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F32726" w:rsidRPr="001166D7" w:rsidRDefault="00F32726" w:rsidP="00F32726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Єгоровій </w:t>
      </w:r>
      <w:r w:rsidRPr="001166D7">
        <w:rPr>
          <w:rFonts w:ascii="Times New Roman" w:hAnsi="Times New Roman" w:cs="Times New Roman"/>
          <w:b/>
          <w:sz w:val="24"/>
          <w:szCs w:val="24"/>
        </w:rPr>
        <w:t xml:space="preserve"> Л.І.</w:t>
      </w:r>
    </w:p>
    <w:p w:rsidR="00F32726" w:rsidRPr="001166D7" w:rsidRDefault="00F32726" w:rsidP="00F3272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32726" w:rsidRPr="001166D7" w:rsidRDefault="00F32726" w:rsidP="00F3272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66D7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Єгорової Л.І., сільська   рада    </w:t>
      </w:r>
    </w:p>
    <w:p w:rsidR="00F32726" w:rsidRPr="001166D7" w:rsidRDefault="00F32726" w:rsidP="00F3272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66D7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F32726" w:rsidRPr="001166D7" w:rsidRDefault="00F32726" w:rsidP="00F3272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66D7">
        <w:rPr>
          <w:rFonts w:ascii="Times New Roman" w:hAnsi="Times New Roman" w:cs="Times New Roman"/>
          <w:sz w:val="24"/>
          <w:szCs w:val="24"/>
        </w:rPr>
        <w:t xml:space="preserve">          1.Затвердити Єгоровій Лідії Іванівні проект землеустрою щодо відведення земельної ділянки, для індивідуального садівництва, площею 0.0073 га, яка розташована Хмельницька область, </w:t>
      </w:r>
      <w:proofErr w:type="spellStart"/>
      <w:r w:rsidRPr="001166D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1166D7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1166D7"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 w:rsidRPr="001166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66D7">
        <w:rPr>
          <w:rFonts w:ascii="Times New Roman" w:hAnsi="Times New Roman" w:cs="Times New Roman"/>
          <w:sz w:val="24"/>
          <w:szCs w:val="24"/>
        </w:rPr>
        <w:t>вул.Шкільна</w:t>
      </w:r>
      <w:proofErr w:type="spellEnd"/>
      <w:r w:rsidRPr="001166D7">
        <w:rPr>
          <w:rFonts w:ascii="Times New Roman" w:hAnsi="Times New Roman" w:cs="Times New Roman"/>
          <w:sz w:val="24"/>
          <w:szCs w:val="24"/>
        </w:rPr>
        <w:t>.</w:t>
      </w:r>
    </w:p>
    <w:p w:rsidR="00F32726" w:rsidRPr="001166D7" w:rsidRDefault="00F32726" w:rsidP="00F327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66D7">
        <w:rPr>
          <w:rFonts w:ascii="Times New Roman" w:hAnsi="Times New Roman" w:cs="Times New Roman"/>
          <w:sz w:val="24"/>
          <w:szCs w:val="24"/>
        </w:rPr>
        <w:t xml:space="preserve">          2.Передати Єгоровій Лідії Іванівні, яка зареєстрована за адресою: </w:t>
      </w:r>
      <w:r w:rsidR="00B90854" w:rsidRPr="00B90854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 w:rsidRPr="001166D7">
        <w:rPr>
          <w:rFonts w:ascii="Times New Roman" w:hAnsi="Times New Roman" w:cs="Times New Roman"/>
          <w:sz w:val="24"/>
          <w:szCs w:val="24"/>
        </w:rPr>
        <w:t xml:space="preserve">,ідентифікаційний номер </w:t>
      </w:r>
      <w:r w:rsidR="00B90854" w:rsidRPr="00B90854">
        <w:rPr>
          <w:rFonts w:ascii="Times New Roman" w:hAnsi="Times New Roman" w:cs="Times New Roman"/>
          <w:sz w:val="24"/>
          <w:szCs w:val="24"/>
          <w:lang w:val="ru-RU"/>
        </w:rPr>
        <w:t>___________</w:t>
      </w:r>
      <w:r w:rsidRPr="001166D7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0,0073 га, кадастровий номер: 6823986800:01:001:0064, для індивідуального садівництва, яка розташована Хмельницька область, </w:t>
      </w:r>
      <w:proofErr w:type="spellStart"/>
      <w:r w:rsidRPr="001166D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1166D7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1166D7"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 w:rsidRPr="001166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66D7">
        <w:rPr>
          <w:rFonts w:ascii="Times New Roman" w:hAnsi="Times New Roman" w:cs="Times New Roman"/>
          <w:sz w:val="24"/>
          <w:szCs w:val="24"/>
        </w:rPr>
        <w:t>вул.Шкільна</w:t>
      </w:r>
      <w:proofErr w:type="spellEnd"/>
      <w:r w:rsidRPr="001166D7">
        <w:rPr>
          <w:rFonts w:ascii="Times New Roman" w:hAnsi="Times New Roman" w:cs="Times New Roman"/>
          <w:sz w:val="24"/>
          <w:szCs w:val="24"/>
        </w:rPr>
        <w:t>.</w:t>
      </w:r>
    </w:p>
    <w:p w:rsidR="00F32726" w:rsidRPr="001166D7" w:rsidRDefault="00F32726" w:rsidP="00F327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66D7">
        <w:rPr>
          <w:rFonts w:ascii="Times New Roman" w:hAnsi="Times New Roman" w:cs="Times New Roman"/>
          <w:sz w:val="24"/>
          <w:szCs w:val="24"/>
        </w:rPr>
        <w:t xml:space="preserve">          3. Єгоровій Л.І., якій передана земельна ділянка у власність, посвідчити право власності  в установленому  законом порядку.</w:t>
      </w:r>
    </w:p>
    <w:p w:rsidR="00F32726" w:rsidRDefault="00F32726" w:rsidP="00F3272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166D7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32726" w:rsidRPr="00F32726" w:rsidRDefault="00F32726" w:rsidP="00F3272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D07EE" w:rsidRPr="00F32726" w:rsidRDefault="00F32726" w:rsidP="00F3272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166D7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1166D7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1166D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D07EE" w:rsidRPr="00F32726" w:rsidSect="00F32726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F32726"/>
    <w:rsid w:val="00171A2E"/>
    <w:rsid w:val="00304C90"/>
    <w:rsid w:val="00505B6D"/>
    <w:rsid w:val="00512B2B"/>
    <w:rsid w:val="006D3977"/>
    <w:rsid w:val="007D6C18"/>
    <w:rsid w:val="009734E7"/>
    <w:rsid w:val="00B90854"/>
    <w:rsid w:val="00D1641A"/>
    <w:rsid w:val="00DA5933"/>
    <w:rsid w:val="00DD07EE"/>
    <w:rsid w:val="00F3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2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274</Words>
  <Characters>1568</Characters>
  <Application>Microsoft Office Word</Application>
  <DocSecurity>0</DocSecurity>
  <Lines>13</Lines>
  <Paragraphs>3</Paragraphs>
  <ScaleCrop>false</ScaleCrop>
  <Company>Microsoft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3</cp:revision>
  <dcterms:created xsi:type="dcterms:W3CDTF">2019-12-11T11:34:00Z</dcterms:created>
  <dcterms:modified xsi:type="dcterms:W3CDTF">2019-12-11T12:07:00Z</dcterms:modified>
</cp:coreProperties>
</file>