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59C" w:rsidRDefault="006B759C" w:rsidP="006B759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59C" w:rsidRDefault="006B759C" w:rsidP="006B7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759C" w:rsidRDefault="006B759C" w:rsidP="006B7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59C" w:rsidRDefault="006B759C" w:rsidP="006B7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759C" w:rsidRDefault="006B759C" w:rsidP="006B7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59C" w:rsidRDefault="006B759C" w:rsidP="006B7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759C" w:rsidRDefault="006B759C" w:rsidP="006B7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59C" w:rsidRDefault="006B759C" w:rsidP="006B7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759C" w:rsidRDefault="006B759C" w:rsidP="006B7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59C" w:rsidRDefault="006B759C" w:rsidP="006B7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759C" w:rsidRDefault="006B759C" w:rsidP="006B7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59C" w:rsidRDefault="006B759C" w:rsidP="006B7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759C" w:rsidRDefault="006B759C" w:rsidP="006B7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59C" w:rsidRDefault="006B759C" w:rsidP="006B7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759C" w:rsidRDefault="006B759C" w:rsidP="006B7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59C" w:rsidRDefault="006B759C" w:rsidP="006B7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759C" w:rsidRDefault="006B759C" w:rsidP="006B7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59C" w:rsidRDefault="006B759C" w:rsidP="006B7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759C" w:rsidRDefault="006B759C" w:rsidP="006B7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59C" w:rsidRDefault="006B759C" w:rsidP="006B7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759C" w:rsidRDefault="006B759C" w:rsidP="006B7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59C" w:rsidRDefault="006B759C" w:rsidP="006B7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59C" w:rsidRDefault="006B759C" w:rsidP="006B7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59C" w:rsidRDefault="006B759C" w:rsidP="006B7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59C" w:rsidRDefault="006B759C" w:rsidP="006B7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59C" w:rsidRDefault="006B759C" w:rsidP="006B7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59C" w:rsidRDefault="006B759C" w:rsidP="006B7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59C" w:rsidRDefault="006B759C" w:rsidP="006B7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59C" w:rsidRDefault="006B759C" w:rsidP="006B7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59C" w:rsidRDefault="006B759C" w:rsidP="006B7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59C" w:rsidRDefault="006B759C" w:rsidP="006B75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B759C" w:rsidRDefault="006B759C" w:rsidP="006B7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B759C" w:rsidRDefault="006B759C" w:rsidP="006B7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B759C" w:rsidRDefault="006B759C" w:rsidP="006B7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B759C" w:rsidRDefault="006B759C" w:rsidP="006B7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B759C" w:rsidRDefault="006B759C" w:rsidP="006B7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B759C" w:rsidRDefault="006B759C" w:rsidP="006B7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B759C" w:rsidRDefault="006B759C" w:rsidP="006B7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B759C" w:rsidRDefault="006B759C" w:rsidP="006B7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B759C" w:rsidRDefault="006B759C" w:rsidP="006B7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B759C" w:rsidRDefault="006B759C" w:rsidP="006B7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B759C" w:rsidRDefault="006B759C" w:rsidP="006B7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B759C" w:rsidRDefault="006B759C" w:rsidP="006B7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B759C" w:rsidRDefault="006B759C" w:rsidP="006B7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B759C" w:rsidRDefault="006B759C" w:rsidP="006B7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B759C" w:rsidRDefault="006B759C" w:rsidP="006B7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B759C" w:rsidRDefault="006B759C" w:rsidP="006B7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B759C" w:rsidRDefault="006B759C" w:rsidP="006B7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B759C" w:rsidRDefault="006B759C" w:rsidP="006B7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B759C" w:rsidRDefault="006B759C" w:rsidP="006B7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B759C" w:rsidRDefault="006B759C" w:rsidP="006B7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6B759C" w:rsidRDefault="006B759C" w:rsidP="006B7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B759C" w:rsidRDefault="006B759C" w:rsidP="006B7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B759C" w:rsidRDefault="006B759C" w:rsidP="006B7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B759C" w:rsidRDefault="006B759C" w:rsidP="006B7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B759C" w:rsidRDefault="006B759C" w:rsidP="006B7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B759C" w:rsidRDefault="006B759C" w:rsidP="006B7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B759C" w:rsidRDefault="006B759C" w:rsidP="006B7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6B759C" w:rsidRDefault="006B759C" w:rsidP="006B7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B759C" w:rsidRDefault="006B759C" w:rsidP="006B7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B759C" w:rsidRDefault="006B759C" w:rsidP="006B75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B759C" w:rsidRDefault="006B759C" w:rsidP="006B75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759C" w:rsidRDefault="006B759C" w:rsidP="006B75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759C" w:rsidRDefault="006B759C" w:rsidP="006B759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759C" w:rsidRDefault="006B759C" w:rsidP="006B75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B759C" w:rsidRDefault="006B759C" w:rsidP="006B759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B759C" w:rsidRDefault="006B759C" w:rsidP="006B75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B759C" w:rsidRDefault="006B759C" w:rsidP="006B75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B759C" w:rsidRDefault="006B759C" w:rsidP="006B75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759C" w:rsidRDefault="006B759C" w:rsidP="006B75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B759C" w:rsidRDefault="006B759C" w:rsidP="006B75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759C" w:rsidRDefault="006B759C" w:rsidP="006B75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B759C" w:rsidRDefault="006B759C" w:rsidP="006B759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B759C" w:rsidRDefault="006B759C" w:rsidP="006B759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№16</w:t>
      </w:r>
    </w:p>
    <w:p w:rsidR="006B759C" w:rsidRPr="00DE6ED3" w:rsidRDefault="006B759C" w:rsidP="006B759C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6B759C" w:rsidRPr="00DE6ED3" w:rsidRDefault="006B759C" w:rsidP="006B759C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6B759C" w:rsidRPr="00DE6ED3" w:rsidRDefault="006B759C" w:rsidP="006B759C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6B759C" w:rsidRPr="00DE6ED3" w:rsidRDefault="006B759C" w:rsidP="006B759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Мачулянській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М.М.</w:t>
      </w:r>
    </w:p>
    <w:p w:rsidR="006B759C" w:rsidRPr="00DE6ED3" w:rsidRDefault="006B759C" w:rsidP="006B75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759C" w:rsidRPr="00DE6ED3" w:rsidRDefault="006B759C" w:rsidP="006B75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r w:rsidRPr="00DE6ED3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Мачулянської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М.М.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6B759C" w:rsidRPr="00DE6ED3" w:rsidRDefault="006B759C" w:rsidP="006B75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6B759C" w:rsidRPr="00DE6ED3" w:rsidRDefault="006B759C" w:rsidP="006B75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Мачулянській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Марії Миколаївні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кого господарства, площею 0,0828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 район,  с. Крупець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B759C" w:rsidRPr="00DE6ED3" w:rsidRDefault="006B759C" w:rsidP="006B759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Мачулянській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Марії Миколаївні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зареєстрована за адресою: </w:t>
      </w:r>
      <w:r w:rsidR="00FA374E" w:rsidRPr="00FA374E">
        <w:rPr>
          <w:rFonts w:ascii="Times New Roman" w:eastAsia="Calibri" w:hAnsi="Times New Roman" w:cs="Times New Roman"/>
          <w:sz w:val="24"/>
          <w:lang w:val="ru-RU"/>
        </w:rPr>
        <w:t>_______________</w:t>
      </w:r>
      <w:r w:rsidRPr="00DE6ED3">
        <w:rPr>
          <w:rFonts w:ascii="Times New Roman" w:eastAsia="Calibri" w:hAnsi="Times New Roman" w:cs="Times New Roman"/>
          <w:sz w:val="24"/>
        </w:rPr>
        <w:t xml:space="preserve">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FA374E" w:rsidRPr="00FA374E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0,0828 га, кадастровий номер: 6823984000:01:009:0116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 район, с. Крупець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B759C" w:rsidRPr="00DE6ED3" w:rsidRDefault="006B759C" w:rsidP="006B759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Мачулянській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М.М.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якій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6B759C" w:rsidRPr="00DE6ED3" w:rsidRDefault="006B759C" w:rsidP="006B759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B759C" w:rsidRPr="00DE6ED3" w:rsidRDefault="006B759C" w:rsidP="006B75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759C" w:rsidRDefault="006B759C" w:rsidP="006B75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759C" w:rsidRPr="00DE6ED3" w:rsidRDefault="006B759C" w:rsidP="006B75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039E" w:rsidRPr="006B759C" w:rsidRDefault="006B759C" w:rsidP="006B759C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D3039E" w:rsidRPr="006B759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59C"/>
    <w:rsid w:val="00171A2E"/>
    <w:rsid w:val="00304C90"/>
    <w:rsid w:val="00505B6D"/>
    <w:rsid w:val="006B759C"/>
    <w:rsid w:val="006D3977"/>
    <w:rsid w:val="007D6C18"/>
    <w:rsid w:val="00D1641A"/>
    <w:rsid w:val="00D3039E"/>
    <w:rsid w:val="00FA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6B759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6B759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6B759C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6B759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6B759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6B759C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1137</Words>
  <Characters>649</Characters>
  <Application>Microsoft Office Word</Application>
  <DocSecurity>0</DocSecurity>
  <Lines>5</Lines>
  <Paragraphs>3</Paragraphs>
  <ScaleCrop>false</ScaleCrop>
  <Company>Microsoft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2021-03-30T12:48:00Z</dcterms:created>
  <dcterms:modified xsi:type="dcterms:W3CDTF">2021-03-31T06:05:00Z</dcterms:modified>
</cp:coreProperties>
</file>