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9F" w:rsidRDefault="00E225FA" w:rsidP="00D0559F">
      <w:pPr>
        <w:jc w:val="both"/>
        <w:rPr>
          <w:rFonts w:ascii="Times New Roman" w:hAnsi="Times New Roman" w:cs="Times New Roman"/>
        </w:rPr>
      </w:pPr>
      <w:r w:rsidRPr="00E225F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0559F" w:rsidRDefault="00D0559F" w:rsidP="00D055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559F" w:rsidRDefault="00D0559F" w:rsidP="00D0559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0559F" w:rsidRDefault="00D0559F" w:rsidP="00D055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559F" w:rsidRDefault="00D0559F" w:rsidP="00D055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0559F" w:rsidRPr="0005326B" w:rsidRDefault="00D0559F" w:rsidP="00D055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0559F" w:rsidRPr="000E10FB" w:rsidRDefault="00D0559F" w:rsidP="00D055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№56</w:t>
      </w:r>
    </w:p>
    <w:p w:rsidR="00D0559F" w:rsidRPr="001D783B" w:rsidRDefault="00D0559F" w:rsidP="00D0559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D0559F" w:rsidRPr="001D783B" w:rsidRDefault="00D0559F" w:rsidP="00D0559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0559F" w:rsidRPr="001D783B" w:rsidRDefault="00D0559F" w:rsidP="00D0559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D0559F" w:rsidRPr="001D783B" w:rsidRDefault="00D0559F" w:rsidP="00D0559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0559F" w:rsidRPr="001D783B" w:rsidRDefault="00D0559F" w:rsidP="00D0559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Маліновському С.М.</w:t>
      </w:r>
    </w:p>
    <w:p w:rsidR="00D0559F" w:rsidRPr="001D783B" w:rsidRDefault="00D0559F" w:rsidP="00D0559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Маліновського С.М.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D0559F" w:rsidRPr="00855D05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Маліновському Сергію Миколайовичу, який зареєстрований за адресою</w:t>
      </w:r>
      <w:r w:rsidR="00B744BF" w:rsidRPr="00B744BF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ділянки, для передачі її у власність, орієнтовною площею</w:t>
      </w:r>
      <w:r>
        <w:rPr>
          <w:rFonts w:ascii="Times New Roman" w:eastAsia="Calibri" w:hAnsi="Times New Roman" w:cs="Times New Roman"/>
          <w:sz w:val="24"/>
        </w:rPr>
        <w:t xml:space="preserve"> 0,30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сільської ради.</w:t>
      </w: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2. Маліновському С.М.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0559F" w:rsidRPr="00855D05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0559F" w:rsidRPr="001D783B" w:rsidRDefault="00D0559F" w:rsidP="00D055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0559F" w:rsidRPr="001D783B" w:rsidRDefault="00D0559F" w:rsidP="00D0559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p w:rsidR="00940DAF" w:rsidRDefault="00940DAF"/>
    <w:sectPr w:rsidR="00940DAF" w:rsidSect="00940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0559F"/>
    <w:rsid w:val="00171A2E"/>
    <w:rsid w:val="00304C90"/>
    <w:rsid w:val="00505B6D"/>
    <w:rsid w:val="006D3977"/>
    <w:rsid w:val="007D6C18"/>
    <w:rsid w:val="00807A4A"/>
    <w:rsid w:val="00940DAF"/>
    <w:rsid w:val="00B744BF"/>
    <w:rsid w:val="00D0559F"/>
    <w:rsid w:val="00D1641A"/>
    <w:rsid w:val="00E225FA"/>
    <w:rsid w:val="00FF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9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2020-01-21T07:01:00Z</dcterms:created>
  <dcterms:modified xsi:type="dcterms:W3CDTF">2020-01-21T07:47:00Z</dcterms:modified>
</cp:coreProperties>
</file>