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6BD" w:rsidRDefault="008D26BD" w:rsidP="008D26B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DB3824F" wp14:editId="4A9B013E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98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98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0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6BD" w:rsidRDefault="008D26BD" w:rsidP="008D26B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+1eJm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tA3sMA&#10;AADdAAAADwAAAGRycy9kb3ducmV2LnhtbESPzarCMBSE9xd8h3AEd9dUhVqrUURUXAji3/7QHNti&#10;c1KaqPXtby4ILoeZ+YaZLVpTiSc1rrSsYNCPQBBnVpecK7icN78JCOeRNVaWScGbHCzmnZ8Zptq+&#10;+EjPk89FgLBLUUHhfZ1K6bKCDLq+rYmDd7ONQR9kk0vd4CvATSWHURRLgyWHhQJrWhWU3U8Po8CO&#10;trv9NR8eR2see14ektu13SvV67bLKQhPrf+GP+2dVhBPkhj+34QnIO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ftA3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EhS8gA&#10;AADdAAAADwAAAGRycy9kb3ducmV2LnhtbESPT2sCMRTE74LfIbyCF6nZelh1axQRtn88CGqh18fm&#10;dbPt5mVJUt366ZtCweMwM79hluvetuJMPjSOFTxMMhDEldMN1wreTuX9HESIyBpbx6TghwKsV8PB&#10;EgvtLnyg8zHWIkE4FKjAxNgVUobKkMUwcR1x8j6ctxiT9LXUHi8Jbls5zbJcWmw4LRjsaGuo+jp+&#10;WwWf5d68b2fXJz9eHOg6LnfP7Wuu1Oiu3zyCiNTHW/i//aIV5Iv5DP7epCc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oSF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bXRsEA&#10;AADdAAAADwAAAGRycy9kb3ducmV2LnhtbERPzWrCQBC+F3yHZQpeSt1UQWzqKiIq4kXUPsCQHbOh&#10;2dmQ3Zr49s5B8Pjx/c+Xva/VjdpYBTbwNcpAERfBVlwa+L1sP2egYkK2WAcmA3eKsFwM3uaY29Dx&#10;iW7nVCoJ4ZijAZdSk2sdC0ce4yg0xMJdQ+sxCWxLbVvsJNzXepxlU+2xYmlw2NDaUfF3/vdScpzg&#10;8XDtLttdjx1uDo4/Vidjhu/96gdUoj69xE/33hqYfs9krr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m10b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GnfcYA&#10;AADdAAAADwAAAGRycy9kb3ducmV2LnhtbESPQUsDMRSE70L/Q3iCN5u16LZdm5ZSFUTooVUQb4/N&#10;6+7i5iUkz+76740geBxm5htmtRldr84UU+fZwM20AEVce9txY+Dt9el6ASoJssXeMxn4pgSb9eRi&#10;hZX1Ax/ofJRGZQinCg20IqHSOtUtOUxTH4izd/LRoWQZG20jDhnuej0rilI77DgvtBho11L9efxy&#10;BvbDY3iZl3en8BFvZzo9WHnfiTFXl+P2HpTQKP/hv/azNVAuF0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hGnf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0lNncEA&#10;AADdAAAADwAAAGRycy9kb3ducmV2LnhtbERPzWrCQBC+F3yHZQpeSt1UQWrqKiIq4kXUPsCQHbOh&#10;2dmQ3Zr49s5B8Pjx/c+Xva/VjdpYBTbwNcpAERfBVlwa+L1sP79BxYRssQ5MBu4UYbkYvM0xt6Hj&#10;E93OqVQSwjFHAy6lJtc6Fo48xlFoiIW7htZjEtiW2rbYSbiv9TjLptpjxdLgsKG1o+Lv/O+l5DjB&#10;4+HaXba7HjvcHBx/rE7GDN/71Q+oRH16iZ/uvTUwnc1k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JTZ3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49psYA&#10;AADdAAAADwAAAGRycy9kb3ducmV2LnhtbESPQUsDMRSE70L/Q3iCN5tt0dWuTUupCkXowSqIt8fm&#10;dXdx8xKSZ3f9940geBxm5htmuR5dr04UU+fZwGxagCKuve24MfD+9nx9DyoJssXeMxn4oQTr1eRi&#10;iZX1A7/S6SCNyhBOFRpoRUKldapbcpimPhBn7+ijQ8kyNtpGHDLc9XpeFKV22HFeaDHQtqX66/Dt&#10;DOyHp/ByV94ew2e8mev0aOVjK8ZcXY6bB1BCo/yH/9o7a6BcLGb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b49p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wDr8cA&#10;AADdAAAADwAAAGRycy9kb3ducmV2LnhtbESP3WoCMRSE7wu+QziF3pSarUWpq1G0ECooiD/g7WFz&#10;3F26OVmS1N2+fSMUejnMzDfMfNnbRtzIh9qxgtdhBoK4cKbmUsH5pF/eQYSIbLBxTAp+KMByMXiY&#10;Y25cxwe6HWMpEoRDjgqqGNtcylBUZDEMXUucvKvzFmOSvpTGY5fgtpGjLJtIizWnhQpb+qio+Dp+&#10;WwXrfVe++edi3bvt9fMy1tronVbq6bFfzUBE6uN/+K+9MQom0+kI7m/SE5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PsA6/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j8ccQA&#10;AADdAAAADwAAAGRycy9kb3ducmV2LnhtbESP3WoCMRSE7wu+QzhC72pW24quRhFloZTe+PMAh81x&#10;s7o5WZK4rm9vCoVeDjPzDbNc97YRHflQO1YwHmUgiEuna64UnI7F2wxEiMgaG8ek4EEB1qvByxJz&#10;7e68p+4QK5EgHHJUYGJscylDachiGLmWOHln5y3GJH0ltcd7gttGTrJsKi3WnBYMtrQ1VF4PN6ug&#10;+J78dNeb9oXb9B+WPs1ltjNKvQ77zQJEpD7+h//aX1rBdD5/h9836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Y/H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k+QMcA&#10;AADdAAAADwAAAGRycy9kb3ducmV2LnhtbESPQWsCMRSE74X+h/AKXkrN2lapq1FqISgolNqC18fm&#10;ubu4eVmS6K7/3hQKPQ4z8w0zX/a2ERfyoXasYDTMQBAXztRcKvj51k9vIEJENtg4JgVXCrBc3N/N&#10;MTeu4y+67GMpEoRDjgqqGNtcylBUZDEMXUucvKPzFmOSvpTGY5fgtpHPWTaRFmtOCxW29FFRcdqf&#10;rYLVZ1e++Mdi1bvtcX0Ya230Tis1eOjfZyAi9fE//NfeGAWT6fQVft+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NJPkD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3BnsQA&#10;AADdAAAADwAAAGRycy9kb3ducmV2LnhtbESP0WoCMRRE3wv+Q7gF32q2UkW3RhHLgogvVT/gsrlu&#10;tm5uliSu698bQejjMDNnmMWqt43oyIfasYLPUQaCuHS65krB6Vh8zECEiKyxcUwK7hRgtRy8LTDX&#10;7sa/1B1iJRKEQ44KTIxtLmUoDVkMI9cSJ+/svMWYpK+k9nhLcNvIcZZNpcWa04LBljaGysvhahUU&#10;u/G+u1y1L9y6/7I0MX+zH6PU8L1ff4OI1Mf/8Ku91Qqm8/kEnm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9wZ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pFz8EA&#10;AADdAAAADwAAAGRycy9kb3ducmV2LnhtbESP0YrCMBRE3wX/IVzBN03VtWg1igjK+mh3P+DSXNti&#10;c1ObaOvfG0HwcZiZM8x625lKPKhxpWUFk3EEgjizuuRcwf/fYbQA4TyyxsoyKXiSg+2m31tjom3L&#10;Z3qkPhcBwi5BBYX3dSKlywoy6Ma2Jg7exTYGfZBNLnWDbYCbSk6jKJYGSw4LBda0Lyi7pnej4OfZ&#10;Hm/p/BodtKHJaVaf2GdzpYaDbrcC4anz3/Cn/asVxMtlDO834QnIz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qRc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5SMUA&#10;AADdAAAADwAAAGRycy9kb3ducmV2LnhtbESPzWrDMBCE74W8g9hCb41cH9zajRJCTEroKXV+zou1&#10;sU2tlbEU23n7KFDocZiZb5jFajKtGKh3jWUFb/MIBHFpdcOVguNh+/oBwnlkja1lUnAjB6vl7GmB&#10;mbYj/9BQ+EoECLsMFdTed5mUrqzJoJvbjjh4F9sb9EH2ldQ9jgFuWhlHUSINNhwWauxoU1P5W1yN&#10;gmtyjo98+db7Ir99pfl27eSpUurleVp/gvA0+f/wX3unFSRp+g6PN+EJy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9PlI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gSPcQA&#10;AADdAAAADwAAAGRycy9kb3ducmV2LnhtbERPu27CMBTdK/EP1kViKw4PRSRgECAhlQ5F0Hbodokv&#10;SSC+DrEL6d/joRLj0XnPFq2pxI0aV1pWMOhHIIgzq0vOFXx9bl4nIJxH1lhZJgV/5GAx77zMMNX2&#10;znu6HXwuQgi7FBUU3teplC4ryKDr25o4cCfbGPQBNrnUDd5DuKnkMIpiabDk0FBgTeuCssvh1yj4&#10;3k3iZLfajs/vH0ccGX390WWsVK/bLqcgPLX+Kf53v2kFcZKEueFNeAJy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IEj3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x1VcYA&#10;AADdAAAADwAAAGRycy9kb3ducmV2LnhtbESPT2vCQBTE7wW/w/KE3urGPwQTsxFbUYsnawteH9ln&#10;Esy+DdmtRj99t1DocZiZ3zDZsjeNuFLnassKxqMIBHFhdc2lgq/PzcschPPIGhvLpOBODpb54CnD&#10;VNsbf9D16EsRIOxSVFB536ZSuqIig25kW+LgnW1n0AfZlVJ3eAtw08hJFMXSYM1hocKW3ioqLsdv&#10;o+ARn/DgdpPX9VR7us/mW7s/bJV6HvarBQhPvf8P/7XftYI4SRL4fROegMx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x1V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C34MEA&#10;AADdAAAADwAAAGRycy9kb3ducmV2LnhtbERP3WrCMBS+H/gO4Qy8m8nETa1GEVHY3dZuD3Bojmmx&#10;OalN1OrTLxeClx/f/3Ldu0ZcqAu1Zw3vIwWCuPSmZqvh73f/NgMRIrLBxjNpuFGA9WrwssTM+Cvn&#10;dCmiFSmEQ4YaqhjbTMpQVuQwjHxLnLiD7xzGBDsrTYfXFO4aOVbqUzqsOTVU2NK2ovJYnJ2Gkx9/&#10;mL7Y4fdxN/+prZ2c7vlE6+Frv1mAiNTHp/jh/jIapkql/elNegJ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wt+D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2YE8YA&#10;AADdAAAADwAAAGRycy9kb3ducmV2LnhtbESPS2/CMBCE70j8B2uReit2WvFoGoNopUpceRx63NpL&#10;EojXIXYh5dfXlSpxHM3MN5pi2btGXKgLtWcN2ViBIDbe1lxq2O8+HucgQkS22HgmDT8UYLkYDgrM&#10;rb/yhi7bWIoE4ZCjhirGNpcymIochrFviZN38J3DmGRXStvhNcFdI5+UmkqHNaeFClt6r8ictt9O&#10;w7r+osnUHF7c/M1sPm/n+Dw7Wq0fRv3qFUSkPt7D/+211TBTKoO/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2YE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b1kMIA&#10;AADdAAAADwAAAGRycy9kb3ducmV2LnhtbERPW2vCMBR+F/YfwhH2pol92KUaRQeDjTlhKvp6aI5N&#10;sTkpTVbrvzeDgY/fnW+26F0tOmpD5VnDZKxAEBfeVFxq2O/eRy8gQkQ2WHsmDVcKsJg/DGaYG3/h&#10;H+q2sRSphEOOGmyMTS5lKCw5DGPfECft5FuHMcG2lKbFSyp3tcyUepIOK04LFht6s1Sct79OQ4eb&#10;qzra1ffrZ7Uuss3q8GUSrx+H/XIKIlIf7+b/9IfR8KxUBn9v0hOQ8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hvW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Hua8QA&#10;AADdAAAADwAAAGRycy9kb3ducmV2LnhtbESPQUsDMRSE74L/ITzBm01cQWVtWopQ8ahrDx6fm9fN&#10;tpv3liR2V3+9EQSPw8x8wyzXcxjUiWLqhS1cLwwo4lZcz52F3dv26h5UysgOB2Gy8EUJ1qvzsyXW&#10;TiZ+pVOTO1UgnGq04HMea61T6ylgWshIXLy9xIC5yNhpF3Eq8DDoyphbHbDnsuBxpEdP7bH5DBam&#10;p/bjUO3fnf+Oo2ybFzlUg1h7eTFvHkBlmvN/+K/97CzcGXMDv2/KE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/x7m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MwuMYA&#10;AADdAAAADwAAAGRycy9kb3ducmV2LnhtbESP3WoCMRSE7wu+QziCdzWpiMrWKP6CSKVo2/vTzenu&#10;anKybKJu374pFHo5zMw3zHTeOitu1ITKs4anvgJBnHtTcaHh/W37OAERIrJB65k0fFOA+azzMMXM&#10;+Dsf6XaKhUgQDhlqKGOsMylDXpLD0Pc1cfK+fOMwJtkU0jR4T3Bn5UCpkXRYcVoosaZVSfnldHUa&#10;tq9rex4cjosPGVeb8aed7JfrF6173XbxDCJSG//Df+2d0TBWagi/b9ITk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nMwu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hYmscA&#10;AADdAAAADwAAAGRycy9kb3ducmV2LnhtbESP3WrCQBSE7wXfYTlCb0rdrUUraTYiBVGhhfoDvT1m&#10;j0kwezZktzF9e7dQ8HKYmW+YdNHbWnTU+sqxhuexAkGcO1NxoeF4WD3NQfiAbLB2TBp+ycMiGw5S&#10;TIy78o66fShEhLBPUEMZQpNI6fOSLPqxa4ijd3atxRBlW0jT4jXCbS0nSs2kxYrjQokNvZeUX/Y/&#10;VkP39XEqNp1vtpf5o5++nNbrT/Ot9cOoX76BCNSHe/i/vTEaXpWawt+b+ARk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YWJ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u6JMYA&#10;AADdAAAADwAAAGRycy9kb3ducmV2LnhtbESPQWvCQBSE70L/w/IKvemmYluNWaUKghdBbQ/19sy+&#10;JiHZt+nuVlN/vSsUPA4z8w2TzTvTiBM5X1lW8DxIQBDnVldcKPj8WPXHIHxA1thYJgV/5GE+e+hl&#10;mGp75h2d9qEQEcI+RQVlCG0qpc9LMugHtiWO3rd1BkOUrpDa4TnCTSOHSfIqDVYcF0psaVlSXu9/&#10;jYLFZLz42Y54c9kdD3T4OtYvQ5co9fTYvU9BBOrCPfzfXmsFb5EItzfxCc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Ou6JMYAAADdAAAADwAAAAAAAAAAAAAAAACYAgAAZHJz&#10;L2Rvd25yZXYueG1sUEsFBgAAAAAEAAQA9QAAAIsDAAAAAA==&#10;" fillcolor="black" stroked="f"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7csccA&#10;AADdAAAADwAAAGRycy9kb3ducmV2LnhtbESPT2sCMRTE70K/Q3iF3jSp4B+2RqmthYJ60PbQ43Pz&#10;3A27eVk2qW776Y0geBxm5jfMbNG5WpyoDdazhueBAkGce2O50PD99dGfgggR2WDtmTT8UYDF/KE3&#10;w8z4M+/otI+FSBAOGWooY2wyKUNeksMw8A1x8o6+dRiTbAtpWjwnuKvlUKmxdGg5LZTY0FtJebX/&#10;dRp+1mM73VkaHjb/y5XZjKrl9r3S+umxe30BEamL9/Ct/Wk0TJSawPVNegJy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eO3LH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R2dsIA&#10;AADdAAAADwAAAGRycy9kb3ducmV2LnhtbERPu27CMBTdkfoP1q3EBnY7FJRiEGpVtQsDL7Fexbdx&#10;mvg6tQ0Evh4PSIxH5z1b9K4VJwqx9qzhZaxAEJfe1Fxp2G2/RlMQMSEbbD2ThgtFWMyfBjMsjD/z&#10;mk6bVIkcwrFADTalrpAylpYcxrHviDP364PDlGGopAl4zuGula9KvUmHNecGix19WCqbzdFpCMvD&#10;Z3Pl475R19Ulfv/1/1O0Wg+f++U7iER9eojv7h+jYaJUnpvf5Ccg5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9HZ2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x2X8UA&#10;AADdAAAADwAAAGRycy9kb3ducmV2LnhtbESP3WoCMRSE74W+QziF3khN6kXV1SilUCgoBX8e4HRz&#10;3F2anCybU119+qYgeDnMzDfMYtUHr07UpSayhZeRAUVcRtdwZeGw/3iegkqC7NBHJgsXSrBaPgwW&#10;WLh45i2ddlKpDOFUoIVapC20TmVNAdMotsTZO8YuoGTZVdp1eM7w4PXYmFcdsOG8UGNL7zWVP7vf&#10;YMGPv/1sPUkbuRz0xlyDbIdfztqnx/5tDkqol3v41v50FibGzOD/TX4Cev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7HZf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NGW8IA&#10;AADdAAAADwAAAGRycy9kb3ducmV2LnhtbERPu27CMBTdK/EP1kViKw4MFKUYxENIWRgaqFgv8SWO&#10;sK+j2EDo19dDpY5H571Y9c6KB3Wh8axgMs5AEFdeN1wrOB3373MQISJrtJ5JwYsCrJaDtwXm2j/5&#10;ix5lrEUK4ZCjAhNjm0sZKkMOw9i3xIm7+s5hTLCrpe7wmcKdldMsm0mHDacGgy1tDVW38u4U7MrW&#10;Tk+F2YTz9+FyscXPns47pUbDfv0JIlIf/8V/7kIr+MgmaX9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g0Zb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isccMA&#10;AADdAAAADwAAAGRycy9kb3ducmV2LnhtbESPQYvCMBSE78L+h/AWvGlSD7pUo8iyguBJVw/eHsmz&#10;rTYvpYm2/nsjLOxxmJlvmMWqd7V4UBsqzxqysQJBbLytuNBw/N2MvkCEiGyx9kwanhRgtfwYLDC3&#10;vuM9PQ6xEAnCIUcNZYxNLmUwJTkMY98QJ+/iW4cxybaQtsUuwV0tJ0pNpcOK00KJDX2XZG6Hu9Nw&#10;3cidNwrN6XjqtnZ2/plSrbQefvbrOYhIffwP/7W3VsNMZRm836QnIJ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1iscc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OQKMUA&#10;AADdAAAADwAAAGRycy9kb3ducmV2LnhtbESPQWvCQBSE7wX/w/IEb3VjBBuiq6hQKBUP1SIen9ln&#10;EpJ9G3ZXTf+9Wyj0OMzMN8xi1ZtW3Mn52rKCyTgBQVxYXXOp4Pv4/pqB8AFZY2uZFPyQh9Vy8LLA&#10;XNsHf9H9EEoRIexzVFCF0OVS+qIig35sO+LoXa0zGKJ0pdQOHxFuWpkmyUwarDkuVNjRtqKiOdyM&#10;gvNtx9f99HPtNuFk+6Nv0kvWKDUa9us5iEB9+A//tT+0grdkksLvm/gE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5Ao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WPYcgA&#10;AADdAAAADwAAAGRycy9kb3ducmV2LnhtbESPT2sCMRTE74V+h/AKvdVEa9VujVILBS+F+uegt+fm&#10;dXdx87JNUl399EYoeBxm5jfMeNraWhzIh8qxhm5HgSDOnam40LBefT6NQISIbLB2TBpOFGA6ub8b&#10;Y2bckRd0WMZCJAiHDDWUMTaZlCEvyWLouIY4eT/OW4xJ+kIaj8cEt7XsKTWQFitOCyU29FFSvl/+&#10;WQ2z19Hs97vPX+fFbkvbzW7/0vNK68eH9v0NRKQ23sL/7bnRMFTdZ7i+SU9AT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RY9hyAAAAN0AAAAPAAAAAAAAAAAAAAAAAJgCAABk&#10;cnMvZG93bnJldi54bWxQSwUGAAAAAAQABAD1AAAAjQMAAAAA&#10;" fillcolor="black" stroked="f"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DtFMUA&#10;AADdAAAADwAAAGRycy9kb3ducmV2LnhtbESPQUsDMRSE74L/ITyhN5utFStr07IURPG0rRWvr5vX&#10;zdLNy5LEdP33TUHwOMzMN8xyPdpeJPKhc6xgNi1AEDdOd9wq2H++3j+DCBFZY++YFPxSgPXq9maJ&#10;pXZn3lLaxVZkCIcSFZgYh1LK0BiyGKZuIM7e0XmLMUvfSu3xnOG2lw9F8SQtdpwXDA60MdScdj9W&#10;QTps6mqevpPZfviq9a5++zrUSk3uxuoFRKQx/of/2u9awaKYPcL1TX4CcnU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0O0U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uofccA&#10;AADdAAAADwAAAGRycy9kb3ducmV2LnhtbESPQUvDQBSE74X+h+UJvTWbCK2adlukqGgvrVGwx0f2&#10;mQ3Nvg3ZNY3++q5Q6HGYmW+Y5Xqwjeip87VjBVmSgiAuna65UvD58Ty9B+EDssbGMSn4JQ/r1Xi0&#10;xFy7E79TX4RKRAj7HBWYENpcSl8asugT1xJH79t1FkOUXSV1h6cIt428TdO5tFhzXDDY0sZQeSx+&#10;rAKfbZ6+tvbvoT+8GN4Vb2a+r4xSk5vhcQEi0BCu4Uv7VSu4S7MZ/L+JT0Cu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bqH3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D26BD" w:rsidRDefault="008D26BD" w:rsidP="008D26B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D26BD" w:rsidRDefault="008D26BD" w:rsidP="008D26B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8D26BD" w:rsidRDefault="008D26BD" w:rsidP="008D26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26BD" w:rsidRDefault="008D26BD" w:rsidP="008D26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26BD" w:rsidRDefault="008D26BD" w:rsidP="008D26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D26BD" w:rsidRDefault="008D26BD" w:rsidP="008D26B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D26BD" w:rsidRDefault="008D26BD" w:rsidP="008D26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D26BD" w:rsidRDefault="008D26BD" w:rsidP="008D26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D26BD" w:rsidRDefault="008D26BD" w:rsidP="008D26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26BD" w:rsidRDefault="008D26BD" w:rsidP="008D26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D26BD" w:rsidRDefault="008D26BD" w:rsidP="008D26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26BD" w:rsidRDefault="008D26BD" w:rsidP="008D26B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D26BD" w:rsidRDefault="008D26BD" w:rsidP="008D26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D26BD" w:rsidRDefault="008D26BD" w:rsidP="008D26B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№15</w:t>
      </w:r>
    </w:p>
    <w:p w:rsidR="008D26BD" w:rsidRDefault="008D26BD" w:rsidP="008D26B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8D26BD" w:rsidRPr="003937A2" w:rsidRDefault="008D26BD" w:rsidP="008D26B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D26BD" w:rsidRPr="003937A2" w:rsidRDefault="008D26BD" w:rsidP="008D2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D26BD" w:rsidRPr="003937A2" w:rsidRDefault="008D26BD" w:rsidP="008D2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8D26BD" w:rsidRPr="003937A2" w:rsidRDefault="008D26BD" w:rsidP="008D2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8D26BD" w:rsidRPr="003937A2" w:rsidRDefault="008D26BD" w:rsidP="008D2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Простапчука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А.В.</w:t>
      </w:r>
    </w:p>
    <w:p w:rsidR="008D26BD" w:rsidRPr="003937A2" w:rsidRDefault="008D26BD" w:rsidP="008D2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D26BD" w:rsidRPr="003937A2" w:rsidRDefault="008D26BD" w:rsidP="008D2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</w:t>
      </w:r>
      <w:r>
        <w:rPr>
          <w:rFonts w:ascii="Times New Roman" w:eastAsia="Calibri" w:hAnsi="Times New Roman" w:cs="Times New Roman"/>
          <w:sz w:val="24"/>
        </w:rPr>
        <w:t>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», статей 12,20,186 </w:t>
      </w:r>
      <w:r w:rsidRPr="003937A2">
        <w:rPr>
          <w:rFonts w:ascii="Times New Roman" w:eastAsia="Calibri" w:hAnsi="Times New Roman" w:cs="Times New Roman"/>
          <w:sz w:val="24"/>
        </w:rPr>
        <w:t xml:space="preserve">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А.В.</w:t>
      </w:r>
      <w:r w:rsidRPr="003937A2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8D26BD" w:rsidRPr="00BD5706" w:rsidRDefault="008D26BD" w:rsidP="008D2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8D26BD" w:rsidRPr="003937A2" w:rsidRDefault="008D26BD" w:rsidP="008D26B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Андрію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</w:rPr>
        <w:t>ікторовичу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67D59">
        <w:rPr>
          <w:rFonts w:ascii="Times New Roman" w:eastAsia="Calibri" w:hAnsi="Times New Roman" w:cs="Times New Roman"/>
          <w:sz w:val="24"/>
          <w:lang w:val="uk-UA"/>
        </w:rPr>
        <w:t>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0,1300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D26BD" w:rsidRPr="003937A2" w:rsidRDefault="008D26BD" w:rsidP="008D26B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А.В.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8D26BD" w:rsidRPr="003937A2" w:rsidRDefault="008D26BD" w:rsidP="008D26B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D26BD" w:rsidRDefault="008D26BD" w:rsidP="008D26B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D26BD" w:rsidRDefault="008D26BD" w:rsidP="008D26B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D26BD" w:rsidRPr="00BD5706" w:rsidRDefault="008D26BD" w:rsidP="008D26B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D26BD" w:rsidRPr="003937A2" w:rsidRDefault="008D26BD" w:rsidP="008D26B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920FA8" w:rsidRDefault="00920FA8"/>
    <w:sectPr w:rsidR="00920FA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6BD"/>
    <w:rsid w:val="008D26BD"/>
    <w:rsid w:val="00920FA8"/>
    <w:rsid w:val="00967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B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D26B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D26B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D26BD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6B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D26B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D26B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D26BD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279</Words>
  <Characters>1596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2021-09-13T06:34:00Z</dcterms:created>
  <dcterms:modified xsi:type="dcterms:W3CDTF">2021-09-13T13:01:00Z</dcterms:modified>
</cp:coreProperties>
</file>