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6240" w:rsidRPr="00DE6ED3" w:rsidRDefault="006A6240" w:rsidP="006A6240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DE6ED3">
        <w:rPr>
          <w:rFonts w:ascii="Times New Roman" w:eastAsia="Calibri" w:hAnsi="Times New Roman" w:cs="Times New Roman"/>
          <w:color w:val="FF0000"/>
        </w:rPr>
        <w:t>ПРОЕКТ</w:t>
      </w: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2802890</wp:posOffset>
                </wp:positionH>
                <wp:positionV relativeFrom="paragraph">
                  <wp:posOffset>106045</wp:posOffset>
                </wp:positionV>
                <wp:extent cx="420370" cy="624205"/>
                <wp:effectExtent l="0" t="0" r="0" b="0"/>
                <wp:wrapNone/>
                <wp:docPr id="10563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0370" cy="624205"/>
                          <a:chOff x="0" y="0"/>
                          <a:chExt cx="1142" cy="1718"/>
                        </a:xfrm>
                      </wpg:grpSpPr>
                      <wps:wsp>
                        <wps:cNvPr id="1056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6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7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9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9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" fillcolor="black" stroked="f"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" fillcolor="black" stroked="f"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</w:rPr>
      </w:pP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</w:rPr>
      </w:pP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</w:rPr>
      </w:pP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</w:rPr>
      </w:pPr>
    </w:p>
    <w:p w:rsidR="006A6240" w:rsidRPr="00DE6ED3" w:rsidRDefault="006A6240" w:rsidP="006A624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6A6240" w:rsidRPr="00DE6ED3" w:rsidRDefault="006A6240" w:rsidP="006A624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УКРАЇНА</w:t>
      </w:r>
    </w:p>
    <w:p w:rsidR="006A6240" w:rsidRPr="00DE6ED3" w:rsidRDefault="006A6240" w:rsidP="006A624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КРУПЕЦЬКА СІЛЬСЬКА РАДА</w:t>
      </w:r>
    </w:p>
    <w:p w:rsidR="006A6240" w:rsidRPr="00DE6ED3" w:rsidRDefault="006A6240" w:rsidP="006A624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СЛАВУТСЬКОГО РАЙОНУ</w:t>
      </w:r>
    </w:p>
    <w:p w:rsidR="006A6240" w:rsidRPr="00DE6ED3" w:rsidRDefault="006A6240" w:rsidP="006A624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ХМЕЛЬНИЦЬКОЇ ОБЛАСТІ</w:t>
      </w: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6240" w:rsidRDefault="006A6240" w:rsidP="006A62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A6240" w:rsidRDefault="006A6240" w:rsidP="006A62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A6240" w:rsidRPr="00DE6ED3" w:rsidRDefault="006A6240" w:rsidP="006A6240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E6ED3">
        <w:rPr>
          <w:rFonts w:ascii="Times New Roman" w:eastAsia="Calibri" w:hAnsi="Times New Roman" w:cs="Times New Roman"/>
          <w:b/>
        </w:rPr>
        <w:t>РІШЕННЯ</w:t>
      </w:r>
    </w:p>
    <w:p w:rsidR="006A6240" w:rsidRPr="00DE6ED3" w:rsidRDefault="006A6240" w:rsidP="006A62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A6240" w:rsidRPr="00DE6ED3" w:rsidRDefault="006A6240" w:rsidP="006A624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</w:rPr>
      </w:pPr>
    </w:p>
    <w:p w:rsidR="006A6240" w:rsidRPr="00DE6ED3" w:rsidRDefault="006A6240" w:rsidP="006A6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22.04</w:t>
      </w:r>
      <w:r w:rsidRPr="00DE6ED3">
        <w:rPr>
          <w:rFonts w:ascii="Times New Roman" w:eastAsia="Calibri" w:hAnsi="Times New Roman" w:cs="Times New Roman"/>
          <w:sz w:val="24"/>
        </w:rPr>
        <w:t xml:space="preserve">. 2021р.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</w:t>
      </w:r>
      <w:r w:rsidRPr="00DE6ED3">
        <w:rPr>
          <w:rFonts w:ascii="Times New Roman" w:eastAsia="Calibri" w:hAnsi="Times New Roman" w:cs="Times New Roman"/>
          <w:sz w:val="24"/>
        </w:rPr>
        <w:t xml:space="preserve">           Крупець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</w:t>
      </w:r>
      <w:r w:rsidRPr="00DE6ED3">
        <w:rPr>
          <w:rFonts w:ascii="Times New Roman" w:eastAsia="Calibri" w:hAnsi="Times New Roman" w:cs="Times New Roman"/>
          <w:sz w:val="24"/>
        </w:rPr>
        <w:t xml:space="preserve">  №_____</w:t>
      </w: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Поліщук Н.Є.</w:t>
      </w:r>
    </w:p>
    <w:p w:rsidR="006A6240" w:rsidRPr="00DE6ED3" w:rsidRDefault="006A6240" w:rsidP="006A6240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6A6240" w:rsidRPr="00DE6ED3" w:rsidRDefault="006A6240" w:rsidP="006A6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</w:rPr>
        <w:t>, розглянувши заяву  Поліщук Н.Є.</w:t>
      </w:r>
      <w:r w:rsidRPr="00DE6ED3">
        <w:rPr>
          <w:rFonts w:ascii="Times New Roman" w:eastAsia="Calibri" w:hAnsi="Times New Roman" w:cs="Times New Roman"/>
          <w:sz w:val="24"/>
        </w:rPr>
        <w:t>, сільська рада</w:t>
      </w:r>
    </w:p>
    <w:p w:rsidR="006A6240" w:rsidRPr="00DE6ED3" w:rsidRDefault="006A6240" w:rsidP="006A6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6A6240" w:rsidRPr="00DE6ED3" w:rsidRDefault="006A6240" w:rsidP="006A6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A6240" w:rsidRPr="00DE6ED3" w:rsidRDefault="006A6240" w:rsidP="006A6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Поліщук Ніні Євгенівні,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C29F5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 w:rsidRPr="00DE6ED3">
        <w:rPr>
          <w:rFonts w:ascii="Times New Roman" w:eastAsia="Calibri" w:hAnsi="Times New Roman" w:cs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</w:rPr>
        <w:t>орієнтовною площею 0,12</w:t>
      </w:r>
      <w:r w:rsidRPr="00DE6ED3">
        <w:rPr>
          <w:rFonts w:ascii="Times New Roman" w:eastAsia="Calibri" w:hAnsi="Times New Roman" w:cs="Times New Roman"/>
          <w:sz w:val="24"/>
        </w:rPr>
        <w:t xml:space="preserve">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>
        <w:rPr>
          <w:rFonts w:ascii="Times New Roman" w:eastAsia="Calibri" w:hAnsi="Times New Roman" w:cs="Times New Roman"/>
          <w:sz w:val="24"/>
        </w:rPr>
        <w:t>вул.Б.Хмельницького</w:t>
      </w:r>
      <w:proofErr w:type="spellEnd"/>
      <w:r>
        <w:rPr>
          <w:rFonts w:ascii="Times New Roman" w:eastAsia="Calibri" w:hAnsi="Times New Roman" w:cs="Times New Roman"/>
          <w:sz w:val="24"/>
        </w:rPr>
        <w:t>, 118</w:t>
      </w:r>
      <w:r w:rsidRPr="00DE6ED3">
        <w:rPr>
          <w:rFonts w:ascii="Times New Roman" w:eastAsia="Calibri" w:hAnsi="Times New Roman" w:cs="Times New Roman"/>
          <w:sz w:val="24"/>
        </w:rPr>
        <w:t>.</w:t>
      </w:r>
    </w:p>
    <w:p w:rsidR="006A6240" w:rsidRPr="00DE6ED3" w:rsidRDefault="006A6240" w:rsidP="006A6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Поліщук Н.Є.</w:t>
      </w:r>
      <w:r w:rsidRPr="00DE6ED3">
        <w:rPr>
          <w:rFonts w:ascii="Times New Roman" w:eastAsia="Calibri" w:hAnsi="Times New Roman" w:cs="Times New Roman"/>
          <w:sz w:val="24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A6240" w:rsidRPr="00DE6ED3" w:rsidRDefault="006A6240" w:rsidP="006A6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A6240" w:rsidRPr="00DE6ED3" w:rsidRDefault="006A6240" w:rsidP="006A62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A6240" w:rsidRPr="00DE6ED3" w:rsidRDefault="006A6240" w:rsidP="006A62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A6240" w:rsidRDefault="006A6240" w:rsidP="006A624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D185E" w:rsidRPr="006A6240" w:rsidRDefault="006A6240" w:rsidP="006A62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Валерій  МИХАЛЮК </w:t>
      </w:r>
    </w:p>
    <w:sectPr w:rsidR="00DD185E" w:rsidRPr="006A624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6240"/>
    <w:rsid w:val="00171A2E"/>
    <w:rsid w:val="00304C90"/>
    <w:rsid w:val="00505B6D"/>
    <w:rsid w:val="006A6240"/>
    <w:rsid w:val="006C29F5"/>
    <w:rsid w:val="006D3977"/>
    <w:rsid w:val="007D6C18"/>
    <w:rsid w:val="00D1641A"/>
    <w:rsid w:val="00DD1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02C90"/>
  <w15:docId w15:val="{E11C381C-7AB7-42ED-BF1E-D4044BD80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6240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263</Words>
  <Characters>1504</Characters>
  <Application>Microsoft Office Word</Application>
  <DocSecurity>0</DocSecurity>
  <Lines>12</Lines>
  <Paragraphs>3</Paragraphs>
  <ScaleCrop>false</ScaleCrop>
  <Company>Microsoft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2021-04-14T12:15:00Z</dcterms:created>
  <dcterms:modified xsi:type="dcterms:W3CDTF">2021-04-15T12:23:00Z</dcterms:modified>
</cp:coreProperties>
</file>