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A79" w:rsidRPr="000D1FDD" w:rsidRDefault="00417A79" w:rsidP="00417A79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417A79" w:rsidRDefault="00417A79" w:rsidP="0041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7A79" w:rsidRDefault="00417A79" w:rsidP="00417A79"/>
    <w:p w:rsidR="00417A79" w:rsidRDefault="00417A79" w:rsidP="00417A79"/>
    <w:p w:rsidR="00417A79" w:rsidRDefault="00417A79" w:rsidP="00417A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7A79" w:rsidRDefault="00417A79" w:rsidP="00417A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7A79" w:rsidRDefault="00417A79" w:rsidP="00417A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7A79" w:rsidRDefault="00417A79" w:rsidP="00417A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7A79" w:rsidRDefault="00417A79" w:rsidP="00417A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A79" w:rsidRDefault="00417A79" w:rsidP="00417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7A79" w:rsidRDefault="00417A79" w:rsidP="0041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7A79" w:rsidRDefault="00417A79" w:rsidP="00417A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7A79" w:rsidRPr="0063686B" w:rsidRDefault="00417A79" w:rsidP="00417A7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№32</w:t>
      </w:r>
    </w:p>
    <w:p w:rsidR="00417A79" w:rsidRPr="00814CCA" w:rsidRDefault="00417A79" w:rsidP="00417A79">
      <w:pPr>
        <w:spacing w:after="0"/>
        <w:rPr>
          <w:rFonts w:ascii="Arial Unicode MS" w:hAnsi="Arial Unicode MS" w:cs="Arial Unicode MS"/>
        </w:rPr>
      </w:pPr>
    </w:p>
    <w:p w:rsidR="00417A79" w:rsidRPr="00814CCA" w:rsidRDefault="00417A79" w:rsidP="00417A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17A79" w:rsidRPr="00814CCA" w:rsidRDefault="00417A79" w:rsidP="00417A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A79" w:rsidRPr="00814CCA" w:rsidRDefault="00417A79" w:rsidP="00417A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17A79" w:rsidRPr="00814CCA" w:rsidRDefault="00417A79" w:rsidP="00417A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Іглікової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417A79" w:rsidRPr="00814CCA" w:rsidRDefault="00417A79" w:rsidP="00417A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7A79" w:rsidRPr="00814CCA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</w:t>
      </w:r>
      <w:r>
        <w:rPr>
          <w:rFonts w:ascii="Times New Roman" w:hAnsi="Times New Roman" w:cs="Times New Roman"/>
          <w:sz w:val="24"/>
          <w:szCs w:val="24"/>
        </w:rPr>
        <w:t>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», статей 12</w:t>
      </w:r>
      <w:r w:rsidRPr="00814CCA">
        <w:rPr>
          <w:rFonts w:ascii="Times New Roman" w:hAnsi="Times New Roman" w:cs="Times New Roman"/>
          <w:sz w:val="24"/>
          <w:szCs w:val="24"/>
        </w:rPr>
        <w:t>, 121</w:t>
      </w:r>
      <w:r>
        <w:rPr>
          <w:rFonts w:ascii="Times New Roman" w:hAnsi="Times New Roman" w:cs="Times New Roman"/>
          <w:sz w:val="24"/>
          <w:szCs w:val="24"/>
        </w:rPr>
        <w:t>,122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Іглікової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М.В.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17A79" w:rsidRPr="00814CCA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Ігліковій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Марині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лівні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32D6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32D65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0,1700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6823984000:01:002:0022),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Ватутіна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23.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417A79" w:rsidRPr="00814CCA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Ігліковій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М.В.,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17A79" w:rsidRPr="00814CCA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17A79" w:rsidRPr="00814CCA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A79" w:rsidRPr="00417A79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62C1" w:rsidRPr="00417A79" w:rsidRDefault="00417A79" w:rsidP="00417A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362C1" w:rsidRPr="00417A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79"/>
    <w:rsid w:val="00171A2E"/>
    <w:rsid w:val="00304C90"/>
    <w:rsid w:val="00417A79"/>
    <w:rsid w:val="00505B6D"/>
    <w:rsid w:val="006D3977"/>
    <w:rsid w:val="007D6C18"/>
    <w:rsid w:val="00A32D65"/>
    <w:rsid w:val="00D1641A"/>
    <w:rsid w:val="00D3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17A7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17A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7A7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17A7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17A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7A7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264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2020-05-27T16:21:00Z</dcterms:created>
  <dcterms:modified xsi:type="dcterms:W3CDTF">2020-05-27T17:28:00Z</dcterms:modified>
</cp:coreProperties>
</file>