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5712" w:rsidRDefault="00FF5712" w:rsidP="00FF5712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</w:rPr>
      </w:pPr>
      <w:r>
        <w:rPr>
          <w:noProof/>
          <w:lang w:val="ru-RU" w:eastAsia="ru-RU" w:bidi="ar-SA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F5712" w:rsidRDefault="00FF5712" w:rsidP="00FF571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F5712" w:rsidRDefault="00FF5712" w:rsidP="00FF571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F5712" w:rsidRDefault="00FF5712" w:rsidP="00FF571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F5712" w:rsidRDefault="00FF5712" w:rsidP="00FF571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F5712" w:rsidRDefault="00FF5712" w:rsidP="00FF571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F5712" w:rsidRDefault="00FF5712" w:rsidP="00FF571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F5712" w:rsidRDefault="00FF5712" w:rsidP="00FF571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F5712" w:rsidRDefault="00FF5712" w:rsidP="00FF571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F5712" w:rsidRDefault="00FF5712" w:rsidP="00FF571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F5712" w:rsidRDefault="00FF5712" w:rsidP="00FF571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F5712" w:rsidRDefault="00FF5712" w:rsidP="00FF571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F5712" w:rsidRDefault="00FF5712" w:rsidP="00FF571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F5712" w:rsidRDefault="00FF5712" w:rsidP="00FF571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F5712" w:rsidRDefault="00FF5712" w:rsidP="00FF571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F5712" w:rsidRDefault="00FF5712" w:rsidP="00FF571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F5712" w:rsidRDefault="00FF5712" w:rsidP="00FF571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F5712" w:rsidRDefault="00FF5712" w:rsidP="00FF571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F5712" w:rsidRDefault="00FF5712" w:rsidP="00FF571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F5712" w:rsidRDefault="00FF5712" w:rsidP="00FF571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F5712" w:rsidRDefault="00FF5712" w:rsidP="00FF571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F5712" w:rsidRDefault="00FF5712" w:rsidP="00FF571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F5712" w:rsidRDefault="00FF5712" w:rsidP="00FF571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F5712" w:rsidRDefault="00FF5712" w:rsidP="00FF571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F5712" w:rsidRDefault="00FF5712" w:rsidP="00FF571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F5712" w:rsidRDefault="00FF5712" w:rsidP="00FF571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F5712" w:rsidRDefault="00FF5712" w:rsidP="00FF571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F5712" w:rsidRDefault="00FF5712" w:rsidP="00FF571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F5712" w:rsidRDefault="00FF5712" w:rsidP="00FF571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F5712" w:rsidRDefault="00FF5712" w:rsidP="00FF571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F5712" w:rsidRDefault="00FF5712" w:rsidP="00FF571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FF5712" w:rsidRDefault="00FF5712" w:rsidP="00FF571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FF5712" w:rsidRDefault="00FF5712" w:rsidP="00FF571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FF5712" w:rsidRDefault="00FF5712" w:rsidP="00FF571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FF5712" w:rsidRDefault="00FF5712" w:rsidP="00FF571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FF5712" w:rsidRDefault="00FF5712" w:rsidP="00FF571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FF5712" w:rsidRDefault="00FF5712" w:rsidP="00FF571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FF5712" w:rsidRDefault="00FF5712" w:rsidP="00FF571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FF5712" w:rsidRDefault="00FF5712" w:rsidP="00FF571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FF5712" w:rsidRDefault="00FF5712" w:rsidP="00FF571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FF5712" w:rsidRDefault="00FF5712" w:rsidP="00FF571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FF5712" w:rsidRDefault="00FF5712" w:rsidP="00FF571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FF5712" w:rsidRDefault="00FF5712" w:rsidP="00FF571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FF5712" w:rsidRDefault="00FF5712" w:rsidP="00FF571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FF5712" w:rsidRDefault="00FF5712" w:rsidP="00FF571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FF5712" w:rsidRDefault="00FF5712" w:rsidP="00FF571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FF5712" w:rsidRDefault="00FF5712" w:rsidP="00FF571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FF5712" w:rsidRDefault="00FF5712" w:rsidP="00FF571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FF5712" w:rsidRDefault="00FF5712" w:rsidP="00FF571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FF5712" w:rsidRDefault="00FF5712" w:rsidP="00FF571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FF5712" w:rsidRDefault="00FF5712" w:rsidP="00FF571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" fillcolor="black" stroked="f">
                  <v:textbox>
                    <w:txbxContent>
                      <w:p w:rsidR="00FF5712" w:rsidRDefault="00FF5712" w:rsidP="00FF571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FF5712" w:rsidRDefault="00FF5712" w:rsidP="00FF571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FF5712" w:rsidRDefault="00FF5712" w:rsidP="00FF571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FF5712" w:rsidRDefault="00FF5712" w:rsidP="00FF571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FF5712" w:rsidRDefault="00FF5712" w:rsidP="00FF571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FF5712" w:rsidRDefault="00FF5712" w:rsidP="00FF571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FF5712" w:rsidRDefault="00FF5712" w:rsidP="00FF571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" fillcolor="black" stroked="f">
                  <v:textbox>
                    <w:txbxContent>
                      <w:p w:rsidR="00FF5712" w:rsidRDefault="00FF5712" w:rsidP="00FF571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FF5712" w:rsidRDefault="00FF5712" w:rsidP="00FF571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FF5712" w:rsidRDefault="00FF5712" w:rsidP="00FF571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FF5712" w:rsidRDefault="00FF5712" w:rsidP="00FF571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FF5712" w:rsidRDefault="00FF5712" w:rsidP="00FF571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FF5712" w:rsidRDefault="00FF5712" w:rsidP="00FF571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FF5712" w:rsidRDefault="00FF5712" w:rsidP="00FF571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FF5712" w:rsidRDefault="00FF5712" w:rsidP="00FF571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FF5712" w:rsidRDefault="00FF5712" w:rsidP="00FF5712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FF5712" w:rsidRDefault="00FF5712" w:rsidP="00FF571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FF5712" w:rsidRDefault="00FF5712" w:rsidP="00FF571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FF5712" w:rsidRDefault="00FF5712" w:rsidP="00FF571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FF5712" w:rsidRDefault="00FF5712" w:rsidP="00FF571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FF5712" w:rsidRDefault="00FF5712" w:rsidP="00FF571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FF5712" w:rsidRDefault="00FF5712" w:rsidP="00FF571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 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FF5712" w:rsidRDefault="00FF5712" w:rsidP="00FF5712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FF5712" w:rsidRDefault="00FF5712" w:rsidP="00FF5712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2</w:t>
      </w:r>
      <w:r>
        <w:rPr>
          <w:rFonts w:ascii="Times New Roman" w:eastAsia="Arial Unicode MS" w:hAnsi="Times New Roman"/>
          <w:color w:val="000000"/>
          <w:sz w:val="24"/>
          <w:szCs w:val="24"/>
          <w:lang w:val="ru-RU"/>
        </w:rPr>
        <w:t>2</w:t>
      </w:r>
      <w:r>
        <w:rPr>
          <w:rFonts w:ascii="Times New Roman" w:eastAsia="Arial Unicode MS" w:hAnsi="Times New Roman"/>
          <w:color w:val="000000"/>
          <w:sz w:val="24"/>
          <w:szCs w:val="24"/>
        </w:rPr>
        <w:t>.04.2021 року                                            Крупець                                                       №114</w:t>
      </w:r>
    </w:p>
    <w:p w:rsidR="00FF5712" w:rsidRDefault="00FF5712" w:rsidP="00FF5712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F5712" w:rsidRPr="00717653" w:rsidRDefault="00FF5712" w:rsidP="00FF5712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A1E1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Про  припинення права постійного </w:t>
      </w:r>
    </w:p>
    <w:p w:rsidR="00FF5712" w:rsidRPr="00717653" w:rsidRDefault="00FF5712" w:rsidP="00FF5712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A1E1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користування земельною ділянкою  </w:t>
      </w:r>
    </w:p>
    <w:p w:rsidR="00FF5712" w:rsidRPr="005A1E12" w:rsidRDefault="00FF5712" w:rsidP="00FF5712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A1E1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Славутського районного споживчого товариства </w:t>
      </w:r>
    </w:p>
    <w:p w:rsidR="00FF5712" w:rsidRDefault="00FF5712" w:rsidP="00FF5712">
      <w:pPr>
        <w:tabs>
          <w:tab w:val="left" w:pos="-5760"/>
          <w:tab w:val="left" w:pos="72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F5712" w:rsidRPr="00717653" w:rsidRDefault="00FF5712" w:rsidP="00FF5712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C55EE">
        <w:rPr>
          <w:rFonts w:ascii="Times New Roman" w:eastAsia="Calibri" w:hAnsi="Times New Roman" w:cs="Times New Roman"/>
          <w:sz w:val="24"/>
          <w:szCs w:val="24"/>
        </w:rPr>
        <w:t xml:space="preserve">                Відповідно до пункту 34 частини 1 статті 26,  статті 42 Закону України «Про місцеве самоврядування в Україні»,  </w:t>
      </w:r>
      <w:r w:rsidRPr="005B303A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відповідно до ст.ст. 12, 120, 141 Земельного кодексу України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розглянувши клопотання  Славутського районного споживчого товариства, </w:t>
      </w:r>
      <w:r w:rsidRPr="00717653">
        <w:rPr>
          <w:rFonts w:ascii="Times New Roman" w:eastAsia="Calibri" w:hAnsi="Times New Roman" w:cs="Times New Roman"/>
          <w:sz w:val="24"/>
          <w:szCs w:val="24"/>
        </w:rPr>
        <w:t>враховуючи пропозиц</w:t>
      </w:r>
      <w:r>
        <w:rPr>
          <w:rFonts w:ascii="Times New Roman" w:eastAsia="Calibri" w:hAnsi="Times New Roman" w:cs="Times New Roman"/>
          <w:sz w:val="24"/>
          <w:szCs w:val="24"/>
        </w:rPr>
        <w:t>і</w:t>
      </w:r>
      <w:r w:rsidRPr="00717653">
        <w:rPr>
          <w:rFonts w:ascii="Times New Roman" w:eastAsia="Calibri" w:hAnsi="Times New Roman" w:cs="Times New Roman"/>
          <w:sz w:val="24"/>
          <w:szCs w:val="24"/>
        </w:rPr>
        <w:t>ю  постійної комісії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благоустрою, сільська рада</w:t>
      </w:r>
    </w:p>
    <w:p w:rsidR="00FF5712" w:rsidRPr="005B303A" w:rsidRDefault="00FF5712" w:rsidP="00FF5712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ВИРІШИЛА:</w:t>
      </w:r>
    </w:p>
    <w:p w:rsidR="00FF5712" w:rsidRDefault="00FF5712" w:rsidP="00FF5712">
      <w:pPr>
        <w:tabs>
          <w:tab w:val="left" w:pos="720"/>
        </w:tabs>
        <w:suppressAutoHyphens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B303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1.   Припинити 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Славутському</w:t>
      </w:r>
      <w:r w:rsidRPr="005B303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районному споживчому товариству право  постійного користування земельною ділянкою,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площею 0,0420</w:t>
      </w:r>
      <w:r w:rsidRPr="005B303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га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, </w:t>
      </w:r>
      <w:r w:rsidRPr="005B303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кадастровий номер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6823984700:003:003:0017</w:t>
      </w:r>
      <w:r w:rsidRPr="005B303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, наданої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(03.07) </w:t>
      </w:r>
      <w:r w:rsidRPr="005B303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для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будівництва та обслуговування будівель торгівлі, </w:t>
      </w:r>
      <w:r w:rsidRPr="005B303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яка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Хмельницька область, Славутський (Шепетівський) район, с. Потереба,  вулиця Б.Хмельницького, 12, у зв’язку з продажем об’єкта</w:t>
      </w:r>
      <w:r w:rsidRPr="005B303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нерухомого майна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, який  розташований</w:t>
      </w:r>
      <w:r w:rsidRPr="005B303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на даній земельній ділянці. </w:t>
      </w:r>
    </w:p>
    <w:p w:rsidR="00FF5712" w:rsidRPr="005B303A" w:rsidRDefault="00FF5712" w:rsidP="00FF5712">
      <w:pPr>
        <w:tabs>
          <w:tab w:val="left" w:pos="720"/>
        </w:tabs>
        <w:suppressAutoHyphens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30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 Вилучити з постійного користування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Славутського</w:t>
      </w:r>
      <w:r w:rsidRPr="005B30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районного споживчого товариства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B30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земельну ділянку,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площею 0,0420</w:t>
      </w:r>
      <w:r w:rsidRPr="005B30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5B303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кадастровий номер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6823984700:003:003:0017</w:t>
      </w:r>
      <w:r w:rsidRPr="005B303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, наданої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(03.07) </w:t>
      </w:r>
      <w:r w:rsidRPr="005B303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для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будівництва та обслуговування будівель торгівлі, </w:t>
      </w:r>
      <w:r w:rsidRPr="005B303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яка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Хмельницька область, Славутський (Шепетівський) район, с. Потереба,  вулиця Б.Хмельницького, 12.</w:t>
      </w:r>
    </w:p>
    <w:p w:rsidR="00FF5712" w:rsidRPr="00FF5712" w:rsidRDefault="00FF5712" w:rsidP="00FF5712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64369">
        <w:rPr>
          <w:rFonts w:ascii="Times New Roman" w:eastAsia="Calibri" w:hAnsi="Times New Roman" w:cs="Times New Roman"/>
          <w:sz w:val="24"/>
          <w:szCs w:val="24"/>
        </w:rPr>
        <w:t xml:space="preserve">            3.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</w:t>
      </w:r>
      <w:r w:rsidRPr="001C55EE">
        <w:rPr>
          <w:rFonts w:ascii="Times New Roman" w:eastAsia="Calibri" w:hAnsi="Times New Roman" w:cs="Times New Roman"/>
          <w:sz w:val="24"/>
          <w:szCs w:val="24"/>
        </w:rPr>
        <w:t>(Денисюк Т.В.)</w:t>
      </w:r>
      <w:bookmarkStart w:id="0" w:name="_GoBack"/>
      <w:bookmarkEnd w:id="0"/>
    </w:p>
    <w:p w:rsidR="00FF5712" w:rsidRPr="005B303A" w:rsidRDefault="00FF5712" w:rsidP="00FF5712">
      <w:pPr>
        <w:tabs>
          <w:tab w:val="left" w:pos="72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D0F87" w:rsidRPr="00FF5712" w:rsidRDefault="00FF5712" w:rsidP="00FF5712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  <w:r w:rsidRPr="001C55EE">
        <w:rPr>
          <w:rFonts w:ascii="Times New Roman" w:eastAsia="Arial Unicode MS" w:hAnsi="Times New Roman" w:cs="Times New Roman"/>
          <w:sz w:val="24"/>
          <w:szCs w:val="24"/>
        </w:rPr>
        <w:t xml:space="preserve">Сільський   голова                                                           </w:t>
      </w:r>
      <w:r>
        <w:rPr>
          <w:rFonts w:ascii="Times New Roman" w:eastAsia="Arial Unicode MS" w:hAnsi="Times New Roman" w:cs="Times New Roman"/>
          <w:sz w:val="24"/>
          <w:szCs w:val="24"/>
        </w:rPr>
        <w:t xml:space="preserve">              Валерій   МИХАЛЮК</w:t>
      </w:r>
    </w:p>
    <w:sectPr w:rsidR="001D0F87" w:rsidRPr="00FF5712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embedSystemFonts/>
  <w:attachedTemplate r:id="rId1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5712"/>
    <w:rsid w:val="00171A2E"/>
    <w:rsid w:val="001D0F87"/>
    <w:rsid w:val="00304C90"/>
    <w:rsid w:val="00505B6D"/>
    <w:rsid w:val="006D3977"/>
    <w:rsid w:val="007D6C18"/>
    <w:rsid w:val="00D1641A"/>
    <w:rsid w:val="00FF57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7"/>
    <o:shapelayout v:ext="edit">
      <o:idmap v:ext="edit" data="1"/>
    </o:shapelayout>
  </w:shapeDefaults>
  <w:decimalSymbol w:val=","/>
  <w:listSeparator w:val=";"/>
  <w14:docId w14:val="1DD8CBE5"/>
  <w15:docId w15:val="{5035B3E7-2E0C-4C37-8B71-6DBEFDF3BC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F5712"/>
    <w:rPr>
      <w:lang w:val="uk-UA" w:eastAsia="uk-UA" w:bidi="ar-SA"/>
    </w:rPr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Заголовок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character" w:customStyle="1" w:styleId="HTML">
    <w:name w:val="Стандартный HTML Знак"/>
    <w:aliases w:val="Знак2 Знак, Знак2 Знак"/>
    <w:link w:val="HTML0"/>
    <w:locked/>
    <w:rsid w:val="00FF5712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FF5712"/>
    <w:pPr>
      <w:tabs>
        <w:tab w:val="left" w:pos="708"/>
      </w:tabs>
      <w:spacing w:after="0" w:line="240" w:lineRule="auto"/>
    </w:pPr>
    <w:rPr>
      <w:rFonts w:ascii="Courier New" w:hAnsi="Courier New" w:cs="Courier New"/>
      <w:lang w:val="en-US" w:eastAsia="en-US" w:bidi="en-US"/>
    </w:rPr>
  </w:style>
  <w:style w:type="character" w:customStyle="1" w:styleId="HTML1">
    <w:name w:val="Стандартный HTML Знак1"/>
    <w:basedOn w:val="a0"/>
    <w:uiPriority w:val="99"/>
    <w:semiHidden/>
    <w:rsid w:val="00FF5712"/>
    <w:rPr>
      <w:rFonts w:ascii="Consolas" w:hAnsi="Consolas"/>
      <w:sz w:val="20"/>
      <w:szCs w:val="20"/>
      <w:lang w:val="uk-UA" w:eastAsia="uk-UA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1</TotalTime>
  <Pages>2</Pages>
  <Words>301</Words>
  <Characters>1718</Characters>
  <Application>Microsoft Office Word</Application>
  <DocSecurity>0</DocSecurity>
  <Lines>14</Lines>
  <Paragraphs>4</Paragraphs>
  <ScaleCrop>false</ScaleCrop>
  <Company>Microsoft</Company>
  <LinksUpToDate>false</LinksUpToDate>
  <CharactersWithSpaces>2015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777</dc:creator>
  <cp:keywords/>
  <dc:description/>
  <cp:lastModifiedBy>777</cp:lastModifiedBy>
  <cp:revision>1</cp:revision>
  <dcterms:created xsi:type="dcterms:W3CDTF">2021-04-28T12:26:00Z</dcterms:created>
  <dcterms:modified xsi:type="dcterms:W3CDTF">2021-04-28T12:27:00Z</dcterms:modified>
</cp:coreProperties>
</file>