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7F6" w:rsidRPr="00223865" w:rsidRDefault="001937F6" w:rsidP="001937F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1937F6" w:rsidRPr="00223865" w:rsidRDefault="001937F6" w:rsidP="001937F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1937F6" w:rsidRPr="0081108E" w:rsidRDefault="001937F6" w:rsidP="001937F6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noProof/>
        </w:rPr>
        <w:pict>
          <v:group id="Группа 12878" o:spid="_x0000_s1057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">
            <v:shape id="Freeform 3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ppb8QA&#10;AADeAAAADwAAAGRycy9kb3ducmV2LnhtbERPS2vCQBC+F/oflhF6qxsT0DTNKqHY4kEoar0P2cmD&#10;ZmdDdk3Sf+8WCr3Nx/ecfDebTow0uNaygtUyAkFcWt1yreDr8v6cgnAeWWNnmRT8kIPd9vEhx0zb&#10;iU80nn0tQgi7DBU03veZlK5syKBb2p44cJUdDPoAh1rqAacQbjoZR9FaGmw5NDTY01tD5ff5ZhTY&#10;5ONwvNbxKdnzxnPxmVbX+ajU02IuXkF4mv2/+M990GF+nG5e4PedcIP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KaW/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ECdskA&#10;AADeAAAADwAAAGRycy9kb3ducmV2LnhtbESPT0/DMAzF70h8h8hIXCaWssMoZdmEJpV/B6SNSbta&#10;jWkKjVMlYSv79PiAtJstP7/3fovV6Ht1oJi6wAZupwUo4ibYjlsDu4/6pgSVMrLFPjAZ+KUEq+Xl&#10;xQIrG468ocM2t0pMOFVowOU8VFqnxpHHNA0Dsdw+Q/SYZY2tthGPYu57PSuKufbYsSQ4HGjtqPne&#10;/ngDX/W726/vTk9xcr+h06R+e+5f58ZcX42PD6Ayjfks/v9+sVJ/VpYCIDgyg17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6KECd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4D7MUA&#10;AADeAAAADwAAAGRycy9kb3ducmV2LnhtbESP3YrCMBCF74V9hzDC3siaqiCl21Rk0UW8EX8eYGjG&#10;pthMShNt9+03guDdDOfM+c7kq8E24kGdrx0rmE0TEMSl0zVXCi7n7VcKwgdkjY1jUvBHHlbFxyjH&#10;TLuej/Q4hUrEEPYZKjAhtJmUvjRk0U9dSxy1q+sshrh2ldQd9jHcNnKeJEtpseZIMNjSj6Hydrrb&#10;CDks8LC/9uft74A9bvaGJ+ujUp/jYf0NItAQ3ubX9U7H+vM0ncHznTiDL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/gPs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iIocQA&#10;AADeAAAADwAAAGRycy9kb3ducmV2LnhtbERPTUvDQBC9C/6HZQRvdmPQNsRuS2kVRPDQVhBvQ3aa&#10;BLOzy+7YxH/vCoK3ebzPWa4nN6gzxdR7NnA7K0ARN9723Bp4Oz7dVKCSIFscPJOBb0qwXl1eLLG2&#10;fuQ9nQ/SqhzCqUYDnUiotU5NRw7TzAfizJ18dCgZxlbbiGMOd4Mui2KuHfacGzoMtO2o+Tx8OQOv&#10;42N4WczvT+Ej3pU67ay8b8WY66tp8wBKaJJ/8Z/72eb5ZVWV8PtOvkG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oiKH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A4AMYA&#10;AADeAAAADwAAAGRycy9kb3ducmV2LnhtbESPzWrDMBCE74W8g9hCLiWR60AwTpQQQl2KLyE/D7BY&#10;G8vUWhlLtZ23rwqF3HaZ2flmt/vJtmKg3jeOFbwvExDEldMN1wpu12KRgfABWWPrmBQ8yMN+N3vZ&#10;Yq7dyGcaLqEWMYR9jgpMCF0upa8MWfRL1xFH7e56iyGufS11j2MMt61Mk2QtLTYcCQY7Ohqqvi8/&#10;NkJOKzyV9/FafE444kdp+O1wVmr+Oh02IAJN4Wn+v/7SsX6aZSv4eyfO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mA4A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21TsQA&#10;AADeAAAADwAAAGRycy9kb3ducmV2LnhtbERPTUvDQBC9C/0Pywje7MZQa4jdllIVpODBKoi3ITtN&#10;gtnZZXds4r/vCoK3ebzPWW0mN6gTxdR7NnAzL0ARN9723Bp4f3u6rkAlQbY4eCYDP5Rgs55drLC2&#10;fuRXOh2kVTmEU40GOpFQa52ajhymuQ/EmTv66FAyjK22Eccc7gZdFsVSO+w5N3QYaNdR83X4dgZe&#10;xsewv1veHsNnXJQ6PVj52IkxV5fT9h6U0CT/4j/3s83zy6pawO87+Qa9P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NtU7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QNPMQA&#10;AADeAAAADwAAAGRycy9kb3ducmV2LnhtbERP32vCMBB+H/g/hBN8GTOdQymdUXQQHDgY08Fej+Zs&#10;i82lJNHW/94MBnu7j+/nLdeDbcWVfGgcK3ieZiCIS2carhR8H/VTDiJEZIOtY1JwowDr1ehhiYVx&#10;PX/R9RArkUI4FKigjrErpAxlTRbD1HXEiTs5bzEm6CtpPPYp3LZylmULabHh1FBjR281lefDxSrY&#10;fvbVi38st4Pbn3Y/c62N/tBKTcbD5hVEpCH+i//c7ybNn+X5HH7fST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EDTz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bZtMMA&#10;AADeAAAADwAAAGRycy9kb3ducmV2LnhtbERPS2rDMBDdB3IHMYHuErmmDcaNHEKCoZRumuQAgzW1&#10;XFsjIymOe/uqUOhuHu87u/1sBzGRD51jBY+bDARx43THrYLrpV4XIEJE1jg4JgXfFGBfLRc7LLW7&#10;8wdN59iKFMKhRAUmxrGUMjSGLIaNG4kT9+m8xZigb6X2eE/hdpB5lm2lxY5Tg8GRjoaa/nyzCuq3&#10;/H3qb9rX7jA/WXo2X8XJKPWwmg8vICLN8V/8537VaX5eFFv4fSfdI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bZt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o20MUA&#10;AADeAAAADwAAAGRycy9kb3ducmV2LnhtbERP30vDMBB+H+x/CCf4Ii7dZLPUZWMbBIUJsir4ejS3&#10;tthcShLX+t8bQdjbfXw/b70dbScu5EPrWMF8loEgrpxpuVbw8a7vcxAhIhvsHJOCHwqw3UwnayyM&#10;G/hElzLWIoVwKFBBE2NfSBmqhiyGmeuJE3d23mJM0NfSeBxSuO3kIstW0mLLqaHBng4NVV/lt1Ww&#10;fxvqB39X7Ud3PD9/LrU2+lUrdXsz7p5ARBrjVfzvfjFp/iLPH+HvnXSD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2jbQ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XoXcUA&#10;AADeAAAADwAAAGRycy9kb3ducmV2LnhtbESPQWvDMAyF74P9B6NBb6vTsI2Q1S2lJTDGLuv2A0Ss&#10;xWljOdhumv776TDYTeI9vfdpvZ39oCaKqQ9sYLUsQBG3wfbcGfj+ah4rUCkjWxwCk4EbJdhu7u/W&#10;WNtw5U+ajrlTEsKpRgMu57HWOrWOPKZlGIlF+wnRY5Y1dtpGvEq4H3RZFC/aY8/S4HCkvaP2fLx4&#10;A817+TGdLzY2YTc/eXp2p+rgjFk8zLtXUJnm/G/+u36zgl9WlfDKOzKD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dehd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fTLsIA&#10;AADeAAAADwAAAGRycy9kb3ducmV2LnhtbERPzWrCQBC+F/oOyxS81U20SoyuoRQi9Wj0AYbsmASz&#10;s2l2a5K3dwsFb/Px/c4uG00r7tS7xrKCeB6BIC6tbrhScDnn7wkI55E1tpZJwUQOsv3ryw5TbQc+&#10;0b3wlQgh7FJUUHvfpVK6siaDbm474sBdbW/QB9hXUvc4hHDTykUUraXBhkNDjR191VTeil+j4GMa&#10;Dj/F6hbl2lB8XHZH9uVKqdnb+LkF4Wn0T/G/+1uH+Ysk2cDfO+EG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99Mu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b6wcUA&#10;AADeAAAADwAAAGRycy9kb3ducmV2LnhtbESPQYvCQAyF78L+hyHC3nRqD6JdRxHFZfGkXXfPoRPb&#10;YidTOqPWf28OgreEvLz3vsWqd426URdqzwYm4wQUceFtzaWB0+9uNAMVIrLFxjMZeFCA1fJjsMDM&#10;+jsf6ZbHUokJhwwNVDG2mdahqMhhGPuWWG5n3zmMsnalth3exdw1Ok2SqXZYsyRU2NKmouKSX52B&#10;6/Q/PfF5bw/59vE93+7WQf+VxnwO+/UXqEh9fItf3z9W6qezuQAIjsygl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vrB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XvR8YA&#10;AADeAAAADwAAAGRycy9kb3ducmV2LnhtbERPS2vCQBC+C/6HZQrezEYtIaauUoWC7aFSHwdv0+w0&#10;ic3OptlV03/vFoTe5uN7zmzRmVpcqHWVZQWjKAZBnFtdcaFgv3sZpiCcR9ZYWyYFv+RgMe/3Zphp&#10;e+UPumx9IUIIuwwVlN43mZQuL8mgi2xDHLgv2xr0AbaF1C1eQ7ip5TiOE2mw4tBQYkOrkvLv7dko&#10;OGzSZLpZvj6e3t4/cWL0z1FXiVKDh+75CYSnzv+L7+61DvPH6XQEf++EG+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zXvR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7mpMQA&#10;AADeAAAADwAAAGRycy9kb3ducmV2LnhtbERPTWvCQBC9F/wPywi91Y1pkTRmI2qplp5SFbwO2TEJ&#10;ZmdDdqvRX98tFHqbx/ucbDGYVlyod41lBdNJBIK4tLrhSsFh//6UgHAeWWNrmRTcyMEiHz1kmGp7&#10;5S+67HwlQgi7FBXU3neplK6syaCb2I44cCfbG/QB9pXUPV5DuGllHEUzabDh0FBjR+uayvPu2yi4&#10;z45YuG28envWnm4vycZ+FhulHsfDcg7C0+D/xX/uDx3mx8lrDL/vhBt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e5qT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sqkcMA&#10;AADeAAAADwAAAGRycy9kb3ducmV2LnhtbERPzYrCMBC+L/gOYQRva2p1RbtGEVHYm2t3H2BoZtNi&#10;M6lN1LpPbwTB23x8v7NYdbYWF2p95VjBaJiAIC6crtgo+P3Zvc9A+ICssXZMCm7kYbXsvS0w0+7K&#10;B7rkwYgYwj5DBWUITSalL0qy6IeuIY7cn2sthghbI3WL1xhua5kmyVRarDg2lNjQpqTimJ+tgpNL&#10;P3SXb3F/3M6/K2Mmp//DRKlBv1t/ggjUhZf46f7ScX46m4/h8U68QS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sqk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7UDsQA&#10;AADeAAAADwAAAGRycy9kb3ducmV2LnhtbERPS08CMRC+m/AfmiHhJl1QYVm3EDQx4Qp68Di0sw/Z&#10;TpdtgZVfb0lIvM2X7zn5qreNOFPna8cKJuMEBLF2puZSwdfnx2MKwgdkg41jUvBLHlbLwUOOmXEX&#10;3tJ5F0oRQ9hnqKAKoc2k9Loii37sWuLIFa6zGCLsSmk6vMRw28hpksykxZpjQ4UtvVekD7uTVbCp&#10;9/Qy08XCpm96+309hqf5j1FqNOzXryAC9eFffHdvTJw/TRfPcHsn3i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+1A7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OIQsYA&#10;AADeAAAADwAAAGRycy9kb3ducmV2LnhtbERPXWvCQBB8L/gfjhX6Vi8NtGj0EqogtLQV/EBfl9ya&#10;C+b2Qu4a47/vFQq+ze7szOwsisE2oqfO144VPE8SEMSl0zVXCg779dMUhA/IGhvHpOBGHop89LDA&#10;TLsrb6nfhUpEE/YZKjAhtJmUvjRk0U9cSxy5s+sshjh2ldQdXqO5bWSaJK/SYs0xwWBLK0PlZfdj&#10;FfS4uSUns/yefdRfZbpZHj913KvH8fA2BxFoCPfjf/W7ju+n09kL/NWJGGT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1OIQ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zJr8MA&#10;AADeAAAADwAAAGRycy9kb3ducmV2LnhtbERPPU/DMBDdkfofrENiow4ZqhLqVlWlVoyQMjAe8TVO&#10;ie8i2zSBX4+RkLrd0/u81WbyvbpQiJ2wgYd5AYq4Edtxa+DtuL9fgooJ2WIvTAa+KcJmPbtZYWVl&#10;5Fe61KlVOYRjhQZcSkOldWwceYxzGYgzd5LgMWUYWm0Djjnc97osioX22HFucDjQzlHzWX95A+Oh&#10;+TiXp3frfsIg+/pFzmUvxtzdTtsnUImmdBX/u59tnl8uHxfw906+Qa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zJr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h8I8UA&#10;AADeAAAADwAAAGRycy9kb3ducmV2LnhtbERPTWvCQBC9F/wPywi91Y051DR1FasVSqmItt7H7JhE&#10;d2dDdqvpv3eFgrd5vM8ZTztrxJlaXztWMBwkIIgLp2suFfx8L58yED4gazSOScEfeZhOeg9jzLW7&#10;8IbO21CKGMI+RwVVCE0upS8qsugHriGO3MG1FkOEbSl1i5cYbo1Mk+RZWqw5NlTY0Lyi4rT9tQqW&#10;64U5pqvNbCfD/H20N9nn2+JLqcd+N3sFEagLd/G/+0PH+Wn2MoLbO/EGO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OHwj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E1xcgA&#10;AADeAAAADwAAAGRycy9kb3ducmV2LnhtbESPQWvCQBCF74X+h2UKvUjdqFTS1FVEEBUqWFvodcxO&#10;k2B2NmS3Mf575yD0NsN78943s0XvatVRGyrPBkbDBBRx7m3FhYHvr/VLCipEZIu1ZzJwpQCL+ePD&#10;DDPrL/xJ3TEWSkI4ZGigjLHJtA55SQ7D0DfEov361mGUtS20bfEi4a7W4ySZaocVS0OJDa1Kys/H&#10;P2egO3ycim0Xmt05HYTXyWmz2dsfY56f+uU7qEh9/Dffr7dW8Mfpm/DKOzKDn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7UTXF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HuQ8YA&#10;AADeAAAADwAAAGRycy9kb3ducmV2LnhtbERPTWvCQBC9F/wPywje6sZgSxJdRQuFXgrV9qC3MTsm&#10;wexs3N1q2l/fLQje5vE+Z77sTSsu5HxjWcFknIAgLq1uuFLw9fn6mIHwAVlja5kU/JCH5WLwMMdC&#10;2ytv6LINlYgh7AtUUIfQFVL6siaDfmw74sgdrTMYInSV1A6vMdy0Mk2SZ2mw4dhQY0cvNZWn7bdR&#10;sM6z9fljyu+/m8Oe9rvD6Sl1iVKjYb+agQjUh7v45n7TcX6a5Tn8vxNv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XHuQ8YAAADeAAAADwAAAAAAAAAAAAAAAACYAgAAZHJz&#10;L2Rvd25yZXYueG1sUEsFBgAAAAAEAAQA9QAAAIsDAAAAAA==&#10;" fillcolor="black" stroked="f"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PTxMkA&#10;AADeAAAADwAAAGRycy9kb3ducmV2LnhtbESPQU/CQBCF7yT+h82YeJOtTSBYWYgoJCTgAfTgceyO&#10;7abd2aa7QvXXMwcTbjOZN++9b74cfKtO1EcX2MDDOANFXAbruDLw8b65n4GKCdliG5gM/FKE5eJm&#10;NMfChjMf6HRMlRITjgUaqFPqCq1jWZPHOA4dsdy+Q+8xydpX2vZ4FnPf6jzLptqjY0mosaOXmsrm&#10;+OMNfO6mbnZwlH/t/1Zru580q7fXxpi72+H5CVSiIV3F/99bK/Xzx0wABEdm0IsL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2PTxMkAAADeAAAADwAAAAAAAAAAAAAAAACYAgAA&#10;ZHJzL2Rvd25yZXYueG1sUEsFBgAAAAAEAAQA9QAAAI4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0bbcQA&#10;AADeAAAADwAAAGRycy9kb3ducmV2LnhtbERPTWsCMRC9F/ofwgjeaqIHsatRxFLaSw+1itdhM27W&#10;3Uy2SdTVX98UCr3N433OYtW7VlwoxNqzhvFIgSAuvam50rD7en2agYgJ2WDrmTTcKMJq+fiwwML4&#10;K3/SZZsqkUM4FqjBptQVUsbSksM48h1x5o4+OEwZhkqagNcc7lo5UWoqHdacGyx2tLFUNtuz0xDW&#10;h5fmzud9o+4ft/h26r9naLUeDvr1HESiPv2L/9zvJs+fPKsx/L6Tb5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9G23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4zUcQA&#10;AADeAAAADwAAAGRycy9kb3ducmV2LnhtbERP22oCMRB9L/QfwhT6UmrSfWjrapRSEIRKwcsHjJtx&#10;dzGZLJuprn69KRT6Nodznel8CF6dqE9tZAsvIwOKuIqu5drCbrt4fgeVBNmhj0wWLpRgPru/m2Lp&#10;4pnXdNpIrXIIpxItNCJdqXWqGgqYRrEjztwh9gElw77WrsdzDg9eF8a86oAt54YGO/psqDpufoIF&#10;X+z9+OstreSy0ytzDbJ++nbWPj4MHxNQQoP8i//cS5fnF2NTwO87+QY9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eM1HEAAAA3g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LXkMQA&#10;AADeAAAADwAAAGRycy9kb3ducmV2LnhtbERPTWsCMRC9F/ofwgi9adYtiF2NYivCXjx0tXgdN+Nm&#10;MZksm1S3/fVNodDbPN7nLNeDs+JGfWg9K5hOMhDEtdctNwqOh914DiJEZI3WMyn4ogDr1ePDEgvt&#10;7/xOtyo2IoVwKFCBibErpAy1IYdh4jvixF187zAm2DdS93hP4c7KPMtm0mHLqcFgR2+G6mv16RRs&#10;q87mx9K8htPH/ny25feOTlulnkbDZgEi0hD/xX/uUqf5+Uv2DL/vp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C15DEAAAA3g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790sMA&#10;AADeAAAADwAAAGRycy9kb3ducmV2LnhtbERPS2sCMRC+F/ofwhS81aSL2Loal1IUhJ58HXobknF3&#10;7WaybKK7/ntTEHqbj+85i2JwjbhSF2rPGt7GCgSx8bbmUsNhv379ABEissXGM2m4UYBi+fy0wNz6&#10;nrd03cVSpBAOOWqoYmxzKYOpyGEY+5Y4cSffOYwJdqW0HfYp3DUyU2oqHdacGips6asi87u7OA3n&#10;tfz2RqE5Ho79xr7/rKbUKK1HL8PnHESkIf6LH+6NTfOzmZrA3zvpBr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790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qrLsUA&#10;AADeAAAADwAAAGRycy9kb3ducmV2LnhtbERPS2sCMRC+F/ofwhR6q9luUexqVmyhIBYP1SIex83s&#10;g91MliTq+u8bQehtPr7nzBeD6cSZnG8sK3gdJSCIC6sbrhT87r5epiB8QNbYWSYFV/KwyB8f5php&#10;e+EfOm9DJWII+wwV1CH0mZS+qMmgH9meOHKldQZDhK6S2uElhptOpkkykQYbjg019vRZU9FuT0bB&#10;4fTN5eZtvXQfYW+HnW/T47RV6vlpWM5ABBrCv/juXuk4P31PxnB7J94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CqsuxQAAAN4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XgK8UA&#10;AADeAAAADwAAAGRycy9kb3ducmV2LnhtbERPTWsCMRC9F/ofwhS81aSLFV2NUgtCL4VqPeht3Iy7&#10;i5vJNom69dc3gtDbPN7nTOedbcSZfKgda3jpKxDEhTM1lxo238vnEYgQkQ02jknDLwWYzx4fppgb&#10;d+EVndexFCmEQ44aqhjbXMpQVGQx9F1LnLiD8xZjgr6UxuMlhdtGZkoNpcWaU0OFLb1XVBzXJ6th&#10;MR4tfr4G/Hld7Xe02+6Pr5lXWveeurcJiEhd/Bff3R8mzc/Gagi3d9IN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BeArxQAAAN4AAAAPAAAAAAAAAAAAAAAAAJgCAABkcnMv&#10;ZG93bnJldi54bWxQSwUGAAAAAAQABAD1AAAAigMAAAAA&#10;" fillcolor="black" stroked="f"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9OGsQA&#10;AADeAAAADwAAAGRycy9kb3ducmV2LnhtbERPTUsDMRC9C/6HMII3m7WCrWvTshRE8bStFa/TzXSz&#10;dDNZkpiu/74pFLzN433OYjXaXiTyoXOs4HFSgCBunO64VbD7enuYgwgRWWPvmBT8UYDV8vZmgaV2&#10;J95Q2sZW5BAOJSowMQ6llKExZDFM3ECcuYPzFmOGvpXa4ymH215Oi+JZWuw4NxgcaG2oOW5/rYK0&#10;X9fVU/pJZvPpq9a7+v17Xyt1fzdWryAijfFffHV/6Dx/+lLM4PJOvkEu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/ThrEAAAA3g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yeYccA&#10;AADeAAAADwAAAGRycy9kb3ducmV2LnhtbESPQW/CMAyF75P2HyJP2m2kcEDQEdCEtontwiiT4Gg1&#10;XlOtcaomlI5fjw+TuNl6z+99XqwG36ieulgHNjAeZaCIy2Brrgx879+eZqBiQrbYBCYDfxRhtby/&#10;W2Buw5l31BepUhLCMUcDLqU21zqWjjzGUWiJRfsJnccka1dp2+FZwn2jJ1k21R5rlgaHLa0dlb/F&#10;yRuI4/Xr4dNf5v3x3fG2+HDTr8oZ8/gwvDyDSjSkm/n/emMFfzLPhFfekRn08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/MnmHHAAAA3g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937F6" w:rsidRPr="00223865" w:rsidRDefault="001937F6" w:rsidP="001937F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1937F6" w:rsidRPr="0081108E" w:rsidRDefault="001937F6" w:rsidP="001937F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1937F6" w:rsidRPr="0081108E" w:rsidRDefault="001937F6" w:rsidP="001937F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1937F6" w:rsidRPr="0081108E" w:rsidRDefault="001937F6" w:rsidP="001937F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1937F6" w:rsidRPr="00223865" w:rsidRDefault="001937F6" w:rsidP="001937F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val="uk-UA" w:eastAsia="uk-UA"/>
        </w:rPr>
      </w:pPr>
    </w:p>
    <w:p w:rsidR="001937F6" w:rsidRPr="0081108E" w:rsidRDefault="001937F6" w:rsidP="001937F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1937F6" w:rsidRPr="0081108E" w:rsidRDefault="001937F6" w:rsidP="001937F6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1937F6" w:rsidRPr="0081108E" w:rsidRDefault="001937F6" w:rsidP="001937F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1937F6" w:rsidRPr="0081108E" w:rsidRDefault="001937F6" w:rsidP="001937F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1937F6" w:rsidRPr="0081108E" w:rsidRDefault="001937F6" w:rsidP="001937F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noProof/>
        </w:rPr>
        <w:pict>
          <v:group id="Группа 12909" o:spid="_x0000_s1026" style="position:absolute;margin-left:219.6pt;margin-top:717.85pt;width:42.8pt;height:57.85pt;z-index:251659264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">
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4qz8UA&#10;AADeAAAADwAAAGRycy9kb3ducmV2LnhtbESPQYvCQAyF7wv+hyGCt3VqhV2tjiKi4kFYdNd76MS2&#10;2MmUzqj1328OgreEvLz3vvmyc7W6UxsqzwZGwwQUce5txYWBv9/t5wRUiMgWa89k4EkBlovexxwz&#10;6x98pPspFkpMOGRooIyxybQOeUkOw9A3xHK7+NZhlLUttG3xIeau1mmSfGmHFUtCiQ2tS8qvp5sz&#10;4Me7/eFcpMfxhr8jr34ml3N3MGbQ71YzUJG6+Ba/vvdW6qfTkQAIjsy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jirP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Y998cA&#10;AADeAAAADwAAAGRycy9kb3ducmV2LnhtbERPS2sCMRC+F/ofwhR6kZpdD7ZujVKE7cOD4FbwOmym&#10;m203kyVJdeuvN4LQ23x8z5kvB9uJA/nQOlaQjzMQxLXTLTcKdp/lwxOIEJE1do5JwR8FWC5ub+ZY&#10;aHfkLR2q2IgUwqFABSbGvpAy1IYshrHriRP35bzFmKBvpPZ4TOG2k5Msm0qLLacGgz2tDNU/1a9V&#10;8F1uzH71eHr1o9mWTqNy/dZ9TJW6vxtenkFEGuK/+Op+12n+ZJbncHkn3SAX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GPff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cHgcYA&#10;AADeAAAADwAAAGRycy9kb3ducmV2LnhtbESPzWrDMBCE74W8g9hCLqWR40JJ3CjGhDoUX0J+HmCx&#10;NpaptTKWGjtvHxUKve0ys/PNbvLJduJGg28dK1guEhDEtdMtNwou5/J1BcIHZI2dY1JwJw/5dva0&#10;wUy7kY90O4VGxBD2GSowIfSZlL42ZNEvXE8ctasbLIa4Do3UA44x3HYyTZJ3abHlSDDY085Q/X36&#10;sRFyeMNDdR3P5X7CET8rwy/FUan581R8gAg0hX/z3/WXjvXT9TKF33fiDH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8cHg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+3IMUA&#10;AADeAAAADwAAAGRycy9kb3ducmV2LnhtbERPTUsDMRC9C/0PYQRvNttVq12bFqkKUvBgFaS3YTPd&#10;XbqZhGTsrv/eCIK3ebzPWa5H16sTxdR5NjCbFqCIa287bgx8vD9f3oFKgmyx90wGvinBejU5W2Jl&#10;/cBvdNpJo3IIpwoNtCKh0jrVLTlMUx+IM3fw0aFkGBttIw453PW6LIq5dthxbmgx0Kal+rj7cgZe&#10;h6ewvZ3fHMI+Xpc6PVr53IgxF+fjwz0ooVH+xX/uF5vnl4vZFfy+k2/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D7cg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I6bsYA&#10;AADeAAAADwAAAGRycy9kb3ducmV2LnhtbESP0WoCMRBF3wv+Q5hCX4pm1VLqahSRKsUX2dUPGDbj&#10;ZulmsmxSs/17IxT6NsO9c8+d1WawrbhR7xvHCqaTDARx5XTDtYLLeT/+AOEDssbWMSn4JQ+b9ehp&#10;hbl2kQu6laEWKYR9jgpMCF0upa8MWfQT1xEn7ep6iyGtfS11jzGF21bOsuxdWmw4EQx2tDNUfZc/&#10;NkFOczwdr/G8PwwY8fNo+HVbKPXyPGyXIAIN4d/8d/2lU/3ZYvoGj3fSDHJ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2I6b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Kz8UA&#10;AADeAAAADwAAAGRycy9kb3ducmV2LnhtbERPTUsDMRC9C/0PYQrebLaLrbo2LaVVEKEHqyDehs10&#10;d3EzCcnYXf+9EQRv83ifs9qMrldniqnzbGA+K0AR19523Bh4e328ugWVBNli75kMfFOCzXpyscLK&#10;+oFf6HyURuUQThUaaEVCpXWqW3KYZj4QZ+7ko0PJMDbaRhxyuOt1WRRL7bDj3NBioF1L9efxyxk4&#10;DA/h+Wa5OIWPeF3qtLfyvhNjLqfj9h6U0Cj/4j/3k83zy7v5A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qorP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0JUcUA&#10;AADeAAAADwAAAGRycy9kb3ducmV2LnhtbERP32vCMBB+H/g/hBP2IjPVMdk6o6gQJkwQ3WCvR3O2&#10;Zc2lJJmt/70RhL3dx/fz5sveNuJMPtSOFUzGGQjiwpmaSwXfX/rpFUSIyAYbx6TgQgGWi8HDHHPj&#10;Oj7Q+RhLkUI45KigirHNpQxFRRbD2LXEiTs5bzEm6EtpPHYp3DZymmUzabHm1FBhS5uKit/jn1Ww&#10;3nflsx8V6959nj5+XrQ2eqeVehz2q3cQkfr4L767tybNn75NZnB7J90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fQlR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HmNcMA&#10;AADeAAAADwAAAGRycy9kb3ducmV2LnhtbERP3WrCMBS+H/gO4Qi7m6llm1qNIkphjN348wCH5thU&#10;m5OSxNq9/TIY7O58fL9ntRlsK3ryoXGsYDrJQBBXTjdcKzifypc5iBCRNbaOScE3BdisR08rLLR7&#10;8IH6Y6xFCuFQoAITY1dIGSpDFsPEdcSJuzhvMSboa6k9PlK4bWWeZe/SYsOpwWBHO0PV7Xi3CsrP&#10;/Ku/3bUv3XZ4tfRmrvO9Uep5PGyXICIN8V/85/7QaX6+mM7g9510g1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HmN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44uMgA&#10;AADeAAAADwAAAGRycy9kb3ducmV2LnhtbESPQUsDMRCF70L/QxjBi7TZViy6Ni2tEBQsFFvB67CZ&#10;7i5uJksSu+u/dw6Ctxnem/e+WW1G36kLxdQGNjCfFaCIq+Barg18nOz0AVTKyA67wGTghxJs1pOr&#10;FZYuDPxOl2OulYRwKtFAk3Nfap2qhjymWeiJRTuH6DHLGmvtIg4S7ju9KIql9tiyNDTY03ND1dfx&#10;2xvYHYb6Lt5WuzG8nV8+7611dm+Nubket0+gMo353/x3/eoEf/E4F155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rji4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LX3MMA&#10;AADeAAAADwAAAGRycy9kb3ducmV2LnhtbERP3WrCMBS+F3yHcAbeaWrZRLtGEUdhjN3o9gCH5qzp&#10;2pyUJNb69stgsLvz8f2e8jDZXozkQ+tYwXqVgSCunW65UfD5US23IEJE1tg7JgV3CnDYz2clFtrd&#10;+EzjJTYihXAoUIGJcSikDLUhi2HlBuLEfTlvMSboG6k93lK47WWeZRtpseXUYHCgk6G6u1ytguot&#10;fx+7q/aVO06Plp7M9/bFKLV4mI7PICJN8V/8537VaX6+W+/g9510g9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LX3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oqFMQA&#10;AADeAAAADwAAAGRycy9kb3ducmV2LnhtbESPwW7CQAxE75X4h5WReisbAlQQWFCFRFWOpHyAlTVJ&#10;RNYbslsS/r4+IHGz5fHMvM1ucI26UxdqzwamkwQUceFtzaWB8+/hYwkqRGSLjWcy8KAAu+3obYOZ&#10;9T2f6J7HUokJhwwNVDG2mdahqMhhmPiWWG4X3zmMsnalth32Yu4anSbJp3ZYsyRU2NK+ouKa/zkD&#10;80f/fcsX1+RgHU2Ps/bIsVgY8z4evtagIg3xJX5+/1ipn65SARAcmUF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KKhT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SZIMMA&#10;AADeAAAADwAAAGRycy9kb3ducmV2LnhtbERPS2vCQBC+F/wPywi9NRtzkBqziiiR4qmNj/OQHZNg&#10;djZkNxr/vVso9DYf33Oy9WhacafeNZYVzKIYBHFpdcOVgtMx//gE4TyyxtYyKXiSg/Vq8pZhqu2D&#10;f+he+EqEEHYpKqi971IpXVmTQRfZjjhwV9sb9AH2ldQ9PkK4aWUSx3NpsOHQUGNH25rKWzEYBcP8&#10;kpz4etDfxe65X+zyjZPnSqn36bhZgvA0+n/xn/tLh/nJIpnB7zvhBr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SZI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m3SsYA&#10;AADeAAAADwAAAGRycy9kb3ducmV2LnhtbERPTWvCQBC9F/oflhG8NRujBI2uYgtC7aFSqwdvY3ZM&#10;UrOzMbvV9N+7hUJv83ifM1t0phZXal1lWcEgikEQ51ZXXCjYfa6exiCcR9ZYWyYFP+RgMX98mGGm&#10;7Y0/6Lr1hQgh7DJUUHrfZFK6vCSDLrINceBOtjXoA2wLqVu8hXBTyySOU2mw4tBQYkMvJeXn7bdR&#10;sN+M08nmeT36ens/4tDoy0FXqVL9XrecgvDU+X/xn/tVh/nJJEng951wg5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m3S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yFRcQA&#10;AADeAAAADwAAAGRycy9kb3ducmV2LnhtbERPTWvCQBC9F/wPywi9NRtjkTRmFW2pFk82LfQ6ZMck&#10;mJ0N2a1Gf70rFHqbx/ucfDmYVpyod41lBZMoBkFcWt1wpeD76/0pBeE8ssbWMim4kIPlYvSQY6bt&#10;mT/pVPhKhBB2GSqove8yKV1Zk0EX2Y44cAfbG/QB9pXUPZ5DuGllEsczabDh0FBjR681lcfi1yi4&#10;zn5w77bJ+m2qPV2e043d7TdKPY6H1RyEp8H/i//cHzrMT16SKdzfCT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MhUX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x0n8MA&#10;AADeAAAADwAAAGRycy9kb3ducmV2LnhtbERPzWrCQBC+F/oOyxR6qxtDLBpdpRQFbzWxDzBkp5tg&#10;djZmV5P69F1B6G0+vt9ZbUbbiiv1vnGsYDpJQBBXTjdsFHwfd29zED4ga2wdk4Jf8rBZPz+tMNdu&#10;4IKuZTAihrDPUUEdQpdL6auaLPqJ64gj9+N6iyHC3kjd4xDDbSvTJHmXFhuODTV29FlTdSovVsHZ&#10;pTM9llv8Om0Xh8aY7HwrMqVeX8aPJYhAY/gXP9x7HeenizSD+zvxBr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x0n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y378QA&#10;AADeAAAADwAAAGRycy9kb3ducmV2LnhtbERPPW/CMBDdkfofrKvUrTgNgoaAgwpSJVagA+NhH0lo&#10;fE5jE9L++rpSJbZ7ep+3XA22ET11vnas4GWcgCDWztRcKvg4vD9nIHxANtg4JgXf5GFVPIyWmBt3&#10;4x31+1CKGMI+RwVVCG0updcVWfRj1xJH7uw6iyHCrpSmw1sMt41Mk2QmLdYcGypsaVOR/txfrYJt&#10;faLpTJ/nNlvr3fHnK0xeL0app8fhbQEi0BDu4n/31sT56Tydwt878QZ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st+/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/QT8YA&#10;AADeAAAADwAAAGRycy9kb3ducmV2LnhtbERPXWvCQBB8F/ofji34ppfmQTR6Si0Iih9gWuzrktvm&#10;QnN7IXfG+O+9QsG32Z2dmZ3Fqre16Kj1lWMFb+MEBHHhdMWlgq/PzWgKwgdkjbVjUnAnD6vly2CB&#10;mXY3PlOXh1JEE/YZKjAhNJmUvjBk0Y9dQxy5H9daDHFsS6lbvEVzW8s0SSbSYsUxwWBDH4aK3/xq&#10;FXR4uiffZn2c7apDkZ7Wl72OezV87d/nIAL14Xn8r97q+H46SyfwVydi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/QT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6qTsIA&#10;AADeAAAADwAAAGRycy9kb3ducmV2LnhtbERPO0/DMBDekfgP1iGxUQcPPELdqkIqYoTQgfGIr3Ha&#10;+C6yTRP49RgJie0+fc9brucwqBPF1AtbuF5UoIhbcT13FnZv26s7UCkjOxyEycIXJVivzs+WWDuZ&#10;+JVOTe5UCeFUowWf81hrnVpPAdNCRuLC7SUGzAXGTruIUwkPgzZVdaMD9lwaPI706Kk9Np/BwvTU&#10;fhzM/t357zjKtnmRgxnE2suLefMAKtOc/8V/7mdX5pt7cwu/75Qb9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nqpO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kuK8gA&#10;AADeAAAADwAAAGRycy9kb3ducmV2LnhtbESPQU/DMAyF70j7D5EncWMpPcAoy6qyMQkhJrQBd9OY&#10;tlviVE3Yyr/HByRutt7ze58X5eidOtEQu8AGrmcZKOI62I4bA+9vm6s5qJiQLbrAZOCHIpTLycUC&#10;CxvOvKPTPjVKQjgWaKBNqS+0jnVLHuMs9MSifYXBY5J1aLQd8Czh3uk8y260x46locWeVi3Vx/23&#10;N7B5XbtDvt1VHzqtHm8/3fz5Yf1izOV0rO5BJRrTv/nv+skKfn6XC6+8IzPo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N+S4r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NWJMUA&#10;AADeAAAADwAAAGRycy9kb3ducmV2LnhtbERP22rCQBB9L/gPywi+iG6aUtHoKlIQLSh4A1/H7JgE&#10;s7Mhu43p37sFoW9zONeZLVpTioZqV1hW8D6MQBCnVhecKTifVoMxCOeRNZaWScEvOVjMO28zTLR9&#10;8IGao89ECGGXoILc+yqR0qU5GXRDWxEH7mZrgz7AOpO6xkcIN6WMo2gkDRYcGnKs6Cun9H78MQqa&#10;/faabRpXfd/Hfff5cV2vd/qiVK/bLqcgPLX+X/xyb3SYH0/iCfy9E26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Q1Yk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wXeckA&#10;AADeAAAADwAAAGRycy9kb3ducmV2LnhtbESPT2/CMAzF75P2HSJP2m2k6/4ICgGNSZN2QRqMA9xM&#10;Y9qKxumSDAqfHh8m7WbLz++932TWu1YdKcTGs4HHQQaKuPS24crA+vvjYQgqJmSLrWcycKYIs+nt&#10;zQQL60+8pOMqVUpMOBZooE6pK7SOZU0O48B3xHLb++AwyRoqbQOexNy1Os+yV+2wYUmosaP3msrD&#10;6tcZmI+G85+vZ15clrstbTe7w0seMmPu7/q3MahEffoX/31/Wqmfj54EQHBkBj29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UMwXeckAAADeAAAADwAAAAAAAAAAAAAAAACYAgAA&#10;ZHJzL2Rvd25yZXYueG1sUEsFBgAAAAAEAAQA9QAAAI4DAAAAAA==&#10;" fillcolor="black" stroked="f"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O84sYA&#10;AADeAAAADwAAAGRycy9kb3ducmV2LnhtbERPS2vCQBC+F/wPyxR6qxtTKpq6ivYBgnrwcfA4zU6T&#10;JdnZkN1q7K/vCoK3+fieM5l1thYnar1xrGDQT0AQ504bLhQc9l/PIxA+IGusHZOCC3mYTXsPE8y0&#10;O/OWTrtQiBjCPkMFZQhNJqXPS7Lo+64hjtyPay2GCNtC6hbPMdzWMk2SobRoODaU2NB7SXm1+7UK&#10;jquhGW0Npd/rv8WnXr9Wi81HpdTTYzd/AxGoC3fxzb3UcX46fhnA9Z14g5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O84sYAAADe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NPp8QA&#10;AADeAAAADwAAAGRycy9kb3ducmV2LnhtbERPTWsCMRC9F/wPYQRvNesKRbdGEYvYSw/aSq/DZrrZ&#10;7mayTaKu/vpGKPQ2j/c5i1VvW3EmH2rHCibjDARx6XTNlYKP9+3jDESIyBpbx6TgSgFWy8HDAgvt&#10;Lryn8yFWIoVwKFCBibErpAylIYth7DrixH05bzEm6CupPV5SuG1lnmVP0mLNqcFgRxtDZXM4WQV+&#10;/fnS3Ph0bLLb2zXsvvufGRqlRsN+/QwiUh//xX/uV53m5/NpDvd30g1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DT6f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5cd8QA&#10;AADeAAAADwAAAGRycy9kb3ducmV2LnhtbERP22rCQBB9L/Qflin0pejGCFWjq0ihUKgUvHzAmB2T&#10;4O5syE419uu7hYJvczjXWax679SFutgENjAaZqCIy2Abrgwc9u+DKagoyBZdYDJwowir5ePDAgsb&#10;rryly04qlUI4FmigFmkLrWNZk8c4DC1x4k6h8ygJdpW2HV5TuHc6z7JX7bHh1FBjS281lefdtzfg&#10;8qObfU7iRm4Hvcl+vGxfvqwxz0/9eg5KqJe7+N/9YdP8fDYew9876Qa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+XHfEAAAA3g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eFWcUA&#10;AADeAAAADwAAAGRycy9kb3ducmV2LnhtbERPS0sDMRC+C/0PYYTebNatiK5NSx8U9uLBtdLrdDPd&#10;LE0myyZtt/56Iwje5uN7zmwxOCsu1IfWs4LHSQaCuPa65UbB7nP78AIiRGSN1jMpuFGAxXx0N8NC&#10;+yt/0KWKjUghHApUYGLsCilDbchhmPiOOHFH3zuMCfaN1D1eU7izMs+yZ+mw5dRgsKO1ofpUnZ2C&#10;TdXZfFeaVdh/vR8Otvze0n6j1Ph+WL6BiDTEf/Gfu9Rpfv46fYLfd9INc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x4VZxQAAAN4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6S9MMA&#10;AADeAAAADwAAAGRycy9kb3ducmV2LnhtbERPTWsCMRC9C/6HMEJvmmip2q1RRCoInrR66G1Iprur&#10;m8myie723zeC0Ns83ucsVp2rxJ2aUHrWMB4pEMTG25JzDaev7XAOIkRki5Vn0vBLAVbLfm+BmfUt&#10;H+h+jLlIIRwy1FDEWGdSBlOQwzDyNXHifnzjMCbY5NI22KZwV8mJUlPpsOTUUGBNm4LM9XhzGi5b&#10;ufdGoTmfzu3Ozr4/p1QprV8G3foDRKQu/ouf7p1N8yfvr2/weCfd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6S9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T/5MQA&#10;AADeAAAADwAAAGRycy9kb3ducmV2LnhtbERPTYvCMBC9C/6HMAt703QriFuNogsLi+JBXZY9js3Y&#10;ljaTkkSt/94Igrd5vM+ZLTrTiAs5X1lW8DFMQBDnVldcKPg9fA8mIHxA1thYJgU38rCY93szzLS9&#10;8o4u+1CIGMI+QwVlCG0mpc9LMuiHtiWO3Mk6gyFCV0jt8BrDTSPTJBlLgxXHhhJb+iopr/dno+D/&#10;vOHTdrReulX4s93B1+lxUiv1/tYtpyACdeElfrp/dJyffo7G8Hgn3i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0/+TEAAAA3g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WPDcYA&#10;AADeAAAADwAAAGRycy9kb3ducmV2LnhtbERPTWsCMRC9F/wPYYTeatZVW90aRQuFXgS1HvQ2bqa7&#10;i5vJmqS67a83BaG3ebzPmc5bU4sLOV9ZVtDvJSCIc6srLhTsPt+fxiB8QNZYWyYFP+RhPus8TDHT&#10;9sobumxDIWII+wwVlCE0mZQ+L8mg79mGOHJf1hkMEbpCaofXGG5qmSbJszRYcWwosaG3kvLT9tso&#10;WE7Gy/N6yKvfzfFAh/3xNEpdotRjt128ggjUhn/x3f2h4/x0MniBv3fiDX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yWPDcYAAADeAAAADwAAAAAAAAAAAAAAAACYAgAAZHJz&#10;L2Rvd25yZXYueG1sUEsFBgAAAAAEAAQA9QAAAIsDAAAAAA==&#10;" fillcolor="black" stroked="f"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wQ1cYA&#10;AADeAAAADwAAAGRycy9kb3ducmV2LnhtbESPQUsDMRCF74L/IYzgzWZtQXRtWpaCKJ62reJ1uhk3&#10;i5vJksR0/ffOQfA2w3vz3jfr7exHVSimIbCB20UFirgLduDewNvx6eYeVMrIFsfAZOCHEmw3lxdr&#10;rG04857KIfdKQjjVaMDlPNVap86Rx7QIE7FonyF6zLLGXtuIZwn3o15W1Z32OLA0OJxo56j7Onx7&#10;A+W0a5tV+Shu/xqbPob2+f3UGnN9NTePoDLN+d/8d/1iBX/5sBJ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QwQ1cYAAADeAAAADwAAAAAAAAAAAAAAAACYAgAAZHJz&#10;L2Rvd25yZXYueG1sUEsFBgAAAAAEAAQA9QAAAIs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zxR8UA&#10;AADeAAAADwAAAGRycy9kb3ducmV2LnhtbERPTWvCQBC9F/wPywje6kYL0kRXEWmL9lIbBT0O2TEb&#10;zM6G7BrT/vpuodDbPN7nLFa9rUVHra8cK5iMExDEhdMVlwqOh9fHZxA+IGusHZOCL/KwWg4eFphp&#10;d+dP6vJQihjCPkMFJoQmk9IXhiz6sWuII3dxrcUQYVtK3eI9httaTpNkJi1WHBsMNrQxVFzzm1Xg&#10;J5uX07v9Trvzm+GPfGdm+9IoNRr26zmIQH34F/+5tzrOn6ZPKfy+E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7PFHxQAAAN4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937F6" w:rsidRDefault="001937F6" w:rsidP="001937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1937F6" w:rsidRPr="0081108E" w:rsidRDefault="001937F6" w:rsidP="001937F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81108E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1937F6" w:rsidRPr="0081108E" w:rsidRDefault="001937F6" w:rsidP="001937F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1937F6" w:rsidRPr="0081108E" w:rsidRDefault="001937F6" w:rsidP="001937F6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proofErr w:type="gramStart"/>
      <w:r>
        <w:rPr>
          <w:rFonts w:ascii="Times New Roman" w:eastAsia="Calibri" w:hAnsi="Times New Roman" w:cs="Times New Roman"/>
          <w:lang w:val="en-US"/>
        </w:rPr>
        <w:t>I</w:t>
      </w:r>
      <w:r w:rsidRPr="0081108E">
        <w:rPr>
          <w:rFonts w:ascii="Times New Roman" w:eastAsia="Calibri" w:hAnsi="Times New Roman" w:cs="Times New Roman"/>
          <w:lang w:val="en-US"/>
        </w:rPr>
        <w:t>V</w:t>
      </w:r>
      <w:r w:rsidRPr="0081108E">
        <w:rPr>
          <w:rFonts w:ascii="Times New Roman" w:eastAsia="Calibri" w:hAnsi="Times New Roman" w:cs="Times New Roman"/>
          <w:color w:val="FF0000"/>
          <w:lang w:val="uk-UA"/>
        </w:rPr>
        <w:t xml:space="preserve">  </w:t>
      </w:r>
      <w:r w:rsidRPr="0081108E">
        <w:rPr>
          <w:rFonts w:ascii="Times New Roman" w:eastAsia="Calibri" w:hAnsi="Times New Roman" w:cs="Times New Roman"/>
          <w:lang w:val="uk-UA"/>
        </w:rPr>
        <w:t>сесії</w:t>
      </w:r>
      <w:proofErr w:type="gramEnd"/>
      <w:r w:rsidRPr="0081108E">
        <w:rPr>
          <w:rFonts w:ascii="Times New Roman" w:eastAsia="Calibri" w:hAnsi="Times New Roman" w:cs="Times New Roman"/>
          <w:lang w:val="uk-UA"/>
        </w:rPr>
        <w:t xml:space="preserve"> сільської ради  </w:t>
      </w:r>
      <w:r w:rsidRPr="0081108E">
        <w:rPr>
          <w:rFonts w:ascii="Times New Roman" w:eastAsia="Calibri" w:hAnsi="Times New Roman" w:cs="Times New Roman"/>
          <w:lang w:val="en-US"/>
        </w:rPr>
        <w:t>VIII</w:t>
      </w:r>
      <w:r w:rsidRPr="0081108E">
        <w:rPr>
          <w:rFonts w:ascii="Times New Roman" w:eastAsia="Calibri" w:hAnsi="Times New Roman" w:cs="Times New Roman"/>
          <w:lang w:val="uk-UA"/>
        </w:rPr>
        <w:t xml:space="preserve"> скликання</w:t>
      </w:r>
    </w:p>
    <w:p w:rsidR="001937F6" w:rsidRPr="0081108E" w:rsidRDefault="001937F6" w:rsidP="001937F6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1937F6" w:rsidRPr="0081108E" w:rsidRDefault="001937F6" w:rsidP="001937F6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23.12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.2020р.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           Крупець                                        №_____</w:t>
      </w:r>
    </w:p>
    <w:p w:rsidR="001937F6" w:rsidRPr="00A32618" w:rsidRDefault="001937F6" w:rsidP="001937F6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1937F6" w:rsidRPr="00A32618" w:rsidRDefault="001937F6" w:rsidP="001937F6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1937F6" w:rsidRPr="00A32618" w:rsidRDefault="001937F6" w:rsidP="001937F6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1937F6" w:rsidRPr="00A32618" w:rsidRDefault="001937F6" w:rsidP="001937F6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A32618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1937F6" w:rsidRPr="00A32618" w:rsidRDefault="001937F6" w:rsidP="001937F6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proofErr w:type="gramStart"/>
      <w:r w:rsidRPr="00A32618">
        <w:rPr>
          <w:rFonts w:ascii="Times New Roman" w:eastAsia="Calibri" w:hAnsi="Times New Roman" w:cs="Times New Roman"/>
          <w:b/>
          <w:sz w:val="24"/>
        </w:rPr>
        <w:t>техн</w:t>
      </w:r>
      <w:proofErr w:type="gramEnd"/>
      <w:r w:rsidRPr="00A32618">
        <w:rPr>
          <w:rFonts w:ascii="Times New Roman" w:eastAsia="Calibri" w:hAnsi="Times New Roman" w:cs="Times New Roman"/>
          <w:b/>
          <w:sz w:val="24"/>
        </w:rPr>
        <w:t>ічної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документації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1937F6" w:rsidRPr="00A32618" w:rsidRDefault="001937F6" w:rsidP="001937F6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встановлення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(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відновлення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) меж </w:t>
      </w:r>
    </w:p>
    <w:p w:rsidR="001937F6" w:rsidRPr="00A32618" w:rsidRDefault="001937F6" w:rsidP="001937F6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натурі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(на </w:t>
      </w:r>
      <w:proofErr w:type="spellStart"/>
      <w:proofErr w:type="gramStart"/>
      <w:r w:rsidRPr="00A32618">
        <w:rPr>
          <w:rFonts w:ascii="Times New Roman" w:eastAsia="Calibri" w:hAnsi="Times New Roman" w:cs="Times New Roman"/>
          <w:b/>
          <w:sz w:val="24"/>
        </w:rPr>
        <w:t>м</w:t>
      </w:r>
      <w:proofErr w:type="gramEnd"/>
      <w:r w:rsidRPr="00A32618">
        <w:rPr>
          <w:rFonts w:ascii="Times New Roman" w:eastAsia="Calibri" w:hAnsi="Times New Roman" w:cs="Times New Roman"/>
          <w:b/>
          <w:sz w:val="24"/>
        </w:rPr>
        <w:t>ісцевості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>)</w:t>
      </w:r>
    </w:p>
    <w:p w:rsidR="001937F6" w:rsidRDefault="001937F6" w:rsidP="001937F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uk-UA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uk-UA"/>
        </w:rPr>
        <w:t xml:space="preserve"> сільській раді</w:t>
      </w:r>
    </w:p>
    <w:p w:rsidR="001937F6" w:rsidRDefault="001937F6" w:rsidP="001937F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uk-UA"/>
        </w:rPr>
      </w:pPr>
    </w:p>
    <w:p w:rsidR="001937F6" w:rsidRPr="00DC724A" w:rsidRDefault="001937F6" w:rsidP="001937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DC724A">
        <w:rPr>
          <w:rFonts w:ascii="Times New Roman" w:eastAsia="Calibri" w:hAnsi="Times New Roman" w:cs="Times New Roman"/>
          <w:sz w:val="24"/>
          <w:lang w:val="uk-UA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землеустрій», </w:t>
      </w:r>
      <w:r w:rsidRPr="00DA6C6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A32618">
        <w:rPr>
          <w:rFonts w:ascii="Times New Roman" w:eastAsia="Calibri" w:hAnsi="Times New Roman" w:cs="Times New Roman"/>
          <w:sz w:val="24"/>
          <w:lang w:val="uk-UA"/>
        </w:rPr>
        <w:t>,</w:t>
      </w:r>
      <w:r w:rsidRPr="00DC724A">
        <w:rPr>
          <w:rFonts w:ascii="Times New Roman" w:eastAsia="Calibri" w:hAnsi="Times New Roman" w:cs="Times New Roman"/>
          <w:sz w:val="24"/>
          <w:lang w:val="uk-UA"/>
        </w:rPr>
        <w:t xml:space="preserve"> сільська рада</w:t>
      </w:r>
    </w:p>
    <w:p w:rsidR="001937F6" w:rsidRPr="001937F6" w:rsidRDefault="001937F6" w:rsidP="001937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1937F6">
        <w:rPr>
          <w:rFonts w:ascii="Times New Roman" w:eastAsia="Calibri" w:hAnsi="Times New Roman" w:cs="Times New Roman"/>
          <w:sz w:val="24"/>
          <w:lang w:val="uk-UA"/>
        </w:rPr>
        <w:t>ВИРІШИЛА:</w:t>
      </w:r>
    </w:p>
    <w:p w:rsidR="001937F6" w:rsidRPr="001937F6" w:rsidRDefault="001937F6" w:rsidP="001937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1937F6" w:rsidRDefault="001937F6" w:rsidP="001937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1937F6">
        <w:rPr>
          <w:rFonts w:ascii="Times New Roman" w:eastAsia="Calibri" w:hAnsi="Times New Roman" w:cs="Times New Roman"/>
          <w:sz w:val="24"/>
          <w:lang w:val="uk-UA"/>
        </w:rPr>
        <w:t xml:space="preserve">        1.Надати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сільській раді</w:t>
      </w:r>
      <w:r w:rsidRPr="00A32618">
        <w:rPr>
          <w:rFonts w:ascii="Times New Roman" w:eastAsia="Calibri" w:hAnsi="Times New Roman" w:cs="Times New Roman"/>
          <w:sz w:val="24"/>
          <w:lang w:val="uk-UA"/>
        </w:rPr>
        <w:t>, дозвіл на розробку технічної документації із землеустрою щодо встановлення (відновлення) меж земельної ділянки в нат</w:t>
      </w:r>
      <w:r>
        <w:rPr>
          <w:rFonts w:ascii="Times New Roman" w:eastAsia="Calibri" w:hAnsi="Times New Roman" w:cs="Times New Roman"/>
          <w:sz w:val="24"/>
          <w:lang w:val="uk-UA"/>
        </w:rPr>
        <w:t>урі (на місцевості),  площею 0,0955</w:t>
      </w:r>
      <w:r w:rsidRPr="00A32618">
        <w:rPr>
          <w:rFonts w:ascii="Times New Roman" w:eastAsia="Calibri" w:hAnsi="Times New Roman" w:cs="Times New Roman"/>
          <w:sz w:val="24"/>
          <w:lang w:val="uk-UA"/>
        </w:rPr>
        <w:t xml:space="preserve"> га,  </w:t>
      </w:r>
      <w:r>
        <w:rPr>
          <w:rFonts w:ascii="Times New Roman" w:eastAsia="Calibri" w:hAnsi="Times New Roman" w:cs="Times New Roman"/>
          <w:sz w:val="24"/>
          <w:lang w:val="uk-UA"/>
        </w:rPr>
        <w:t>(</w:t>
      </w:r>
      <w:r w:rsidRPr="0093561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16.00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)</w:t>
      </w:r>
      <w:r w:rsidRPr="0093561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землі запасу (земельні ділянки кожної категорії земель, які не надані у власність або користування громадянам чи юридичним особам) земельні ділянки кожної категорії земель, які не надані у власність або користування громадянам чи юридичним особам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</w:p>
    <w:p w:rsidR="001937F6" w:rsidRPr="00A32618" w:rsidRDefault="001937F6" w:rsidP="001937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 xml:space="preserve">        2.Крупецькій сільській раді</w:t>
      </w:r>
      <w:r w:rsidRPr="00A32618">
        <w:rPr>
          <w:rFonts w:ascii="Times New Roman" w:eastAsia="Calibri" w:hAnsi="Times New Roman" w:cs="Times New Roman"/>
          <w:sz w:val="24"/>
          <w:lang w:val="uk-UA"/>
        </w:rPr>
        <w:t>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1937F6" w:rsidRPr="00A32618" w:rsidRDefault="001937F6" w:rsidP="001937F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  <w:bookmarkStart w:id="0" w:name="_GoBack"/>
      <w:bookmarkEnd w:id="0"/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1937F6" w:rsidRPr="001937F6" w:rsidRDefault="001937F6" w:rsidP="001937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4E748C" w:rsidRPr="001937F6" w:rsidRDefault="001937F6" w:rsidP="001937F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81108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    Валерій   МИХАЛЮК</w:t>
      </w:r>
    </w:p>
    <w:sectPr w:rsidR="004E748C" w:rsidRPr="001937F6" w:rsidSect="001937F6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1937F6"/>
    <w:rsid w:val="00171A2E"/>
    <w:rsid w:val="001937F6"/>
    <w:rsid w:val="00304C90"/>
    <w:rsid w:val="004E748C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7F6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284</Words>
  <Characters>1623</Characters>
  <Application>Microsoft Office Word</Application>
  <DocSecurity>0</DocSecurity>
  <Lines>13</Lines>
  <Paragraphs>3</Paragraphs>
  <ScaleCrop>false</ScaleCrop>
  <Company>Microsoft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2020-12-10T13:17:00Z</dcterms:created>
  <dcterms:modified xsi:type="dcterms:W3CDTF">2020-12-10T13:18:00Z</dcterms:modified>
</cp:coreProperties>
</file>