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D10" w:rsidRPr="00D815F3" w:rsidRDefault="005B4D10" w:rsidP="005B4D1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 w:rsidRPr="001869AA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5B4D10" w:rsidRPr="00D815F3" w:rsidRDefault="005B4D10" w:rsidP="005B4D1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5B4D10" w:rsidRPr="001869AA" w:rsidRDefault="005B4D10" w:rsidP="005B4D1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9664" name="Группа 9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966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668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kUcMA&#10;AADdAAAADwAAAGRycy9kb3ducmV2LnhtbESPzarCMBSE94LvEI7gTtOrWL29RhFRcSGIf/tDc2zL&#10;bU5KE7W+vREEl8PMfMNM540pxZ1qV1hW8NOPQBCnVhecKTif1r0JCOeRNZaWScGTHMxn7dYUE20f&#10;fKD70WciQNglqCD3vkqkdGlOBl3fVsTBu9raoA+yzqSu8RHgppSDKIqlwYLDQo4VLXNK/483o8AO&#10;N9vdJRschisee17sJ9dLs1Oq22kWfyA8Nf4b/rS3WsFvHI/g/SY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IkU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Z+KMcA&#10;AADdAAAADwAAAGRycy9kb3ducmV2LnhtbESPT2sCMRTE74V+h/AKvUjNtoe0bo1ShO2/g6AVvD42&#10;r5vVzcuSpLr10xuh0OMwM79hpvPBdeJAIbaeNdyPCxDEtTctNxo2X9XdE4iYkA12nknDL0WYz66v&#10;plgaf+QVHdapERnCsUQNNqW+lDLWlhzGse+Js/ftg8OUZWikCXjMcNfJh6JQ0mHLecFiTwtL9X79&#10;4zTsqqXdLh5Pr2E0WdFpVH2+dR9K69ub4eUZRKIh/Yf/2u9Gw0QpBZc3+QnI2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WfijHAAAA3Q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K5zMMA&#10;AADdAAAADwAAAGRycy9kb3ducmV2LnhtbESP3YrCMBCF74V9hzALeyOa7gpVq1FkURFvxJ8HGJqx&#10;KTaT0kTbffuNIHh5OD8fZ77sbCUe1PjSsYLvYQKCOHe65ELB5bwZTED4gKyxckwK/sjDcvHRm2Om&#10;XctHepxCIeII+wwVmBDqTEqfG7Loh64mjt7VNRZDlE0hdYNtHLeV/EmSVFosORIM1vRrKL+d7jZC&#10;DiM87K/tebPtsMX13nB/dVTq67NbzUAE6sI7/GrvtIJpmo7h+SY+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K5z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LUmMQA&#10;AADdAAAADwAAAGRycy9kb3ducmV2LnhtbERPTUsDMRC9C/6HMEJvbdZaW12bFqkKUujBKoi3YTPd&#10;XdxMQjLtbv+9ORQ8Pt73cj24Tp0optazgdtJAYq48rbl2sDX59v4AVQSZIudZzJwpgTr1fXVEkvr&#10;e/6g015qlUM4lWigEQml1qlqyGGa+ECcuYOPDiXDWGsbsc/hrtPTophrhy3nhgYDbRqqfvdHZ2DX&#10;v4btYn5/CD9xNtXpxcr3RowZ3QzPT6CEBvkXX9zv1sDj4i7vz2/yE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C1J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Wko8UA&#10;AADdAAAADwAAAGRycy9kb3ducmV2LnhtbESP3WrCQBCF7wu+wzJCb4pubKCt0U0QqaXkRvx5gCE7&#10;ZoPZ2ZDdmvj2bqHQy8P5+TjrYrStuFHvG8cKFvMEBHHldMO1gvNpN/sA4QOyxtYxKbiThyKfPK0x&#10;027gA92OoRZxhH2GCkwIXSalrwxZ9HPXEUfv4nqLIcq+lrrHIY7bVr4myZu02HAkGOxoa6i6Hn9s&#10;hOxT3JeX4bT7GnHAz9Lwy+ag1PN03KxABBrDf/iv/a0VLN/TB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9aSj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zvdMYA&#10;AADdAAAADwAAAGRycy9kb3ducmV2LnhtbESPQUsDMRSE70L/Q3iCN5t11VbXpkWqghQ8WIXS22Pz&#10;urt08xKSZ3f990YQPA4z8w2zWI2uVyeKqfNs4GpagCKuve24MfD58XJ5ByoJssXeMxn4pgSr5eRs&#10;gZX1A7/TaSuNyhBOFRpoRUKldapbcpimPhBn7+CjQ8kyNtpGHDLc9bosipl22HFeaDHQuqX6uP1y&#10;Bt6G57CZz24PYR9vSp2erOzWYszF+fj4AEpolP/wX/vVGrifX5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zvd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DqkccA&#10;AADdAAAADwAAAGRycy9kb3ducmV2LnhtbESPUUvDMBSF3wX/Q7iCL+JSLZuuLhtuEDZQGE5hr5fm&#10;ri02NyXJ1u7fLwPBx8M55zuc2WKwrTiRD41jBU+jDARx6UzDlYKfb/34CiJEZIOtY1JwpgCL+e3N&#10;DAvjev6i0y5WIkE4FKigjrErpAxlTRbDyHXEyTs4bzEm6StpPPYJblv5nGUTabHhtFBjR6uayt/d&#10;0SpYbvsq9w/lcnAfh/V+rLXRn1qp+7vh/Q1EpCH+h//aG6Ng+pLncH2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Q6p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ooMUA&#10;AADdAAAADwAAAGRycy9kb3ducmV2LnhtbESPzWrDMBCE74G+g9hCb4mcvzZ1o4SQYighl7p9gMXa&#10;Wk6slZEUx337qhDIcZiZb5j1drCt6MmHxrGC6SQDQVw53XCt4PurGK9AhIissXVMCn4pwHbzMFpj&#10;rt2VP6kvYy0ShEOOCkyMXS5lqAxZDBPXESfvx3mLMUlfS+3xmuC2lbMse5YWG04LBjvaG6rO5cUq&#10;KA6zY3++aF+43bCwtDSn1btR6ulx2L2BiDTEe/jW/tAKXl/mC/h/k5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ASig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XXfscA&#10;AADdAAAADwAAAGRycy9kb3ducmV2LnhtbESPQWsCMRSE74L/ITyhF6nZKrZ1NYoWggULpbbQ62Pz&#10;3F26eVmS1N3+e1MQPA4z8w2z2vS2EWfyoXas4GGSgSAunKm5VPD1qe+fQYSIbLBxTAr+KMBmPRys&#10;MDeu4w86H2MpEoRDjgqqGNtcylBUZDFMXEucvJPzFmOSvpTGY5fgtpHTLHuUFmtOCxW29FJR8XP8&#10;tQp271058+Ni17vDaf8919roN63U3ajfLkFE6uMtfG2/GgWLp9kc/t+k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113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8TTMUA&#10;AADdAAAADwAAAGRycy9kb3ducmV2LnhtbESP0WoCMRRE3wX/IdxC3zRbq9ZujSKWhSK+qP2Ay+Z2&#10;s3VzsyRx3f69KQg+DjNzhlmue9uIjnyoHSt4GWcgiEuna64UfJ+K0QJEiMgaG8ek4I8CrFfDwRJz&#10;7a58oO4YK5EgHHJUYGJscylDachiGLuWOHk/zluMSfpKao/XBLeNnGTZXFqsOS0YbGlrqDwfL1ZB&#10;sZvsu/NF+8Jt+qmlmfldfBqlnp/6zQeISH18hO/tL63g/e11Dv9v0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nxNM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s8cEA&#10;AADdAAAADwAAAGRycy9kb3ducmV2LnhtbESP3YrCMBSE7xd8h3AE79bU9b8aZREUvbT6AIfm2Bab&#10;k9pEW9/eCIKXw8x8wyzXrSnFg2pXWFYw6EcgiFOrC84UnE/b3xkI55E1lpZJwZMcrFednyXG2jZ8&#10;pEfiMxEg7GJUkHtfxVK6NCeDrm8r4uBdbG3QB1lnUtfYBLgp5V8UTaTBgsNCjhVtckqvyd0oGD2b&#10;3S0ZX6OtNjQ4DKsD+3SsVK/b/i9AeGr9N/xp77WC+XQ4hfeb8AT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WrPH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shn8IA&#10;AADdAAAADwAAAGRycy9kb3ducmV2LnhtbERPTWvCQBC9F/wPywjemo0KVlNXESUiPdWY9jxkxyQ0&#10;Oxuya4z/vnsQPD7e93o7mEb01LnasoJpFIMgLqyuuVSQX9L3JQjnkTU2lknBgxxsN6O3NSba3vlM&#10;feZLEULYJaig8r5NpHRFRQZdZFviwF1tZ9AH2JVSd3gP4aaRszheSIM1h4YKW9pXVPxlN6Pgtvid&#10;5Xz90t/Z4XFcHdKdkz+lUpPxsPsE4WnwL/HTfdIKVh/zMDe8CU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myG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T7A8gA&#10;AADdAAAADwAAAGRycy9kb3ducmV2LnhtbESPQWvCQBSE74L/YXlCb7ppLdFEV2kLgnpQqvbQ2zP7&#10;mqTNvo3Zrab/3hWEHoeZ+YaZzltTiTM1rrSs4HEQgSDOrC45V3DYL/pjEM4ja6wsk4I/cjCfdTtT&#10;TLW98Duddz4XAcIuRQWF93UqpcsKMugGtiYO3pdtDPogm1zqBi8Bbir5FEWxNFhyWCiwpreCsp/d&#10;r1HwsR3HyfZ19fy93hxxaPTpU5exUg+99mUCwlPr/8P39lIrSEbDBG5vw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dPs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DjEMIA&#10;AADdAAAADwAAAGRycy9kb3ducmV2LnhtbERPy4rCMBTdC/5DuIK7MfWBj2oUdRgVV77A7aW5tsXm&#10;pjQZrfP1ZjHg8nDes0VtCvGgyuWWFXQ7EQjixOqcUwWX88/XGITzyBoLy6TgRQ4W82ZjhrG2Tz7S&#10;4+RTEULYxagg876MpXRJRgZdx5bEgbvZyqAPsEqlrvAZwk0he1E0lAZzDg0ZlrTOKLmffo2Cv+EV&#10;D27bW333tafXYLyx+8NGqXarXk5BeKr9R/zv3mkFk9Eg7A9vwhO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OMQ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QVM8UA&#10;AADdAAAADwAAAGRycy9kb3ducmV2LnhtbESP0WrCQBRE34X+w3ILfTMbJdWaupEiFvpWTfsBl+zt&#10;JiR7N2ZXTfv1XUHwcZiZM8x6M9pOnGnwjWMFsyQFQVw53bBR8P31Pn0B4QOyxs4xKfglD5viYbLG&#10;XLsLH+hcBiMihH2OCuoQ+lxKX9Vk0SeuJ47ejxsshigHI/WAlwi3nZyn6UJabDgu1NjTtqaqLU9W&#10;wdHNn/VY7vCz3a32jTHZ8e+QKfX0OL69ggg0hnv41v7QClbLbAbXN/EJy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pBU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cBLMUA&#10;AADdAAAADwAAAGRycy9kb3ducmV2LnhtbESPzW7CMBCE70h9B2srcSMOlPITMKitVIkrtAeOi70k&#10;gXidxgYCT18jIXEczcw3mvmytZU4U+NLxwr6SQqCWDtTcq7g9+e7NwHhA7LByjEpuJKH5eKlM8fM&#10;uAuv6bwJuYgQ9hkqKEKoMym9LsiiT1xNHL29ayyGKJtcmgYvEW4rOUjTkbRYclwosKavgvRxc7IK&#10;VuWO3kd6P7WTT73e3v7C2/hglOq+th8zEIHa8Aw/2iujYDoeDuD+Jj4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wE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JXQ8IA&#10;AADdAAAADwAAAGRycy9kb3ducmV2LnhtbERPW2vCMBR+H/gfwhH2NlMvzNkZRYWB4iboxL0emmNT&#10;bE5KE2v992Yw2ON355vOW1uKhmpfOFbQ7yUgiDOnC84VHL8/Xt5A+ICssXRMCu7kYT7rPE0x1e7G&#10;e2oOIRexhH2KCkwIVSqlzwxZ9D1XEUft7GqLIcI6l7rGWyy3pRwkyau0WHBcMFjRylB2OVytggZ3&#10;9+THLL8mm+IzG+yWp62OvHrutot3EIHa8G/+S6+1gsl4NITfN/EJ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ld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BxV8UA&#10;AADdAAAADwAAAGRycy9kb3ducmV2LnhtbESPQUvDQBSE74L/YXmCN7sxFK2x21IKFY+a9uDxmX3N&#10;pmbfC7trE/31riB4HGbmG2a5nnyvzhRiJ2zgdlaAIm7EdtwaOOx3NwtQMSFb7IXJwBdFWK8uL5ZY&#10;WRn5lc51alWGcKzQgEtpqLSOjSOPcSYDcfaOEjymLEOrbcAxw32vy6K40x47zgsOB9o6aj7qT29g&#10;fGreT+XxzbrvMMiufpFT2Ysx11fT5hFUoin9h//az9bAw/18Dr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wHFX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eSa8cA&#10;AADdAAAADwAAAGRycy9kb3ducmV2LnhtbESP3WoCMRSE7wu+QziF3tVspa26GsVqBRFF/Ls/3Zzu&#10;rk1Olk3U7ds3QsHLYWa+YYbjxhpxodqXjhW8tBMQxJnTJecKDvv5cw+ED8gajWNS8EsexqPWwxBT&#10;7a68pcsu5CJC2KeooAihSqX0WUEWfdtVxNH7drXFEGWdS13jNcKtkZ0keZcWS44LBVY0LSj72Z2t&#10;gvlmZk6d9XZylGH62f0yveXHbKXU02MzGYAI1IR7+L+90Ar63dc3uL2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nkm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LBpccA&#10;AADdAAAADwAAAGRycy9kb3ducmV2LnhtbESPQWvCQBSE74L/YXmCl9JsatWm0VWKUFRQaG2h12f2&#10;mQSzb0N2jem/7woFj8PMfMPMl52pREuNKy0reIpiEMSZ1SXnCr6/3h8TEM4ja6wsk4JfcrBc9Htz&#10;TLW98ie1B5+LAGGXooLC+zqV0mUFGXSRrYmDd7KNQR9kk0vd4DXATSVHcTyVBksOCwXWtCooOx8u&#10;RkH7sTvmm9bV23Py4CbPx/V6r3+UGg66txkIT52/h//bG63g9WU8hdub8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Swa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8Y98cA&#10;AADdAAAADwAAAGRycy9kb3ducmV2LnhtbESPzWsCMRTE74X+D+EVvNWsYv1YjaJCoZeCXwe9PTfP&#10;3cXNy5qkuu1f3wiCx2FmfsNMZo2pxJWcLy0r6LQTEMSZ1SXnCnbbz/chCB+QNVaWScEveZhNX18m&#10;mGp74zVdNyEXEcI+RQVFCHUqpc8KMujbtiaO3sk6gyFKl0vt8BbhppLdJOlLgyXHhQJrWhaUnTc/&#10;RsFiNFxcVj3+/lsfD3TYH88fXZco1Xpr5mMQgZrwDD/aX1rBaNAbwP1NfA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/GPfHAAAA3QAAAA8AAAAAAAAAAAAAAAAAmAIAAGRy&#10;cy9kb3ducmV2LnhtbFBLBQYAAAAABAAEAPUAAACMAwAAAAA=&#10;" fillcolor="black" stroked="f"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Pi8UA&#10;AADdAAAADwAAAGRycy9kb3ducmV2LnhtbERPu27CMBTdkfoP1q3UDZyiQkOKQaUFCQk68BgYb+Pb&#10;xEp8HcUupP16PCAxHp33dN7ZWpyp9caxgudBAoI4d9pwoeB4WPVTED4ga6wdk4I/8jCfPfSmmGl3&#10;4R2d96EQMYR9hgrKEJpMSp+XZNEPXEMcuR/XWgwRtoXULV5iuK3lMEnG0qLh2FBiQx8l5dX+1yo4&#10;bcYm3Rkafm//F0u9HVWLr89KqafH7v0NRKAu3MU391ormLy+xLnxTXwC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yU+L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DUpcYA&#10;AADdAAAADwAAAGRycy9kb3ducmV2LnhtbESPQWsCMRSE74L/ITzBm2YtYnVrFLEUvXioben1sXnd&#10;bHfzsk2irv76piD0OMzMN8xy3dlGnMmHyrGCyTgDQVw4XXGp4P3tZTQHESKyxsYxKbhSgPWq31ti&#10;rt2FX+l8jKVIEA45KjAxtrmUoTBkMYxdS5y8L+ctxiR9KbXHS4LbRj5k2UxarDgtGGxpa6iojyer&#10;wG8+n+sbnz7q7Ha4ht139zNHo9Rw0G2eQETq4n/43t5rBYvH6QL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DUp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dOV8MA&#10;AADdAAAADwAAAGRycy9kb3ducmV2LnhtbERPzWrCQBC+C77DMoVeRDcVqjVmI1IoFCqC1gcYs2MS&#10;ujsbslONffruodDjx/dfbAbv1JX62AY28DTLQBFXwbZcGzh9vk1fQEVBtugCk4E7RdiU41GBuQ03&#10;PtD1KLVKIRxzNNCIdLnWsWrIY5yFjjhxl9B7lAT7WtsebyncOz3PsoX22HJqaLCj14aqr+O3N+Dm&#10;Z7f6WMad3E96l/14OUz21pjHh2G7BiU0yL/4z/1uDayWz2l/epOeg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dOV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fkiMYA&#10;AADdAAAADwAAAGRycy9kb3ducmV2LnhtbESPT2sCMRTE74V+h/AK3mpWwf5ZjVIVYS8eurV4fW6e&#10;m6XJy7KJuvbTm0LB4zAzv2Fmi95ZcaYuNJ4VjIYZCOLK64ZrBbuvzfMbiBCRNVrPpOBKARbzx4cZ&#10;5tpf+JPOZaxFgnDIUYGJsc2lDJUhh2HoW+LkHX3nMCbZ1VJ3eElwZ+U4y16kw4bTgsGWVoaqn/Lk&#10;FKzL1o53hVmG/ff2cLDF74b2a6UGT/3HFESkPt7D/+1CK3h/nYzg7016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fki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I1TsQA&#10;AADdAAAADwAAAGRycy9kb3ducmV2LnhtbESPzWsCMRTE70L/h/AKvWlSwY+uRimlguDJr0Nvj+S5&#10;u7p5WTbR3f73RhA8DjPzG2a+7FwlbtSE0rOGz4ECQWy8LTnXcNiv+lMQISJbrDyThn8KsFy89eaY&#10;Wd/ylm67mIsE4ZChhiLGOpMymIIchoGviZN38o3DmGSTS9tgm+CukkOlxtJhyWmhwJp+CjKX3dVp&#10;OK/kxhuF5ng4tms7+fsdU6W0/njvvmcgInXxFX6211bD12Q0hMeb9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SNU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cy+8cA&#10;AADdAAAADwAAAGRycy9kb3ducmV2LnhtbESPQWvCQBSE74X+h+UVvNVNFa1NXUMqCFLxUC2lx9fs&#10;MwnJvg27q8Z/3xUEj8PMfMPMs9604kTO15YVvAwTEMSF1TWXCr73q+cZCB+QNbaWScGFPGSLx4c5&#10;ptqe+YtOu1CKCGGfooIqhC6V0hcVGfRD2xFH72CdwRClK6V2eI5w08pRkkylwZrjQoUdLSsqmt3R&#10;KPg9bviwHX/m7iP82H7vm9HfrFFq8NTn7yAC9eEevrXXWsHb62QM1zfxCc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HMvv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QQXcgA&#10;AADdAAAADwAAAGRycy9kb3ducmV2LnhtbESPT2vCQBTE7wW/w/KE3uqm4t+YVbRQ6KVQbQ96e8m+&#10;JsHs27i71bSfvisIHoeZ+Q2TrTrTiDM5X1tW8DxIQBAXVtdcKvj6fH2agfABWWNjmRT8kofVsveQ&#10;Yarthbd03oVSRAj7FBVUIbSplL6oyKAf2JY4et/WGQxRulJqh5cIN40cJslEGqw5LlTY0ktFxXH3&#10;YxRs5rPN6WPE73/b/ECHfX4cD12i1GO/Wy9ABOrCPXxrv2kF8+l4BN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dBBdyAAAAN0AAAAPAAAAAAAAAAAAAAAAAJgCAABk&#10;cnMvZG93bnJldi54bWxQSwUGAAAAAAQABAD1AAAAjQMAAAAA&#10;" fillcolor="black" stroked="f"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Px8UA&#10;AADdAAAADwAAAGRycy9kb3ducmV2LnhtbESPQUsDMRSE74L/ITzBm82q1OratCwFUTxtW0uvr5vn&#10;ZnHzsiQx3f77RhB6HGbmG2a+HG0vEvnQOVZwPylAEDdOd9wq+Nq+3T2DCBFZY++YFJwowHJxfTXH&#10;UrsjryltYisyhEOJCkyMQyllaAxZDBM3EGfv23mLMUvfSu3xmOG2lw9F8SQtdpwXDA60MtT8bH6t&#10;gnRY1dVj2iez/vRV6139vjvUSt3ejNUriEhjvIT/2x9awctsOoW/N/kJyM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RE/H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xQscA&#10;AADdAAAADwAAAGRycy9kb3ducmV2LnhtbESPQWvCQBSE74L/YXmF3urGQtMaXaWISu3FNhX0+Mi+&#10;ZoPZtyG7xtRf3y0UPA4z8w0zW/S2Fh21vnKsYDxKQBAXTldcKth/rR9eQPiArLF2TAp+yMNiPhzM&#10;MNPuwp/U5aEUEcI+QwUmhCaT0heGLPqRa4ij9+1aiyHKtpS6xUuE21o+JkkqLVYcFww2tDRUnPKz&#10;VeDHy9Xh3V4n3XFjeJdvTfpRGqXu7/rXKYhAfbiF/9tvWsHk+SmF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RMUL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B4D10" w:rsidRPr="00D815F3" w:rsidRDefault="005B4D10" w:rsidP="005B4D1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5B4D10" w:rsidRPr="001869AA" w:rsidRDefault="005B4D10" w:rsidP="005B4D1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B4D10" w:rsidRPr="001869AA" w:rsidRDefault="005B4D10" w:rsidP="005B4D1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B4D10" w:rsidRPr="001869AA" w:rsidRDefault="005B4D10" w:rsidP="005B4D1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B4D10" w:rsidRPr="00D815F3" w:rsidRDefault="005B4D10" w:rsidP="005B4D1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5B4D10" w:rsidRPr="001869AA" w:rsidRDefault="005B4D10" w:rsidP="005B4D1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5B4D10" w:rsidRPr="001869AA" w:rsidRDefault="005B4D10" w:rsidP="005B4D10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5B4D10" w:rsidRPr="001869AA" w:rsidRDefault="005B4D10" w:rsidP="005B4D1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5B4D10" w:rsidRPr="001869AA" w:rsidRDefault="005B4D10" w:rsidP="005B4D1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5B4D10" w:rsidRPr="001869AA" w:rsidRDefault="005B4D10" w:rsidP="005B4D1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9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D10" w:rsidRDefault="005B4D10" w:rsidP="005B4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699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B4D10" w:rsidRDefault="005B4D10" w:rsidP="005B4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5B4D10" w:rsidRDefault="005B4D10" w:rsidP="005B4D10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5B4D10" w:rsidRPr="001869AA" w:rsidRDefault="005B4D10" w:rsidP="005B4D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B4D10" w:rsidRDefault="005B4D10" w:rsidP="005B4D10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5B4D10" w:rsidRPr="001869AA" w:rsidRDefault="005B4D10" w:rsidP="005B4D10">
      <w:pPr>
        <w:spacing w:after="0" w:line="240" w:lineRule="auto"/>
        <w:jc w:val="center"/>
        <w:rPr>
          <w:rFonts w:ascii="Times New Roman" w:hAnsi="Times New Roman"/>
        </w:rPr>
      </w:pPr>
    </w:p>
    <w:p w:rsidR="005B4D10" w:rsidRPr="00312454" w:rsidRDefault="005B4D10" w:rsidP="005B4D1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5B4D10" w:rsidRPr="00A31AA4" w:rsidRDefault="005B4D10" w:rsidP="005B4D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B4D10" w:rsidRPr="00A31AA4" w:rsidRDefault="005B4D10" w:rsidP="005B4D10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5B4D10" w:rsidRPr="00A31AA4" w:rsidRDefault="005B4D10" w:rsidP="005B4D10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5B4D10" w:rsidRPr="00A31AA4" w:rsidRDefault="005B4D10" w:rsidP="005B4D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Базан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Л.К.</w:t>
      </w:r>
    </w:p>
    <w:p w:rsidR="005B4D10" w:rsidRPr="00A31AA4" w:rsidRDefault="005B4D10" w:rsidP="005B4D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5B4D10" w:rsidRPr="00A31AA4" w:rsidRDefault="005B4D10" w:rsidP="005B4D1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розглянувши заяву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Базан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Л.К.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</w:t>
      </w:r>
    </w:p>
    <w:p w:rsidR="005B4D10" w:rsidRPr="00A31AA4" w:rsidRDefault="005B4D10" w:rsidP="005B4D1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5B4D10" w:rsidRPr="00A31AA4" w:rsidRDefault="005B4D10" w:rsidP="005B4D1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5B4D10" w:rsidRPr="00A31AA4" w:rsidRDefault="005B4D10" w:rsidP="005B4D1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Базан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Лідії Калениківні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для ведення  особистого селянського господарства,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за рахунок (16.00) землі запасу (земельні ділянки кожної категорії земель, які не надані у власність або користування громадянам чи юридичним особам),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1,5084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га,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за межами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с.Лисиче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5B4D10" w:rsidRPr="00A31AA4" w:rsidRDefault="005B4D10" w:rsidP="005B4D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2.Передат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и</w:t>
      </w:r>
      <w:r w:rsidRPr="004D6DC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Базан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Лідії Калениківні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яка зареєстрована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за адресою: </w:t>
      </w:r>
      <w:r w:rsidR="00D27863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____________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4D6DCE">
        <w:rPr>
          <w:rFonts w:ascii="Times New Roman" w:eastAsia="Arial Unicode MS" w:hAnsi="Times New Roman"/>
          <w:sz w:val="24"/>
          <w:szCs w:val="24"/>
          <w:lang w:eastAsia="uk-UA"/>
        </w:rPr>
        <w:t>ідентифікаційн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ий номер </w:t>
      </w:r>
      <w:r w:rsidR="00D27863">
        <w:rPr>
          <w:rFonts w:ascii="Times New Roman" w:eastAsia="Arial Unicode MS" w:hAnsi="Times New Roman"/>
          <w:sz w:val="24"/>
          <w:szCs w:val="24"/>
          <w:lang w:val="en-US" w:eastAsia="uk-UA"/>
        </w:rPr>
        <w:t>_________</w:t>
      </w:r>
      <w:r w:rsidRPr="004D6DCE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у власність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земельну ділянку, площею 1,5084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га,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кадастровий номер: 6823984700:05:011:0014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 особистого селянського господарства,</w:t>
      </w:r>
      <w:r w:rsidRPr="00C518F3"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за рахунок (16.00) землі запасу (земельні ділянки кожної категорії земель, які не надані у власність або користування громадянам чи юридичним особам),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за межами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с.Лисиче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5B4D10" w:rsidRPr="00A31AA4" w:rsidRDefault="005B4D10" w:rsidP="005B4D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Базан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Л.К., якій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5B4D10" w:rsidRPr="00A31AA4" w:rsidRDefault="005B4D10" w:rsidP="005B4D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</w:t>
      </w:r>
      <w:bookmarkStart w:id="0" w:name="_GoBack"/>
      <w:bookmarkEnd w:id="0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юк Т.В.)</w:t>
      </w:r>
    </w:p>
    <w:p w:rsidR="005B4D10" w:rsidRPr="00D27863" w:rsidRDefault="005B4D10" w:rsidP="005B4D1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</w:p>
    <w:p w:rsidR="007F7F57" w:rsidRPr="00D27863" w:rsidRDefault="005B4D10" w:rsidP="00D27863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7F7F57" w:rsidRPr="00D27863" w:rsidSect="00D27863">
      <w:pgSz w:w="12240" w:h="15840"/>
      <w:pgMar w:top="1440" w:right="1440" w:bottom="56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10"/>
    <w:rsid w:val="00171A2E"/>
    <w:rsid w:val="00304C90"/>
    <w:rsid w:val="00505B6D"/>
    <w:rsid w:val="005B4D10"/>
    <w:rsid w:val="006D3977"/>
    <w:rsid w:val="007D6C18"/>
    <w:rsid w:val="007F7F57"/>
    <w:rsid w:val="00D1641A"/>
    <w:rsid w:val="00D2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D10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D10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316</Words>
  <Characters>1807</Characters>
  <Application>Microsoft Office Word</Application>
  <DocSecurity>0</DocSecurity>
  <Lines>15</Lines>
  <Paragraphs>4</Paragraphs>
  <ScaleCrop>false</ScaleCrop>
  <Company>Microsoft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2020-11-17T15:20:00Z</dcterms:created>
  <dcterms:modified xsi:type="dcterms:W3CDTF">2020-11-18T06:48:00Z</dcterms:modified>
</cp:coreProperties>
</file>