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9E" w:rsidRPr="00604A82" w:rsidRDefault="00F8069E" w:rsidP="00F8069E">
      <w:pPr>
        <w:jc w:val="both"/>
        <w:rPr>
          <w:rFonts w:ascii="Times New Roman" w:hAnsi="Times New Roman" w:cs="Times New Roman"/>
          <w:lang w:val="en-US"/>
        </w:rPr>
      </w:pPr>
      <w:r w:rsidRPr="007A1CE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F8069E" w:rsidRDefault="00F8069E" w:rsidP="00F806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8069E" w:rsidRDefault="00F8069E" w:rsidP="00F806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069E" w:rsidRDefault="00F8069E" w:rsidP="00F8069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069E" w:rsidRDefault="00F8069E" w:rsidP="00F806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069E" w:rsidRDefault="00F8069E" w:rsidP="00F806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8069E" w:rsidRDefault="00F8069E" w:rsidP="00F8069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8069E" w:rsidRDefault="00F8069E" w:rsidP="00F806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8069E" w:rsidRDefault="00F8069E" w:rsidP="00F806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8069E" w:rsidRDefault="00F8069E" w:rsidP="00F806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069E" w:rsidRDefault="00F8069E" w:rsidP="00F806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8069E" w:rsidRDefault="00F8069E" w:rsidP="00F806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069E" w:rsidRDefault="00F8069E" w:rsidP="00F8069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8069E" w:rsidRPr="0005326B" w:rsidRDefault="00F8069E" w:rsidP="00F8069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8069E" w:rsidRPr="00867B7E" w:rsidRDefault="00F8069E" w:rsidP="00F8069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№46</w:t>
      </w:r>
    </w:p>
    <w:p w:rsidR="00F8069E" w:rsidRDefault="00F8069E" w:rsidP="00F8069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069E" w:rsidRPr="001D783B" w:rsidRDefault="00F8069E" w:rsidP="00F8069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8069E" w:rsidRPr="001D783B" w:rsidRDefault="00F8069E" w:rsidP="00F8069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8069E" w:rsidRPr="001D783B" w:rsidRDefault="00F8069E" w:rsidP="00F8069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8069E" w:rsidRDefault="00F8069E" w:rsidP="00F8069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Крупецької сільської об’єднаної </w:t>
      </w:r>
    </w:p>
    <w:p w:rsidR="00F8069E" w:rsidRPr="001D783B" w:rsidRDefault="00F8069E" w:rsidP="00F8069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територіальної громади</w:t>
      </w:r>
    </w:p>
    <w:p w:rsidR="00F8069E" w:rsidRPr="001D783B" w:rsidRDefault="00F8069E" w:rsidP="00F8069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особі Крупецької сільської ради</w:t>
      </w:r>
    </w:p>
    <w:p w:rsidR="00F8069E" w:rsidRPr="001D783B" w:rsidRDefault="00F8069E" w:rsidP="00F8069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069E" w:rsidRPr="001D783B" w:rsidRDefault="00F8069E" w:rsidP="00F8069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кадастр», Водного Кодексу України,  сільська рада </w:t>
      </w:r>
    </w:p>
    <w:p w:rsidR="00F8069E" w:rsidRPr="001D783B" w:rsidRDefault="00F8069E" w:rsidP="00F8069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8069E" w:rsidRPr="001D783B" w:rsidRDefault="00F8069E" w:rsidP="00F8069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 Надати </w:t>
      </w:r>
      <w:proofErr w:type="spellStart"/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власність,  орієнтовною площею  4,5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000 га,  із земель запасу сільської ради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, земельна  ділянка розташована в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, на території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Крупецької сільської ради.</w:t>
      </w:r>
    </w:p>
    <w:p w:rsidR="00F8069E" w:rsidRPr="001D783B" w:rsidRDefault="00F8069E" w:rsidP="00F8069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 </w:t>
      </w:r>
      <w:proofErr w:type="spellStart"/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F8069E" w:rsidRPr="001D783B" w:rsidRDefault="00F8069E" w:rsidP="00F8069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F8069E" w:rsidRPr="001D783B" w:rsidRDefault="00F8069E" w:rsidP="00F8069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069E" w:rsidRPr="00F8069E" w:rsidRDefault="00F8069E" w:rsidP="00F8069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B80389" w:rsidRPr="00F8069E" w:rsidRDefault="00F8069E" w:rsidP="00F8069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В.А.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B80389" w:rsidRPr="00F8069E" w:rsidSect="00B80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8069E"/>
    <w:rsid w:val="00171A2E"/>
    <w:rsid w:val="00304C90"/>
    <w:rsid w:val="00505B6D"/>
    <w:rsid w:val="006D3977"/>
    <w:rsid w:val="007D6C18"/>
    <w:rsid w:val="00B80389"/>
    <w:rsid w:val="00CA5E65"/>
    <w:rsid w:val="00D1641A"/>
    <w:rsid w:val="00F80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9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258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2020-01-21T06:55:00Z</dcterms:created>
  <dcterms:modified xsi:type="dcterms:W3CDTF">2020-01-21T06:56:00Z</dcterms:modified>
</cp:coreProperties>
</file>