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616" w:rsidRDefault="005A4616" w:rsidP="005A46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4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4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5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26" style="position:absolute;margin-left:223.65pt;margin-top:0;width:34.4pt;height:48.3pt;z-index:251672576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">
                <v:shape id="Freeform 16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I1k8IA&#10;AADbAAAADwAAAGRycy9kb3ducmV2LnhtbERPTWvCQBC9F/wPywi91Y2RakndBFFaCj1prHgcstMk&#10;mJ0Nu9uY/vtuQfA2j/c562I0nRjI+daygvksAUFcWd1yreBYvj29gPABWWNnmRT8kocinzysMdP2&#10;ynsaDqEWMYR9hgqaEPpMSl81ZNDPbE8cuW/rDIYIXS21w2sMN51Mk2QpDbYcGxrsadtQdTn8GAWf&#10;Q7o8nd93plzU6cpVi69d2nZKPU7HzSuIQGO4i2/uDx3nP8P/L/EA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UjWTwgAAANs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7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QIg8AA&#10;AADbAAAADwAAAGRycy9kb3ducmV2LnhtbERPy6rCMBDdX/AfwghuLprWhVeqUUQQfIBwq+B2aMa2&#10;2kxKE7X+vREEd3M4z5nOW1OJOzWutKwgHkQgiDOrS84VHA+r/hiE88gaK8uk4EkO5rPOzxQTbR/8&#10;T/fU5yKEsEtQQeF9nUjpsoIMuoGtiQN3to1BH2CTS93gI4SbSg6jaCQNlhwaCqxpWVB2TW9GgTyk&#10;G7/5K81vvD3t29helrvsolSv2y4mIDy1/iv+uNc6zB/B+5dwgJ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cQIg8AAAADbAAAADwAAAAAAAAAAAAAAAACYAgAAZHJzL2Rvd25y&#10;ZXYueG1sUEsFBgAAAAAEAAQA9QAAAIU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8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OS8cQA&#10;AADbAAAADwAAAGRycy9kb3ducmV2LnhtbERPS2sCMRC+C/0PYQpeSs1WrLVbo6igSA8FX/fpZrq7&#10;dTNZk6irv94UCt7m43vOcNyYSpzI+dKygpdOAoI4s7rkXMF2M38egPABWWNlmRRcyMN49NAaYqrt&#10;mVd0WodcxBD2KSooQqhTKX1WkEHfsTVx5H6sMxgidLnUDs8x3FSymyR9abDk2FBgTbOCsv36aBTM&#10;l7R/39WHRe/qXvPB7/fX53TzpFT7sZl8gAjUhLv4373Ucf4b/P0SD5Cj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TkvHEAAAA2w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9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1gA8IA&#10;AADbAAAADwAAAGRycy9kb3ducmV2LnhtbESPQYvCQAyF7wv+hyGCt3XqgiLVUURxETytK3qNndhW&#10;O5nSGW3995uDsLeE9/Lel/myc5V6UhNKzwZGwwQUceZtybmB4+/2cwoqRGSLlWcy8KIAy0XvY46p&#10;9S3/0PMQcyUhHFI0UMRYp1qHrCCHYehrYtGuvnEYZW1ybRtsJdxV+itJJtphydJQYE3rgrL74eEM&#10;JPtxdbmeuJueN9/Z/dZuuS1Hxgz63WoGKlIX/83v650VfIGVX2QAv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HWADwgAAANsAAAAPAAAAAAAAAAAAAAAAAJgCAABkcnMvZG93&#10;bnJldi54bWxQSwUGAAAAAAQABAD1AAAAhw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0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CjGMQA&#10;AADbAAAADwAAAGRycy9kb3ducmV2LnhtbERPTWsCMRC9F/wPYYReSs222LKuRrGCRTwIar2Pm3F3&#10;dTNZk1S3/fVGKPQ2j/c5o0lranEh5yvLCl56CQji3OqKCwVf2/lzCsIHZI21ZVLwQx4m487DCDNt&#10;r7ymyyYUIoawz1BBGUKTSenzkgz6nm2II3ewzmCI0BVSO7zGcFPL1yR5lwYrjg0lNjQrKT9tvo2C&#10;+YJOg11z/uz/urciPe5Xy4/tk1KP3XY6BBGoDf/iP/dCx/kDuP8SD5Dj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AoxjEAAAA2w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1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muL0A&#10;AADbAAAADwAAAGRycy9kb3ducmV2LnhtbERPSwrCMBDdC94hjOBOUwVFqlFEUQRXftDt2IxttZmU&#10;Jtp6e7MQXD7ef7ZoTCHeVLncsoJBPwJBnFidc6rgfNr0JiCcR9ZYWCYFH3KwmLdbM4y1rflA76NP&#10;RQhhF6OCzPsyltIlGRl0fVsSB+5uK4M+wCqVusI6hJtCDqNoLA3mHBoyLGmVUfI8voyCaD8qbvcL&#10;N5Preps8H/WG63ygVLfTLKcgPDX+L/65d1rBMKwPX8IPkPM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AemuL0AAADbAAAADwAAAAAAAAAAAAAAAACYAgAAZHJzL2Rvd25yZXYu&#10;eG1sUEsFBgAAAAAEAAQA9QAAAII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2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CJYMMA&#10;AADbAAAADwAAAGRycy9kb3ducmV2LnhtbESPQWvCQBSE74L/YXmCN90YoWh0FYkVvNbGg7dn9pmE&#10;ZN+G7DbG/vpuodDjMDPfMNv9YBrRU+cqywoW8wgEcW51xYWC7PM0W4FwHlljY5kUvMjBfjcebTHR&#10;9skf1F98IQKEXYIKSu/bREqXl2TQzW1LHLyH7Qz6ILtC6g6fAW4aGUfRmzRYcVgosaW0pLy+fBkF&#10;12NdL9ccLb9vfbpy6T3L4se7UtPJcNiA8DT4//Bf+6wVxAv4/RJ+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CJYM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3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2Lg8YA&#10;AADbAAAADwAAAGRycy9kb3ducmV2LnhtbESPQWvCQBSE7wX/w/IEL0U3hlIkuoqIgkI9VEu1t0f2&#10;mYRm38bsGqO/3hUKPQ4z8w0zmbWmFA3VrrCsYDiIQBCnVhecKfjar/ojEM4jaywtk4IbOZhNOy8T&#10;TLS98ic1O5+JAGGXoILc+yqR0qU5GXQDWxEH72Rrgz7IOpO6xmuAm1LGUfQuDRYcFnKsaJFT+ru7&#10;GAVv1BznH/ef7ffxvPT29HrYuOFBqV63nY9BeGr9f/ivvdYK4hieX8IPkN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K2Lg8YAAADb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4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6yjMMA&#10;AADbAAAADwAAAGRycy9kb3ducmV2LnhtbESPQWvCQBSE7wX/w/IK3uqmCYhGV5Go0Ks2Hnp7zT6T&#10;kOzbkF1j2l/fFYQeh5n5hllvR9OKgXpXW1bwPotAEBdW11wqyD+PbwsQziNrbC2Tgh9ysN1MXtaY&#10;anvnEw1nX4oAYZeigsr7LpXSFRUZdDPbEQfvanuDPsi+lLrHe4CbVsZRNJcGaw4LFXaUVVQ055tR&#10;cNk3TbLkKPn9GrKFy77zPL4elJq+jrsVCE+j/w8/2x9aQZzA40v4A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6yjMMAAADb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5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i2bMYA&#10;AADbAAAADwAAAGRycy9kb3ducmV2LnhtbESPQWvCQBSE74L/YXlCL1I3ioikriJSwUI9aKWxt0f2&#10;mQSzb9PsNkZ/vVsQPA4z8w0zW7SmFA3VrrCsYDiIQBCnVhecKTh8rV+nIJxH1lhaJgVXcrCYdzsz&#10;jLW98I6avc9EgLCLUUHufRVL6dKcDLqBrYiDd7K1QR9knUld4yXATSlHUTSRBgsOCzlWtMopPe//&#10;jIIxNcfl5+1n+338fff21E8+3DBR6qXXLt9AeGr9M/xob7SC0Rj+v4Qf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Ai2bMYAAADb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6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r3fMYA&#10;AADbAAAADwAAAGRycy9kb3ducmV2LnhtbESPQWvCQBSE74X+h+UVvNVNtdUSXaVYtIVCwSj1+si+&#10;ZlOzb9PsalJ/vVsQPA4z8w0znXe2EkdqfOlYwUM/AUGcO11yoWC7Wd4/g/ABWWPlmBT8kYf57PZm&#10;iql2La/pmIVCRAj7FBWYEOpUSp8bsuj7riaO3rdrLIYom0LqBtsIt5UcJMlIWiw5LhisaWEo32cH&#10;q2D3OPx05i1zh/Z1ddqvf8c/X4sPpXp33csERKAuXMOX9rtWMHiC/y/xB8jZ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Qr3fM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7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8y6sQA&#10;AADbAAAADwAAAGRycy9kb3ducmV2LnhtbESPzWrDMBCE74W8g9hAb40cl4bgRAlpqY1pT/m7L9bG&#10;NrFWrqU66ttXhUKOw8x8w6y3wXRipMG1lhXMZwkI4srqlmsFp2P+tAThPLLGzjIp+CEH283kYY2Z&#10;tjfe03jwtYgQdhkqaLzvMyld1ZBBN7M9cfQudjDooxxqqQe8RbjpZJokC2mw5bjQYE9vDVXXw7dR&#10;8Pzx8lXo1/p97JaF+ywveWjDWanHaditQHgK/h7+b5daQbqAvy/xB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fMur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8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PWq8MA&#10;AADbAAAADwAAAGRycy9kb3ducmV2LnhtbESPT4vCMBTE7wt+h/AEb9tUD/7pNhVRBEH2oO5hj4/m&#10;bVPavJQm1vrtzcLCHoeZ+Q2Tb0fbioF6XztWME9SEMSl0zVXCr5ux/c1CB+QNbaOScGTPGyLyVuO&#10;mXYPvtBwDZWIEPYZKjAhdJmUvjRk0SeuI47ej+sthij7SuoeHxFuW7lI06W0WHNcMNjR3lDZXO9W&#10;wffmczMfzSE9D6vdKZSM2AxLpWbTcfcBItAY/sN/7ZNWsFjB75f4A2T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8PWq8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9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ZztMEA&#10;AADbAAAADwAAAGRycy9kb3ducmV2LnhtbERPy4rCMBTdD/gP4QrupqkVRKtRBkFx42J8Ly/Nta3T&#10;3NQmasevN4uBWR7OezpvTSUe1LjSsoJ+FIMgzqwuOVew3y0/RyCcR9ZYWSYFv+RgPut8TDHV9snf&#10;9Nj6XIQQdikqKLyvUyldVpBBF9maOHAX2xj0ATa51A0+Q7ipZBLHQ2mw5NBQYE2LgrKf7d0oOPU3&#10;r3E9aA/J2d/W12R1y5bHoVK9bvs1AeGp9f/iP/daK0jC2PAl/AA5e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Gc7TBAAAA2wAAAA8AAAAAAAAAAAAAAAAAmAIAAGRycy9kb3du&#10;cmV2LnhtbFBLBQYAAAAABAAEAPUAAACG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0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k8S8IA&#10;AADbAAAADwAAAGRycy9kb3ducmV2LnhtbESPUWvCMBSF34X9h3AHe9N0MtRVoxTHQNmTdT/g0lzb&#10;uuYmJNHWf2+EgY+Hc853OKvNYDpxJR9aywreJxkI4srqlmsFv8fv8QJEiMgaO8uk4EYBNuuX0Qpz&#10;bXs+0LWMtUgQDjkqaGJ0uZShashgmFhHnLyT9QZjkr6W2mOf4KaT0yybSYMtp4UGHW0bqv7Ki1GA&#10;3s2/XCn7w+z8g7vzvqAPWyj19joUSxCRhvgM/7d3WsH0Ex5f0g+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2TxL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1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4fP8IA&#10;AADbAAAADwAAAGRycy9kb3ducmV2LnhtbERPy4rCMBTdD/gP4QruxnQUVKpRZkYL4nTja+Hu0lzb&#10;YnNTmqjVr58sBJeH854tWlOJGzWutKzgqx+BIM6sLjlXcNgnnxMQziNrrCyTggc5WMw7HzOMtb3z&#10;lm47n4sQwi5GBYX3dSylywoy6Pq2Jg7c2TYGfYBNLnWD9xBuKjmIopE0WHJoKLCm34Kyy+5qFKRJ&#10;Wqd/vJqcltef4Wn9PI55kyjV67bfUxCeWv8Wv9xrrWAY1ocv4QfI+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Hh8/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2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m1FsQA&#10;AADbAAAADwAAAGRycy9kb3ducmV2LnhtbESPQWsCMRSE70L/Q3gFb5rVgtjVKEUQK1RBK+jxdfO6&#10;u3TzsiZx3f57Iwgeh5n5hpnOW1OJhpwvLSsY9BMQxJnVJecKDt/L3hiED8gaK8uk4J88zGcvnSmm&#10;2l55R80+5CJC2KeooAihTqX0WUEGfd/WxNH7tc5giNLlUju8Rrip5DBJRtJgyXGhwJoWBWV/+4tR&#10;sD2PLl/N8bT6ce2yPlfrxUa/l0p1X9uPCYhAbXiGH+1PreBtAPcv8Q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JtRb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3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F3PcQA&#10;AADbAAAADwAAAGRycy9kb3ducmV2LnhtbESP3WrCQBSE7wu+w3IE7+qmllZJXUWE1CIFMfoAh+xp&#10;NjR7NmQ3P/r03UKhl8PMfMOst6OtRU+trxwreJonIIgLpysuFVwv2eMKhA/IGmvHpOBGHrabycMa&#10;U+0GPlOfh1JECPsUFZgQmlRKXxiy6OeuIY7el2sthijbUuoWhwi3tVwkyau0WHFcMNjQ3lDxnXdW&#10;AScyO30WtZbv9+vyeDD58aXLlZpNx90biEBj+A//tT+0gucF/H6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hdz3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4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+iMsUA&#10;AADbAAAADwAAAGRycy9kb3ducmV2LnhtbESPT2vCQBTE70K/w/IK3nTTRkVTN9LaCtabaUG8PbIv&#10;f2j2bciuGvvpu4LQ4zAzv2GWq9404kydqy0reBpHIIhzq2suFXx/bUZzEM4ja2wsk4IrOVilD4Ml&#10;JtpeeE/nzJciQNglqKDyvk2kdHlFBt3YtsTBK2xn0AfZlVJ3eAlw08jnKJpJgzWHhQpbWleU/2Qn&#10;oyArjkf9xh+Tz/nUrXe7+Hdx2LwrNXzsX19AeOr9f/je3moFcQy3L+EHy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P6IyxQAAANs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35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dQLMMA&#10;AADbAAAADwAAAGRycy9kb3ducmV2LnhtbESPQWsCMRSE7wX/Q3iCt26iW0pZjSJioQcP1e4PeGye&#10;m9XNy7qJuv57Uyj0OMzMN8xiNbhW3KgPjWcN00yBIK68abjWUP58vn6ACBHZYOuZNDwowGo5ellg&#10;Yfyd93Q7xFokCIcCNdgYu0LKUFlyGDLfESfv6HuHMcm+lqbHe4K7Vs6UepcOG04LFjvaWKrOh6vT&#10;MCvXp83xO9+dLrnirbPD9rq3Wk/Gw3oOItIQ/8N/7S+jIX+D3y/p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2dQLM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36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3Rms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voD+D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bdGaxQAAANsAAAAPAAAAAAAAAAAAAAAAAJgCAABkcnMv&#10;ZG93bnJldi54bWxQSwUGAAAAAAQABAD1AAAAigMAAAAA&#10;" fillcolor="black" stroked="f"/>
                <v:shape id="Freeform 37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S7UsUA&#10;AADbAAAADwAAAGRycy9kb3ducmV2LnhtbESPQWvCQBSE70L/w/IKvUjdxEqQ1DWIVGi9BLWFHh/Z&#10;1yQk+zZkt0n677uC4HGYmW+YTTaZVgzUu9qygngRgSAurK65VPB5OTyvQTiPrLG1TAr+yEG2fZht&#10;MNV25BMNZ1+KAGGXooLK+y6V0hUVGXQL2xEH78f2Bn2QfSl1j2OAm1YuoyiRBmsOCxV2tK+oaM6/&#10;RsFRFsP8Y0VxXg7fzVu+/jLJKVbq6XHavYLwNPl7+NZ+1wpeErh+CT9Ab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dLtSxQAAANs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38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DGiMQA&#10;AADbAAAADwAAAGRycy9kb3ducmV2LnhtbESP3WrCQBSE7wu+w3IK3tVNLVYbXUWkQgsF8ecBDrun&#10;STB7NmSPJvr03UKhl8PMfMMsVr2v1ZXaWAU28DzKQBHb4CouDJyO26cZqCjIDuvAZOBGEVbLwcMC&#10;cxc63tP1IIVKEI45GihFmlzraEvyGEehIU7ed2g9SpJtoV2LXYL7Wo+z7FV7rDgtlNjQpiR7Ply8&#10;gfHFivVvn/ev95NMdsemyyaztTHDx349ByXUy3/4r/3hDLxM4fdL+gF6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Qxoj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39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cXUMIA&#10;AADbAAAADwAAAGRycy9kb3ducmV2LnhtbERPy2oCMRTdC/2HcAvdaaYKRUajSGlLC6ODj427S3Kd&#10;DE5uhknU6d+bheDycN7zZe8acaUu1J4VvI8yEMTam5orBYf993AKIkRkg41nUvBPAZaLl8Ecc+Nv&#10;vKXrLlYihXDIUYGNsc2lDNqSwzDyLXHiTr5zGBPsKmk6vKVw18hxln1IhzWnBostfVrS593FKdA/&#10;k+LrrzhafRmX66relIXbnpR6e+1XMxCR+vgUP9y/RsEkjU1f0g+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1xdQwgAAANsAAAAPAAAAAAAAAAAAAAAAAJgCAABkcnMvZG93&#10;bnJldi54bWxQSwUGAAAAAAQABAD1AAAAhw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40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AN/MMA&#10;AADbAAAADwAAAGRycy9kb3ducmV2LnhtbESPQWvCQBSE7wX/w/KE3pqNKYQaXUUEQS9CbUSPj+wz&#10;CWbfhuyaxP76bqHQ4zAz3zDL9Wga0VPnassKZlEMgriwuuZSQf61e/sA4TyyxsYyKXiSg/Vq8rLE&#10;TNuBP6k/+VIECLsMFVTet5mUrqjIoItsSxy8m+0M+iC7UuoOhwA3jUziOJUGaw4LFba0rai4nx5G&#10;QWu+z/n1cOzj2QUTPWx5uKes1Ot03CxAeBr9f/ivvdcK3ufw+yX8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AN/MMAAADbAAAADwAAAAAAAAAAAAAAAACYAgAAZHJzL2Rv&#10;d25yZXYueG1sUEsFBgAAAAAEAAQA9QAAAIg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41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gC7cAA&#10;AADbAAAADwAAAGRycy9kb3ducmV2LnhtbERPTWvCQBC9F/wPywje6sYi0kZXEcHiSagpRG9DdkyC&#10;2dmQXTX66zsHocfH+16seteoG3Wh9mxgMk5AERfe1lwa+M2275+gQkS22HgmAw8KsFoO3haYWn/n&#10;H7odYqkkhEOKBqoY21TrUFTkMIx9Syzc2XcOo8Cu1LbDu4S7Rn8kyUw7rFkaKmxpU1FxOVydgenx&#10;a53ldHpe8m+f61229/vt1ZjRsF/PQUXq47/45d5Z8cl6+SI/QC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XgC7cAAAADbAAAADwAAAAAAAAAAAAAAAACYAgAAZHJzL2Rvd25y&#10;ZXYueG1sUEsFBgAAAAAEAAQA9QAAAIU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42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E+sQA&#10;AADbAAAADwAAAGRycy9kb3ducmV2LnhtbESPQWvCQBSE7wX/w/IEb3WjliDRVUQpVApCreD1mX0m&#10;Mdm3cXer8d93hUKPw8x8w8yXnWnEjZyvLCsYDRMQxLnVFRcKDt/vr1MQPiBrbCyTggd5WC56L3PM&#10;tL3zF932oRARwj5DBWUIbSalz0sy6Ie2JY7e2TqDIUpXSO3wHuGmkeMkSaXBiuNCiS2tS8rr/Y9R&#10;cJ1s6p07HS+nz+30kdb5dSy3qVKDfreagQjUhf/wX/tDK3gbwfNL/A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YRPrEAAAA2wAAAA8AAAAAAAAAAAAAAAAAmAIAAGRycy9k&#10;b3ducmV2LnhtbFBLBQYAAAAABAAEAPUAAACJ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43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6k8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ox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I6k8YAAADbAAAADwAAAAAAAAAAAAAAAACYAgAAZHJz&#10;L2Rvd25yZXYueG1sUEsFBgAAAAAEAAQA9QAAAIsDAAAAAA==&#10;" fillcolor="black" stroked="f"/>
                <v:shape id="Freeform 44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4xP8UA&#10;AADbAAAADwAAAGRycy9kb3ducmV2LnhtbESP3WoCMRSE7wt9h3AKvSmarZWiq1GKWKh0YfHnAY6b&#10;4+5icrIkqW7f3hSEXg4z8w0zX/bWiAv50DpW8DrMQBBXTrdcKzjsPwcTECEiazSOScEvBVguHh/m&#10;mGt35S1ddrEWCcIhRwVNjF0uZagashiGriNO3sl5izFJX0vt8Zrg1shRlr1Liy2nhQY7WjVUnXc/&#10;VsF6dPTlEb9Nle1rU2zK4mVaFko9P/UfMxCR+vgfvre/tILxG/x9S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rjE/xQAAANsAAAAPAAAAAAAAAAAAAAAAAJgCAABkcnMv&#10;ZG93bnJldi54bWxQSwUGAAAAAAQABAD1AAAAigMAAAAA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45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PNIMUA&#10;AADbAAAADwAAAGRycy9kb3ducmV2LnhtbESPQWvCQBSE70L/w/IEb3WjFWmja0gLgYLQWuvB4zP7&#10;zAazb2N21fTfdwsFj8PMfMMss9424kqdrx0rmIwTEMSl0zVXCnbfxeMzCB+QNTaOScEPechWD4Ml&#10;ptrd+Iuu21CJCGGfogITQptK6UtDFv3YtcTRO7rOYoiyq6Tu8BbhtpHTJJlLizXHBYMtvRkqT9uL&#10;VWAl7g/VvCg/8qf15/qlft2cC6PUaNjnCxCB+nAP/7fftYLZDP6+x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s80g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A4616" w:rsidRDefault="005A4616" w:rsidP="005A4616"/>
    <w:p w:rsidR="005A4616" w:rsidRDefault="005A4616" w:rsidP="005A4616"/>
    <w:p w:rsidR="005A4616" w:rsidRDefault="005A4616" w:rsidP="005A46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A4616" w:rsidRDefault="005A4616" w:rsidP="005A46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A4616" w:rsidRDefault="005A4616" w:rsidP="005A46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A4616" w:rsidRDefault="005A4616" w:rsidP="005A46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A4616" w:rsidRDefault="005A4616" w:rsidP="005A46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4616" w:rsidRDefault="005A4616" w:rsidP="005A46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A4616" w:rsidRDefault="005A4616" w:rsidP="005A46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4616" w:rsidRDefault="005A4616" w:rsidP="005A461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A4616" w:rsidRPr="00C73C5B" w:rsidRDefault="005A4616" w:rsidP="005A4616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-8600440</wp:posOffset>
                </wp:positionV>
                <wp:extent cx="45085" cy="94615"/>
                <wp:effectExtent l="13335" t="15240" r="0" b="0"/>
                <wp:wrapNone/>
                <wp:docPr id="1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61.95pt;margin-top:-677.2pt;width:3.55pt;height: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" path="m,340l,311,,281,,250,,219,,187,,152,,116,,78,9,69,21,58,,340xe" filled="f" strokeweight=".5pt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-485775</wp:posOffset>
                </wp:positionV>
                <wp:extent cx="110490" cy="149225"/>
                <wp:effectExtent l="0" t="0" r="1270" b="7620"/>
                <wp:wrapNone/>
                <wp:docPr id="12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0" o:spid="_x0000_s1026" style="position:absolute;margin-left:-47.8pt;margin-top:-38.25pt;width:8.7pt;height:1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" path="m1478,2330r54,-9l1578,2310r20,-5l1617,2298r18,-8l1652,2281r7,-5l1667,2270r6,-5l1680,2259r-202,71xe" stroked="f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-1203960</wp:posOffset>
                </wp:positionV>
                <wp:extent cx="110490" cy="149225"/>
                <wp:effectExtent l="0" t="0" r="29845" b="20955"/>
                <wp:wrapNone/>
                <wp:docPr id="11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1" o:spid="_x0000_s1026" style="position:absolute;margin-left:-47.8pt;margin-top:-94.8pt;width:8.7pt;height:1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" path="m1478,2330r54,-9l1578,2310r20,-5l1617,2298r18,-8l1652,2281r7,-5l1667,2270r6,-5l1680,2259r-202,71xe" filled="f" strokeweight=".5pt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-1922780</wp:posOffset>
                </wp:positionV>
                <wp:extent cx="110490" cy="149225"/>
                <wp:effectExtent l="4445" t="0" r="0" b="6350"/>
                <wp:wrapNone/>
                <wp:docPr id="1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73.9pt;margin-top:-151.4pt;width:8.7pt;height:1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" path="m262,2331r-54,-10l162,2310r-20,-5l123,2298r-19,-8l88,2281r-7,-5l73,2271r-6,-6l60,2259r202,72xe" stroked="f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-2641600</wp:posOffset>
                </wp:positionV>
                <wp:extent cx="110490" cy="149225"/>
                <wp:effectExtent l="23495" t="0" r="0" b="20320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73.9pt;margin-top:-208pt;width:8.7pt;height:1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" path="m262,2331r-54,-10l162,2310r-20,-5l123,2298r-19,-8l88,2281r-7,-5l73,2271r-6,-6l60,2259r202,72xe" filled="f" strokeweight=".5pt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-3279140</wp:posOffset>
                </wp:positionV>
                <wp:extent cx="55245" cy="69850"/>
                <wp:effectExtent l="0" t="0" r="9525" b="0"/>
                <wp:wrapNone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54.6pt;margin-top:-258.2pt;width:4.35pt;height: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-3997325</wp:posOffset>
                </wp:positionV>
                <wp:extent cx="55245" cy="69850"/>
                <wp:effectExtent l="0" t="0" r="9525" b="0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style="position:absolute;margin-left:-54.6pt;margin-top:-314.75pt;width:4.35pt;height: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-4715510</wp:posOffset>
                </wp:positionV>
                <wp:extent cx="55245" cy="69215"/>
                <wp:effectExtent l="3175" t="0" r="0" b="0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-62.75pt;margin-top:-371.3pt;width:4.35pt;height:5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-5434330</wp:posOffset>
                </wp:positionV>
                <wp:extent cx="55245" cy="69215"/>
                <wp:effectExtent l="12700" t="0" r="0" b="0"/>
                <wp:wrapNone/>
                <wp:docPr id="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style="position:absolute;margin-left:-62.75pt;margin-top:-427.9pt;width:4.35pt;height:5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-6339205</wp:posOffset>
                </wp:positionV>
                <wp:extent cx="118110" cy="179705"/>
                <wp:effectExtent l="0" t="0" r="0" b="1270"/>
                <wp:wrapNone/>
                <wp:docPr id="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style="position:absolute;margin-left:-61.15pt;margin-top:-499.15pt;width:9.3pt;height:1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-7058025</wp:posOffset>
                </wp:positionV>
                <wp:extent cx="118110" cy="179705"/>
                <wp:effectExtent l="33020" t="0" r="0" b="81915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style="position:absolute;margin-left:-61.15pt;margin-top:-555.75pt;width:9.3pt;height:14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-8083550</wp:posOffset>
                </wp:positionV>
                <wp:extent cx="73660" cy="360045"/>
                <wp:effectExtent l="0" t="0" r="0" b="317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style="position:absolute;margin-left:-44.8pt;margin-top:-636.5pt;width:5.8pt;height:28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-8801735</wp:posOffset>
                </wp:positionV>
                <wp:extent cx="73660" cy="360045"/>
                <wp:effectExtent l="0" t="0" r="28575" b="35560"/>
                <wp:wrapNone/>
                <wp:docPr id="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style="position:absolute;margin-left:-44.8pt;margin-top:-693.05pt;width:5.8pt;height:28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69</w:t>
      </w:r>
    </w:p>
    <w:p w:rsidR="005A4616" w:rsidRPr="00C73C5B" w:rsidRDefault="005A4616" w:rsidP="005A461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5A4616" w:rsidRPr="00C73C5B" w:rsidRDefault="005A4616" w:rsidP="005A461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C73C5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C73C5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C73C5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73C5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C73C5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C73C5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C73C5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5A4616" w:rsidRPr="00C73C5B" w:rsidRDefault="005A4616" w:rsidP="005A461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C73C5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C73C5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C73C5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73C5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C73C5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C73C5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C73C5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5A4616" w:rsidRPr="00C73C5B" w:rsidRDefault="005A4616" w:rsidP="005A461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C73C5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C73C5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73C5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C73C5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C73C5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5A4616" w:rsidRPr="00C73C5B" w:rsidRDefault="005A4616" w:rsidP="005A461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C73C5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Ковалінській</w:t>
      </w:r>
      <w:proofErr w:type="spellEnd"/>
      <w:r w:rsidRPr="00C73C5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С.А.</w:t>
      </w:r>
    </w:p>
    <w:p w:rsidR="005A4616" w:rsidRPr="00C73C5B" w:rsidRDefault="005A4616" w:rsidP="005A461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5A4616" w:rsidRPr="00434414" w:rsidRDefault="005A4616" w:rsidP="005A461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73C5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C73C5B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C73C5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C73C5B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C73C5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C73C5B">
        <w:rPr>
          <w:rFonts w:ascii="Times New Roman" w:eastAsia="Times New Roman" w:hAnsi="Times New Roman" w:cs="Times New Roman"/>
          <w:sz w:val="24"/>
          <w:szCs w:val="24"/>
          <w:lang w:eastAsia="en-US"/>
        </w:rPr>
        <w:t>ст</w:t>
      </w:r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атті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</w:t>
      </w:r>
      <w:proofErr w:type="spellStart"/>
      <w:r w:rsidRPr="008D04B8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8D04B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</w:t>
      </w:r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proofErr w:type="gram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овалінської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С.А.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5A4616" w:rsidRPr="00A104AC" w:rsidRDefault="005A4616" w:rsidP="005A4616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5A4616" w:rsidRPr="00A104AC" w:rsidRDefault="005A4616" w:rsidP="005A461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shd w:val="clear" w:color="auto" w:fill="FFFFFF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A104AC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Ковалінській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Св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ітлані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Андріївні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яка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967A2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</w:t>
      </w:r>
      <w:bookmarkStart w:id="0" w:name="_GoBack"/>
      <w:bookmarkEnd w:id="0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0,0500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5A4616" w:rsidRPr="00A104AC" w:rsidRDefault="005A4616" w:rsidP="005A461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2.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Ковалінській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С.А.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5A4616" w:rsidRPr="00A104AC" w:rsidRDefault="005A4616" w:rsidP="005A461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104AC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5A4616" w:rsidRPr="00A104AC" w:rsidRDefault="005A4616" w:rsidP="005A461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F2F56" w:rsidRPr="005A4616" w:rsidRDefault="005A4616" w:rsidP="005A461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F2F56" w:rsidRPr="005A461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616"/>
    <w:rsid w:val="00171A2E"/>
    <w:rsid w:val="001F2F56"/>
    <w:rsid w:val="00304C90"/>
    <w:rsid w:val="00505B6D"/>
    <w:rsid w:val="005A4616"/>
    <w:rsid w:val="006D3977"/>
    <w:rsid w:val="007D6C18"/>
    <w:rsid w:val="00967A2E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275</Words>
  <Characters>1570</Characters>
  <Application>Microsoft Office Word</Application>
  <DocSecurity>0</DocSecurity>
  <Lines>13</Lines>
  <Paragraphs>3</Paragraphs>
  <ScaleCrop>false</ScaleCrop>
  <Company>Microsoft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2020-07-29T14:10:00Z</dcterms:created>
  <dcterms:modified xsi:type="dcterms:W3CDTF">2020-07-29T17:43:00Z</dcterms:modified>
</cp:coreProperties>
</file>