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B09" w:rsidRPr="00694EED" w:rsidRDefault="00202B09" w:rsidP="00202B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ПРОЕКТ</w:t>
      </w:r>
    </w:p>
    <w:p w:rsidR="00202B09" w:rsidRPr="00694EED" w:rsidRDefault="00202B09" w:rsidP="00202B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694EED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DE7192" wp14:editId="4CB7954D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6329" name="Группа 16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633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3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3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3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3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3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3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3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3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3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4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4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4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4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4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4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4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4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4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4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5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B09" w:rsidRDefault="00202B09" w:rsidP="00202B0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329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Q998QA&#10;AADeAAAADwAAAGRycy9kb3ducmV2LnhtbESPT4vCQAzF7wt+hyGCt3WqBZXqKCKueBDEf/fQiW2x&#10;kymdWa3f3hwW9paQl/feb7HqXK2e1IbKs4HRMAFFnHtbcWHgevn5noEKEdli7ZkMvCnAatn7WmBm&#10;/YtP9DzHQokJhwwNlDE2mdYhL8lhGPqGWG533zqMsraFti2+xNzVepwkE+2wYkkosaFNSfnj/OsM&#10;+HS3P9yK8Snd8jTy+ji737qDMYN+t56DitTFf/Hf995K/UmaCoDgyAx6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EPff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2B09" w:rsidRDefault="00202B09" w:rsidP="00202B09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wqz8cA&#10;AADeAAAADwAAAGRycy9kb3ducmV2LnhtbERPTWsCMRC9F/ofwghepGatsLZboxRhtfUgaAu9Dpvp&#10;Zu1msiRRt/76plDobR7vc+bL3rbiTD40jhVMxhkI4srphmsF72/l3QOIEJE1to5JwTcFWC5ub+ZY&#10;aHfhPZ0PsRYphEOBCkyMXSFlqAxZDGPXESfu03mLMUFfS+3xksJtK++zLJcWG04NBjtaGaq+Dier&#10;4FjuzMdqdl370eOerqNyu2lfc6WGg/75CUSkPv6L/9wvOs3Pp9MJ/L6Tbp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MKs/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2B09" w:rsidRDefault="00202B09" w:rsidP="00202B09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0QucUA&#10;AADeAAAADwAAAGRycy9kb3ducmV2LnhtbESP0YrCMBBF3xf8hzDCvixrqgWR2lREdBFfRN0PGJqx&#10;KTaT0kRb/94IC/s2w71zz518NdhGPKjztWMF00kCgrh0uuZKwe9l970A4QOyxsYxKXiSh1Ux+sgx&#10;067nEz3OoRIxhH2GCkwIbSalLw1Z9BPXEkft6jqLIa5dJXWHfQy3jZwlyVxarDkSDLa0MVTezncb&#10;IccUj4drf9n9DNjj9mD4a31S6nM8rJcgAg3h3/x3vdex/jxNZ/B+J84gi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zRC5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2B09" w:rsidRDefault="00202B09" w:rsidP="00202B09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WgGMQA&#10;AADeAAAADwAAAGRycy9kb3ducmV2LnhtbERPTUvDQBC9C/0Pywje2o2NRondllIVRPBgFcTbkJ0m&#10;wezssjs28d+7QsHbPN7nrDaTG9SRYuo9G7hcFKCIG297bg28vz3Ob0ElQbY4eCYDP5Rgs56drbC2&#10;fuRXOu6lVTmEU40GOpFQa52ajhymhQ/EmTv46FAyjK22Eccc7ga9LIpKO+w5N3QYaNdR87X/dgZe&#10;xofwfFNdH8JnvFrqdG/lYyfGXJxP2ztQQpP8i0/uJ5vnV2VZwt87+Qa9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FoBj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2B09" w:rsidRDefault="00202B09" w:rsidP="00202B09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gtVsYA&#10;AADeAAAADwAAAGRycy9kb3ducmV2LnhtbESPwWrDMBBE74H+g9hCL6GRWwdT3CjBlKaEXIKdfMBi&#10;bSxTa2Us1Xb/PioUcttlZufNbnaz7cRIg28dK3hZJSCIa6dbbhRczvvnNxA+IGvsHJOCX/Kw2z4s&#10;NphrN3FJYxUaEUPY56jAhNDnUvrakEW/cj1x1K5usBjiOjRSDzjFcNvJ1yTJpMWWI8FgTx+G6u/q&#10;x0bIKcXT8Tqd918zTvh5NLwsSqWeHufiHUSgOdzN/9cHHetnabqGv3fiDHJ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gtV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2B09" w:rsidRDefault="00202B09" w:rsidP="00202B09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Cd98UA&#10;AADeAAAADwAAAGRycy9kb3ducmV2LnhtbERPTUsDMRC9C/0PYQrebNbWrrI2LVIVROihrSDehs10&#10;d3EzCcnYXf+9EQRv83ifs9qMrldniqnzbOB6VoAirr3tuDHwdny+ugOVBNli75kMfFOCzXpyscLK&#10;+oH3dD5Io3IIpwoNtCKh0jrVLTlMMx+IM3fy0aFkGBttIw453PV6XhSldthxbmgx0Lal+vPw5Qzs&#10;hqfwelsuT+Ej3sx1erTyvhVjLqfjwz0ooVH+xX/uF5vnl4vFE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oJ33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2B09" w:rsidRDefault="00202B09" w:rsidP="00202B09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ceacUA&#10;AADeAAAADwAAAGRycy9kb3ducmV2LnhtbERP32vCMBB+H+x/CDfYy9B0KytSjTIHYYIDmRN8PZqz&#10;LTaXkmS2+++NMNjbfXw/b7EabScu5EPrWMHzNANBXDnTcq3g8K0nMxAhIhvsHJOCXwqwWt7fLbA0&#10;buAvuuxjLVIIhxIVNDH2pZShashimLqeOHEn5y3GBH0tjcchhdtOvmRZIS22nBoa7Om9oeq8/7EK&#10;1ruhzv1TtR7d9vRxfNXa6E+t1OPD+DYHEWmM/+I/98ak+UWeF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dx5p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2B09" w:rsidRDefault="00202B09" w:rsidP="00202B09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vxDcMA&#10;AADeAAAADwAAAGRycy9kb3ducmV2LnhtbERPS2rDMBDdF3IHMYHuGjnfBtdKCCmGULJJ2gMM1tRy&#10;bY2MpDju7atCobt5vO8U+9F2YiAfGscK5rMMBHHldMO1go/38mkLIkRkjZ1jUvBNAfa7yUOBuXZ3&#10;vtBwjbVIIRxyVGBi7HMpQ2XIYpi5njhxn85bjAn6WmqP9xRuO7nIso202HBqMNjT0VDVXm9WQfm2&#10;OA/tTfvSHcaVpbX52r4apR6n4+EFRKQx/ov/3Ced5m+Wy2f4fSfd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vxD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2B09" w:rsidRDefault="00202B09" w:rsidP="00202B09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vgMcA&#10;AADeAAAADwAAAGRycy9kb3ducmV2LnhtbESPQUvDQBCF70L/wzKCF2k3GiwldltaYVFQENuC1yE7&#10;TYLZ2bC7NvHfOwfB2wzvzXvfrLeT79WFYuoCG7hbFKCI6+A6bgycjna+ApUyssM+MBn4oQTbzexq&#10;jZULI3/Q5ZAbJSGcKjTQ5jxUWqe6JY9pEQZi0c4hesyyxka7iKOE+17fF8VSe+xYGloc6Kml+uvw&#10;7Q3s38emjLf1fgqv5+fPB2udfbPG3FxPu0dQmab8b/67fnGCvyxL4ZV3ZAa9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WkL4D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2B09" w:rsidRDefault="00202B09" w:rsidP="00202B09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jA5MMA&#10;AADeAAAADwAAAGRycy9kb3ducmV2LnhtbERPS2rDMBDdF3IHMYHuGjlfUtdKCCmGULJJ2gMM1tRy&#10;bY2MpDju7atCobt5vO8U+9F2YiAfGscK5rMMBHHldMO1go/38mkLIkRkjZ1jUvBNAfa7yUOBuXZ3&#10;vtBwjbVIIRxyVGBi7HMpQ2XIYpi5njhxn85bjAn6WmqP9xRuO7nIso202HBqMNjT0VDVXm9WQfm2&#10;OA/tTfvSHcaVpbX52r4apR6n4+EFRKQx/ov/3Ced5m+Wy2f4fSfd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jA5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2B09" w:rsidRDefault="00202B09" w:rsidP="00202B09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qE7MQA&#10;AADeAAAADwAAAGRycy9kb3ducmV2LnhtbESPQYvCQAyF74L/YYjgTaeuWpauo8iCsh6t+wNCJ9sW&#10;O5naGW399+aw4C0hL++9b7MbXKMe1IXas4HFPAFFXHhbc2ng93KYfYIKEdli45kMPCnAbjsebTCz&#10;vuczPfJYKjHhkKGBKsY20zoUFTkMc98Sy+3Pdw6jrF2pbYe9mLtGfyRJqh3WLAkVtvRdUXHN787A&#10;6tkfb/n6mhyso8Vp2Z44FmtjppNh/wUq0hDf4v/vHyv10+VKAARHZtD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qhOz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2B09" w:rsidRDefault="00202B09" w:rsidP="00202B09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Q32MMA&#10;AADeAAAADwAAAGRycy9kb3ducmV2LnhtbERPTYvCMBC9C/sfwix4s6muFLcaRVYU8aRd9Tw0Y1ts&#10;JqWJWv+9WVjwNo/3ObNFZ2pxp9ZVlhUMoxgEcW51xYWC4+96MAHhPLLG2jIpeJKDxfyjN8NU2wcf&#10;6J75QoQQdikqKL1vUildXpJBF9mGOHAX2xr0AbaF1C0+Qrip5SiOE2mw4tBQYkM/JeXX7GYU3JLz&#10;6MiXnd5nq+fme7VeOnkqlOp/dsspCE+df4v/3Vsd5idf4yH8vRNu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Q32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2B09" w:rsidRDefault="00202B09" w:rsidP="00202B09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kZssUA&#10;AADeAAAADwAAAGRycy9kb3ducmV2LnhtbERPS2vCQBC+F/oflhF6qxsfBI2uYguF6qHi6+BtzI5J&#10;anY2za6a/ntXELzNx/ec8bQxpbhQ7QrLCjrtCARxanXBmYLt5ut9AMJ5ZI2lZVLwTw6mk9eXMSba&#10;XnlFl7XPRAhhl6CC3PsqkdKlORl0bVsRB+5oa4M+wDqTusZrCDel7EZRLA0WHBpyrOgzp/S0PhsF&#10;u+UgHi4/5v3fxc8Be0b/7XURK/XWamYjEJ4a/xQ/3N86zI97/S7c3wk3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2Rmy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2B09" w:rsidRDefault="00202B09" w:rsidP="00202B09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wrvcMA&#10;AADeAAAADwAAAGRycy9kb3ducmV2LnhtbERPS4vCMBC+L/gfwgje1lQrRapRfKAue/IFXodmbIvN&#10;pDRR6/76zcKCt/n4njOdt6YSD2pcaVnBoB+BIM6sLjlXcD5tPscgnEfWWFkmBS9yMJ91PqaYavvk&#10;Az2OPhchhF2KCgrv61RKlxVk0PVtTRy4q20M+gCbXOoGnyHcVHIYRYk0WHJoKLCmVUHZ7Xg3Cn6S&#10;C+7dbrhcx9rTazTe2u/9Vqlet11MQHhq/Vv87/7SYX4Sj2L4eyfcIG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wrv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2B09" w:rsidRDefault="00202B09" w:rsidP="00202B09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zaZ8MA&#10;AADeAAAADwAAAGRycy9kb3ducmV2LnhtbERPzYrCMBC+L/gOYQRva6p2RatRRFzY267VBxiaMS02&#10;k9pE7e7TbwTB23x8v7Ncd7YWN2p95VjBaJiAIC6crtgoOB4+32cgfEDWWDsmBb/kYb3qvS0x0+7O&#10;e7rlwYgYwj5DBWUITSalL0qy6IeuIY7cybUWQ4StkbrFewy3tRwnyVRarDg2lNjQtqTinF+tgosb&#10;f+gu3+H3eTf/qYxJL3/7VKlBv9ssQATqwkv8dH/pOH86SVN4vBNv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zaZ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2B09" w:rsidRDefault="00202B09" w:rsidP="00202B09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wZF8QA&#10;AADeAAAADwAAAGRycy9kb3ducmV2LnhtbERPS08CMRC+k/AfmiHxBl1AVly3ECUx4Qp48Di2sw/Y&#10;TtdtgdVfb01IuM2X7zn5ureNuFDna8cKppMEBLF2puZSwcfhfbwE4QOywcYxKfghD+vVcJBjZtyV&#10;d3TZh1LEEPYZKqhCaDMpva7Iop+4ljhyhesshgi7UpoOrzHcNnKWJKm0WHNsqLClTUX6tD9bBdv6&#10;ixapLp7t8k3vPn+/w/zpaJR6GPWvLyAC9eEuvrm3Js5P548L+H8n3i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MGRf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2B09" w:rsidRDefault="00202B09" w:rsidP="00202B09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9+t8YA&#10;AADeAAAADwAAAGRycy9kb3ducmV2LnhtbERPXWvCQBB8L/gfjhX6Vi/aEjR6Si0UWqqCH+jrkltz&#10;wdxeyF1j/Pe9guDb7M7OzM5s0dlKtNT40rGC4SABQZw7XXKh4LD/fBmD8AFZY+WYFNzIw2Lee5ph&#10;pt2Vt9TuQiGiCfsMFZgQ6kxKnxuy6AeuJo7c2TUWQxybQuoGr9HcVnKUJKm0WHJMMFjTh6H8svu1&#10;Clrc3JKTWa4n3+UqH22Wxx8d9+q5371PQQTqwuP4rv7S8f309S2F/zoRg5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79+t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2B09" w:rsidRDefault="00202B09" w:rsidP="00202B09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4EtsMA&#10;AADeAAAADwAAAGRycy9kb3ducmV2LnhtbERPTUvDQBC9C/6HZQRvdmOUVmK3pRQqHjXtweOYnWZT&#10;szNhd22iv94VBG/zeJ+zXE++V2cKsRM2cDsrQBE3YjtuDRz2u5sHUDEhW+yFycAXRVivLi+WWFkZ&#10;+ZXOdWpVDuFYoQGX0lBpHRtHHuNMBuLMHSV4TBmGVtuAYw73vS6LYq49dpwbHA60ddR81J/ewPjU&#10;vJ/K45t132GQXf0ip7IXY66vps0jqERT+hf/uZ9tnj+/u1/A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4Et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2B09" w:rsidRDefault="00202B09" w:rsidP="00202B09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mA08kA&#10;AADeAAAADwAAAGRycy9kb3ducmV2LnhtbESPT08CQQzF7yZ+h0lNuMmsSICsDAT5kxgCMaDe607d&#10;XZ3pbHYGWL69PZh4a/Ne3/t1Ou+8U2dqYx3YwEM/A0VcBFtzaeD9bXM/ARUTskUXmAxcKcJ8dnsz&#10;xdyGCx/ofEylkhCOORqoUmpyrWNRkcfYDw2xaF+h9ZhkbUttW7xIuHd6kGUj7bFmaaiwoWVFxc/x&#10;5A1sXlfue7A/LD50Wq7Hn26yfV7tjOnddYsnUIm69G/+u36xgj96HAqvvCMz6N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6JmA08kAAADeAAAADwAAAAAAAAAAAAAAAACYAgAA&#10;ZHJzL2Rvd25yZXYueG1sUEsFBgAAAAAEAAQA9QAAAI4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2B09" w:rsidRDefault="00202B09" w:rsidP="00202B09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P43MYA&#10;AADeAAAADwAAAGRycy9kb3ducmV2LnhtbERPTWvCQBC9F/oflil4kWbTaoONrlIKooJCawu9TrJj&#10;EszOhuwa4793BaG3ebzPmS16U4uOWldZVvASxSCIc6srLhT8/iyfJyCcR9ZYWyYFF3KwmD8+zDDV&#10;9szf1O19IUIIuxQVlN43qZQuL8mgi2xDHLiDbQ36ANtC6hbPIdzU8jWOE2mw4tBQYkOfJeXH/cko&#10;6L62WbHuXLM5TobubZStVjv9p9Tgqf+YgvDU+3/x3b3WYX4yGr/D7Z1wg5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P43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2B09" w:rsidRDefault="00202B09" w:rsidP="00202B09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y5gckA&#10;AADeAAAADwAAAGRycy9kb3ducmV2LnhtbESPQU/DMAyF75P4D5GRuG0pg1WjLK0YEhIXJDY4sJvX&#10;mLZa45QkbIVfjw+TuNny83vvW1Wj69WRQuw8G7ieZaCIa287bgy8vz1Nl6BiQrbYeyYDPxShKi8m&#10;KyysP/GGjtvUKDHhWKCBNqWh0DrWLTmMMz8Qy+3TB4dJ1tBoG/Ak5q7X8yzLtcOOJaHFgR5bqg/b&#10;b2dgfbdcf73e8svvZr+j3cf+sJiHzJiry/HhHlSiMf2Lz9/PVurnNwsBEByZQZd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ay5gckAAADeAAAADwAAAAAAAAAAAAAAAACYAgAA&#10;ZHJzL2Rvd25yZXYueG1sUEsFBgAAAAAEAAQA9QAAAI4DAAAAAA==&#10;" fillcolor="black" stroked="f">
                  <v:textbox>
                    <w:txbxContent>
                      <w:p w:rsidR="00202B09" w:rsidRDefault="00202B09" w:rsidP="00202B09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MSGsYA&#10;AADeAAAADwAAAGRycy9kb3ducmV2LnhtbERPTWvCQBC9F/wPywi91Y2KQaKr1FZBqB60HjyO2Wmy&#10;JDsbsluN/vpuodDbPN7nzJedrcWVWm8cKxgOEhDEudOGCwWnz83LFIQPyBprx6TgTh6Wi97THDPt&#10;bnyg6zEUIoawz1BBGUKTSenzkiz6gWuII/flWoshwraQusVbDLe1HCVJKi0ajg0lNvRWUl4dv62C&#10;80dqpgdDo8vusVrr3aRa7d8rpZ773esMRKAu/Iv/3Fsd56fjyRB+34k3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MSG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02B09" w:rsidRDefault="00202B09" w:rsidP="00202B09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PhX8QA&#10;AADeAAAADwAAAGRycy9kb3ducmV2LnhtbERPS2sCMRC+F/wPYYTealZLRbZGEYvoxYMveh020812&#10;N5NtEnX11zdCobf5+J4znXe2ERfyoXKsYDjIQBAXTldcKjgeVi8TECEia2wck4IbBZjPek9TzLW7&#10;8o4u+1iKFMIhRwUmxjaXMhSGLIaBa4kT9+W8xZigL6X2eE3htpGjLBtLixWnBoMtLQ0V9f5sFfjF&#10;50d95/Opzu7bW1h/dz8TNEo997vFO4hIXfwX/7k3Os0fv76N4PFOukH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j4V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02B09" w:rsidRDefault="00202B09" w:rsidP="00202B09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7yj8QA&#10;AADeAAAADwAAAGRycy9kb3ducmV2LnhtbERP22oCMRB9L/gPYQp9KZpV0erWKKUgCEpB6weMm+nu&#10;0mSybKa69usbQejbHM51FqvOO3WmNtaBDQwHGSjiItiaSwPHz3V/BioKskUXmAxcKcJq2XtYYG7D&#10;hfd0PkipUgjHHA1UIk2udSwq8hgHoSFO3FdoPUqCbalti5cU7p0eZdlUe6w5NVTY0HtFxffhxxtw&#10;o5Obb1/iTq5Hvct+veyfP6wxT4/d2ysooU7+xXf3xqb50/FkDLd30g1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e8o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02B09" w:rsidRDefault="00202B09" w:rsidP="00202B09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crocUA&#10;AADeAAAADwAAAGRycy9kb3ducmV2LnhtbERPTWsCMRC9F/ofwhS81Wy1lbI1SlWEvfTQVfE6bsbN&#10;YjJZNlHX/vqmUPA2j/c503nvrLhQFxrPCl6GGQjiyuuGawXbzfr5HUSIyBqtZ1JwowDz2ePDFHPt&#10;r/xNlzLWIoVwyFGBibHNpQyVIYdh6FvixB195zAm2NVSd3hN4c7KUZZNpMOGU4PBlpaGqlN5dgpW&#10;ZWtH28Iswn73dTjY4mdN+5VSg6f+8wNEpD7exf/uQqf5k/HbK/y9k26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pyuh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02B09" w:rsidRDefault="00202B09" w:rsidP="00202B09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48DMMA&#10;AADeAAAADwAAAGRycy9kb3ducmV2LnhtbERPS2sCMRC+F/wPYQRvNbHFVVajlFJB8FQfB29DMu6u&#10;bibLJnXXf28Khd7m43vOct27WtypDZVnDZOxAkFsvK240HA8bF7nIEJEtlh7Jg0PCrBeDV6WmFvf&#10;8Tfd97EQKYRDjhrKGJtcymBKchjGviFO3MW3DmOCbSFti10Kd7V8UyqTDitODSU29FmSue1/nIbr&#10;Ru68UWhOx1O3tbPzV0a10no07D8WICL18V/8597aND97n07h9510g1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+48D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02B09" w:rsidRDefault="00202B09" w:rsidP="00202B09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RRHMQA&#10;AADeAAAADwAAAGRycy9kb3ducmV2LnhtbERPTYvCMBC9C/sfwizsTVMVi3SNooIgu3hYFdnj2Ixt&#10;aTMpSdTuvzfCgrd5vM+ZLTrTiBs5X1lWMBwkIIhzqysuFBwPm/4UhA/IGhvLpOCPPCzmb70ZZtre&#10;+Ydu+1CIGMI+QwVlCG0mpc9LMugHtiWO3MU6gyFCV0jt8B7DTSNHSZJKgxXHhhJbWpeU1/urUfB7&#10;/ebLbvy1dKtwst3B16PztFbq471bfoII1IWX+N+91XF+Op6k8Hwn3i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UURz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02B09" w:rsidRDefault="00202B09" w:rsidP="00202B09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Uh9cYA&#10;AADeAAAADwAAAGRycy9kb3ducmV2LnhtbERPS2sCMRC+C/0PYQq9abbWV1ej1ILQS8HXod7Gzbi7&#10;uJlsk6jb/nojCN7m43vOZNaYSpzJ+dKygtdOAoI4s7rkXMF2s2iPQPiArLGyTAr+yMNs+tSaYKrt&#10;hVd0XodcxBD2KSooQqhTKX1WkEHfsTVx5A7WGQwRulxqh5cYbirZTZKBNFhybCiwps+CsuP6ZBTM&#10;30fz32WPv/9X+x3tfvbHftclSr08Nx9jEIGa8BDf3V86zh+89Ydweyfe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kUh9cYAAADeAAAADwAAAAAAAAAAAAAAAACYAgAAZHJz&#10;L2Rvd25yZXYueG1sUEsFBgAAAAAEAAQA9QAAAIsDAAAAAA==&#10;" fillcolor="black" stroked="f">
                  <v:textbox>
                    <w:txbxContent>
                      <w:p w:rsidR="00202B09" w:rsidRDefault="00202B09" w:rsidP="00202B09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y+LcYA&#10;AADeAAAADwAAAGRycy9kb3ducmV2LnhtbESPQUsDMRCF74L/IYzgzWa1WGRtWpaCKJ62reJ1uhk3&#10;i5vJksR0/ffOQfA2w3vz3jfr7exHVSimIbCB20UFirgLduDewNvx6eYBVMrIFsfAZOCHEmw3lxdr&#10;rG04857KIfdKQjjVaMDlPNVap86Rx7QIE7FonyF6zLLGXtuIZwn3o76rqpX2OLA0OJxo56j7Onx7&#10;A+W0a5tl+Shu/xqbPob2+f3UGnN9NTePoDLN+d/8d/1iBX+1vBd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y+L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02B09" w:rsidRDefault="00202B09" w:rsidP="00202B09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xfv8UA&#10;AADeAAAADwAAAGRycy9kb3ducmV2LnhtbERPTWvCQBC9F/wPyxR6040thhpdpUhbtBfbVNDjkJ1m&#10;g9nZkN3G6K93C0Jv83ifM1/2thYdtb5yrGA8SkAQF05XXCrYfb8Nn0H4gKyxdkwKzuRhuRjczTHT&#10;7sRf1OWhFDGEfYYKTAhNJqUvDFn0I9cQR+7HtRZDhG0pdYunGG5r+ZgkqbRYcWww2NDKUHHMf60C&#10;P1697j/sZdod3g1v841JP0uj1MN9/zIDEagP/+Kbe63j/PRpMoW/d+IN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jF+/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02B09" w:rsidRDefault="00202B09" w:rsidP="00202B09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02B09" w:rsidRPr="00694EED" w:rsidRDefault="00202B09" w:rsidP="00202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02B09" w:rsidRPr="00694EED" w:rsidRDefault="00202B09" w:rsidP="00202B0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02B09" w:rsidRPr="00694EED" w:rsidRDefault="00202B09" w:rsidP="00202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02B09" w:rsidRPr="00694EED" w:rsidRDefault="00202B09" w:rsidP="00202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202B09" w:rsidRPr="00694EED" w:rsidRDefault="00202B09" w:rsidP="00202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202B09" w:rsidRPr="00694EED" w:rsidRDefault="00202B09" w:rsidP="00202B0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202B09" w:rsidRPr="00694EED" w:rsidRDefault="00202B09" w:rsidP="00202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202B09" w:rsidRPr="00694EED" w:rsidRDefault="00202B09" w:rsidP="00202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202B09" w:rsidRPr="00694EED" w:rsidRDefault="00202B09" w:rsidP="00202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02B09" w:rsidRPr="00694EED" w:rsidRDefault="00202B09" w:rsidP="00202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202B09" w:rsidRPr="00694EED" w:rsidRDefault="00202B09" w:rsidP="00202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02B09" w:rsidRPr="00694EED" w:rsidRDefault="00202B09" w:rsidP="00202B0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ХІІ сесії сільської ради 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202B09" w:rsidRPr="00694EED" w:rsidRDefault="00202B09" w:rsidP="00202B0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202B09" w:rsidRPr="00694EED" w:rsidRDefault="00202B09" w:rsidP="00202B0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.06.2021 року                                            Крупець                                                 №___</w:t>
      </w:r>
    </w:p>
    <w:p w:rsidR="00202B09" w:rsidRPr="00694EED" w:rsidRDefault="00202B09" w:rsidP="00202B0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202B09" w:rsidRPr="00694EED" w:rsidRDefault="00202B09" w:rsidP="00202B0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202B09" w:rsidRPr="00694EED" w:rsidRDefault="00202B09" w:rsidP="00202B0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202B09" w:rsidRPr="00694EED" w:rsidRDefault="00202B09" w:rsidP="00202B0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202B09" w:rsidRPr="00694EED" w:rsidRDefault="00202B09" w:rsidP="00202B0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202B09" w:rsidRPr="00694EED" w:rsidRDefault="00202B09" w:rsidP="00202B0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Самчук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Т.М</w:t>
      </w:r>
    </w:p>
    <w:p w:rsidR="00202B09" w:rsidRPr="00694EED" w:rsidRDefault="00202B09" w:rsidP="00202B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02B09" w:rsidRPr="00694EED" w:rsidRDefault="00202B09" w:rsidP="00202B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02B09" w:rsidRPr="00694EED" w:rsidRDefault="00202B09" w:rsidP="00202B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Т.М.,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202B09" w:rsidRPr="00694EED" w:rsidRDefault="00202B09" w:rsidP="00202B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202B09" w:rsidRPr="00694EED" w:rsidRDefault="00202B09" w:rsidP="00202B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02B09" w:rsidRPr="00694EED" w:rsidRDefault="00202B09" w:rsidP="00202B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Миколаївні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2,0000 га, яка розташована Хмельницька область, Шепетівський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с.Лисиче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02B09" w:rsidRPr="00694EED" w:rsidRDefault="00202B09" w:rsidP="00202B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Миколаївні,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AC2A54">
        <w:rPr>
          <w:rFonts w:ascii="Times New Roman" w:eastAsia="Calibri" w:hAnsi="Times New Roman" w:cs="Times New Roman"/>
          <w:sz w:val="24"/>
          <w:lang w:eastAsia="en-US"/>
        </w:rPr>
        <w:t>___________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 </w:t>
      </w:r>
      <w:r w:rsidR="00AC2A54">
        <w:rPr>
          <w:rFonts w:ascii="Times New Roman" w:eastAsia="Calibri" w:hAnsi="Times New Roman" w:cs="Times New Roman"/>
          <w:sz w:val="24"/>
          <w:lang w:eastAsia="en-US"/>
        </w:rPr>
        <w:t>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2,0000 га, кадастровий номер: 6823984700:05:003:0025,  для ведення особистого селянського господарства яка розташована Хмельницька область, Шепетівський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с.Лисиче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202B09" w:rsidRPr="00694EED" w:rsidRDefault="00202B09" w:rsidP="00202B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Самчук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Т.М,</w:t>
      </w:r>
      <w:r w:rsidRPr="00694EE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202B09" w:rsidRPr="00694EED" w:rsidRDefault="00202B09" w:rsidP="00202B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 та благоустрою (Денисюк Т.В.)</w:t>
      </w:r>
    </w:p>
    <w:p w:rsidR="00202B09" w:rsidRPr="00694EED" w:rsidRDefault="00202B09" w:rsidP="00202B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02D98" w:rsidRPr="00202B09" w:rsidRDefault="00202B09" w:rsidP="00202B0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402D98" w:rsidRPr="00202B09" w:rsidSect="00202B09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B09"/>
    <w:rsid w:val="00202B09"/>
    <w:rsid w:val="00402D98"/>
    <w:rsid w:val="00AC2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B0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B0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269</Words>
  <Characters>1534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2021-06-22T10:31:00Z</dcterms:created>
  <dcterms:modified xsi:type="dcterms:W3CDTF">2021-06-22T13:23:00Z</dcterms:modified>
</cp:coreProperties>
</file>