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562F" w:rsidRPr="00AF2E62" w:rsidRDefault="00A7562F" w:rsidP="00A7562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A7562F" w:rsidRPr="00AF2E62" w:rsidRDefault="00A7562F" w:rsidP="00A756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5A9A0F" wp14:editId="76D52A15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6577" name="Группа 165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657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7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8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9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0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562F" w:rsidRDefault="00A7562F" w:rsidP="00A756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685A9A0F" id="Группа 16577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" fillcolor="black" stroked="f"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" fillcolor="black" stroked="f"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7562F" w:rsidRDefault="00A7562F" w:rsidP="00A756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7562F" w:rsidRPr="00AF2E62" w:rsidRDefault="00A7562F" w:rsidP="00A756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7562F" w:rsidRPr="00AF2E62" w:rsidRDefault="00A7562F" w:rsidP="00A7562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7562F" w:rsidRPr="00AF2E62" w:rsidRDefault="00A7562F" w:rsidP="00A756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7562F" w:rsidRPr="00AF2E62" w:rsidRDefault="00A7562F" w:rsidP="00A756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7562F" w:rsidRPr="00AF2E62" w:rsidRDefault="00A7562F" w:rsidP="00A756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A7562F" w:rsidRPr="00AF2E62" w:rsidRDefault="00A7562F" w:rsidP="00A7562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A7562F" w:rsidRPr="00AF2E62" w:rsidRDefault="00A7562F" w:rsidP="00A756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A7562F" w:rsidRPr="00AF2E62" w:rsidRDefault="00A7562F" w:rsidP="00A756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A7562F" w:rsidRPr="00AF2E62" w:rsidRDefault="00A7562F" w:rsidP="00A756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7562F" w:rsidRPr="00AF2E62" w:rsidRDefault="00A7562F" w:rsidP="00A756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A7562F" w:rsidRPr="00AF2E62" w:rsidRDefault="00A7562F" w:rsidP="00A756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7562F" w:rsidRPr="00AF2E62" w:rsidRDefault="00A7562F" w:rsidP="00A7562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A7562F" w:rsidRPr="00AF2E62" w:rsidRDefault="00A7562F" w:rsidP="00A7562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A7562F" w:rsidRPr="00AF2E62" w:rsidRDefault="00A7562F" w:rsidP="00A7562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A7562F" w:rsidRPr="00AF2E62" w:rsidRDefault="00A7562F" w:rsidP="00A7562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A7562F" w:rsidRPr="00AF2E62" w:rsidRDefault="00A7562F" w:rsidP="00A7562F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7562F" w:rsidRPr="00AF2E62" w:rsidRDefault="00A7562F" w:rsidP="00A756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7562F" w:rsidRPr="00AF2E62" w:rsidRDefault="00A7562F" w:rsidP="00A756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A7562F" w:rsidRPr="00AF2E62" w:rsidRDefault="00A7562F" w:rsidP="00A756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Подберьозкіній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А.В.</w:t>
      </w:r>
    </w:p>
    <w:p w:rsidR="00A7562F" w:rsidRPr="00AF2E62" w:rsidRDefault="00A7562F" w:rsidP="00A756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A7562F" w:rsidRPr="00AF2E62" w:rsidRDefault="00A7562F" w:rsidP="00A756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A7562F" w:rsidRPr="00AF2E62" w:rsidRDefault="00A7562F" w:rsidP="00A756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Подберьозк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>іної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А.В.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A7562F" w:rsidRPr="00AF2E62" w:rsidRDefault="00A7562F" w:rsidP="00A756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A7562F" w:rsidRPr="00AF2E62" w:rsidRDefault="00A7562F" w:rsidP="00A7562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7562F" w:rsidRPr="00CC3FA7" w:rsidRDefault="00A7562F" w:rsidP="00A756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53C7B">
        <w:rPr>
          <w:rFonts w:ascii="Times New Roman" w:eastAsia="Calibri" w:hAnsi="Times New Roman" w:cs="Times New Roman"/>
          <w:color w:val="FF0000"/>
          <w:sz w:val="24"/>
          <w:lang w:eastAsia="en-US"/>
        </w:rPr>
        <w:t xml:space="preserve">       </w:t>
      </w:r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Подберьозкіній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Альоні Віталіївні</w:t>
      </w:r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, яка зареєстрована за </w:t>
      </w:r>
      <w:proofErr w:type="spellStart"/>
      <w:r w:rsidRPr="00CC3FA7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630CB9">
        <w:rPr>
          <w:rFonts w:ascii="Times New Roman" w:eastAsia="Calibri" w:hAnsi="Times New Roman" w:cs="Times New Roman"/>
          <w:sz w:val="24"/>
          <w:lang w:eastAsia="en-US"/>
        </w:rPr>
        <w:t>___________</w:t>
      </w:r>
      <w:bookmarkStart w:id="0" w:name="_GoBack"/>
      <w:bookmarkEnd w:id="0"/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CC3FA7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0,11</w:t>
      </w:r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00га, для </w:t>
      </w:r>
      <w:r w:rsidRPr="00CC3FA7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на території </w:t>
      </w:r>
      <w:proofErr w:type="spellStart"/>
      <w:r w:rsidRPr="00CC3FA7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 за межами  </w:t>
      </w:r>
      <w:proofErr w:type="spellStart"/>
      <w:r w:rsidRPr="00CC3FA7"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6823984000:01:017:0018.</w:t>
      </w:r>
    </w:p>
    <w:p w:rsidR="00A7562F" w:rsidRPr="00CC3FA7" w:rsidRDefault="00A7562F" w:rsidP="00A756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Подберьозкіній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А.В.</w:t>
      </w:r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,  розробити </w:t>
      </w:r>
      <w:proofErr w:type="spellStart"/>
      <w:r w:rsidRPr="00CC3FA7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7562F" w:rsidRPr="00CC3FA7" w:rsidRDefault="00A7562F" w:rsidP="00A756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C3F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A7562F" w:rsidRPr="00AF2E62" w:rsidRDefault="00A7562F" w:rsidP="00A7562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C3FA7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A7562F" w:rsidRPr="00AF2E62" w:rsidRDefault="00A7562F" w:rsidP="00A756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7562F" w:rsidRDefault="00A7562F" w:rsidP="00A756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7562F" w:rsidRDefault="00A7562F" w:rsidP="00A756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7562F" w:rsidRDefault="00A7562F" w:rsidP="00A756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D6C8C" w:rsidRPr="00A7562F" w:rsidRDefault="00A7562F" w:rsidP="00A7562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AD6C8C" w:rsidRPr="00A7562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62F"/>
    <w:rsid w:val="00630CB9"/>
    <w:rsid w:val="00A7562F"/>
    <w:rsid w:val="00AD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2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562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248</Words>
  <Characters>1414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2021-06-22T08:03:00Z</dcterms:created>
  <dcterms:modified xsi:type="dcterms:W3CDTF">2021-06-22T12:53:00Z</dcterms:modified>
</cp:coreProperties>
</file>