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E7D" w:rsidRPr="00B623A8" w:rsidRDefault="004A0E7D" w:rsidP="004A0E7D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219847" wp14:editId="14DB97A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19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19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9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0E7D" w:rsidRDefault="004A0E7D" w:rsidP="004A0E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jXNq3cAAF9Z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6HGcUA&#10;AADeAAAADwAAAGRycy9kb3ducmV2LnhtbESPQYvCQAyF7wv+hyGCt3WqhV2tjiKi4kFYdNd76MS2&#10;2MmUzqj1328OgreE9/Lel/myc7W6UxsqzwZGwwQUce5txYWBv9/t5wRUiMgWa89k4EkBlovexxwz&#10;6x98pPspFkpCOGRooIyxybQOeUkOw9A3xKJdfOswytoW2rb4kHBX63GSfGmHFUtDiQ2tS8qvp5sz&#10;4NPd/nAuxsd0w9+RVz+Ty7k7GDPod6sZqEhdfJtf13sr+OloKrzyjsy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7ocZ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aQIccA&#10;AADeAAAADwAAAGRycy9kb3ducmV2LnhtbERPTWsCMRC9F/ofwhR6kZq1Be1ujSLC2upB0BZ6HTbT&#10;zdbNZEmibv31TUHobR7vc6bz3rbiRD40jhWMhhkI4srphmsFH+/lwzOIEJE1to5JwQ8FmM9ub6ZY&#10;aHfmHZ32sRYphEOBCkyMXSFlqAxZDEPXESfuy3mLMUFfS+3xnMJtKx+zbCwtNpwaDHa0NFQd9ker&#10;4Lvcms/l5LLyg3xHl0G5eW3XY6Xu7/rFC4hIffwXX91vOs1/GuU5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RmkCH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BpRsQA&#10;AADeAAAADwAAAGRycy9kb3ducmV2LnhtbESP3WrCQBCF7wu+wzJCb4puqlAkdRURFfFG/HmAITtm&#10;Q7OzIbs16ds7gtC7M8yZ78yZL3tfqzu1sQps4HOcgSIugq24NHC9bEczUDEhW6wDk4E/irBcDN7m&#10;mNvQ8Ynu51QqgXDM0YBLqcm1joUjj3EcGmLZ3ULrMcnYltq22Anc13qSZV/aY8WS4LChtaPi5/zr&#10;JeQ4xePh1l22ux473Bwcf6xOxrwP+9U3qER9+je/rvdW3p8KE551RIN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gaU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jZ58QA&#10;AADeAAAADwAAAGRycy9kb3ducmV2LnhtbERPTUsDMRC9C/6HMIK3NttVq2ybFqkKIniwFoq3YTPd&#10;XbqZhGTsrv/eCAVv83ifs1yPrlcniqnzbGA2LUAR19523BjYfb5MHkAlQbbYeyYDP5Rgvbq8WGJl&#10;/cAfdNpKo3IIpwoNtCKh0jrVLTlMUx+IM3fw0aFkGBttIw453PW6LIq5dthxbmgx0Kal+rj9dgbe&#10;h+fwdj+/O4SveFvq9GRlvxFjrq/GxwUooVH+xWf3q83zb8piBn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o2ef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5SqsYA&#10;AADeAAAADwAAAGRycy9kb3ducmV2LnhtbESPwWrDMBBE74H+g9hAL6GRY0MpruUQSlyKLyFJP2Cx&#10;NpaJtTKWart/XxUKve0ys/Nmi/1iezHR6DvHCnbbBARx43THrYLPa/X0AsIHZI29Y1LwTR725cOq&#10;wFy7mc80XUIrYgj7HBWYEIZcSt8Ysui3biCO2s2NFkNcx1bqEecYbnuZJsmztNhxJBgc6M1Qc798&#10;2Qg5ZXiqb/O1el9wxmNteHM4K/W4Xg6vIAIt4d/8d/2hY/0sTVL4fSfOI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/5Sq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biC8QA&#10;AADeAAAADwAAAGRycy9kb3ducmV2LnhtbERPTUsDMRC9C/6HMIK3NutWq2ybFqkKIniwFoq3YTPd&#10;XbqZhGTsrv/eCAVv83ifs1yPrlcniqnzbOBmWoAirr3tuDGw+3yZPIBKgmyx90wGfijBenV5scTK&#10;+oE/6LSVRuUQThUaaEVCpXWqW3KYpj4QZ+7go0PJMDbaRhxyuOt1WRRz7bDj3NBioE1L9XH77Qy8&#10;D8/h7X5+dwhf8bbU6cnKfiPGXF+NjwtQQqP8i8/uV5vnz8piBn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24g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pnlsUA&#10;AADeAAAADwAAAGRycy9kb3ducmV2LnhtbERP22oCMRB9L/QfwhT6Ipr1UpGtUbQQKlgoVcHXYTPu&#10;Lt1MliR1t3/fCELf5nCus1z3thFX8qF2rGA8ykAQF87UXCo4HfVwASJEZIONY1LwSwHWq8eHJebG&#10;dfxF10MsRQrhkKOCKsY2lzIUFVkMI9cSJ+7ivMWYoC+l8dilcNvISZbNpcWaU0OFLb1VVHwffqyC&#10;7WdXTv2g2PZuf3k/v2ht9IdW6vmp37yCiNTHf/HdvTNp/nSSzeD2TrpB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2meW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aI8sMA&#10;AADeAAAADwAAAGRycy9kb3ducmV2LnhtbERP3WrCMBS+H/gO4Qi7m+k6FelMRTYKMnYz9QEOzVnT&#10;tTkpSaz17RdhsLvz8f2e7W6yvRjJh9axgudFBoK4drrlRsH5VD1tQISIrLF3TApuFGBXzh62WGh3&#10;5S8aj7ERKYRDgQpMjEMhZagNWQwLNxAn7tt5izFB30jt8ZrCbS/zLFtLiy2nBoMDvRmqu+PFKqg+&#10;8s+xu2hfuf20tLQyP5t3o9TjfNq/gog0xX/xn/ug0/yXPFvB/Z10gy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aI8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RcesQA&#10;AADeAAAADwAAAGRycy9kb3ducmV2LnhtbERP32vCMBB+H/g/hBN8GZpOmUg1ig7CBg7GVPD1aM62&#10;2FxKEm333y/CYG/38f281aa3jbiTD7VjBS+TDARx4UzNpYLTUY8XIEJENtg4JgU/FGCzHjytMDeu&#10;42+6H2IpUgiHHBVUMba5lKGoyGKYuJY4cRfnLcYEfSmNxy6F20ZOs2wuLdacGips6a2i4nq4WQW7&#10;r66c+edi17v95f38qrXRn1qp0bDfLkFE6uO/+M/9YdL82TSbw+OddIN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EXHr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izHsMA&#10;AADeAAAADwAAAGRycy9kb3ducmV2LnhtbERP3WrCMBS+H/gO4QjezdS6OemMIkphjN2oe4BDc9ZU&#10;m5OSxFrf3gwGuzsf3+9ZbQbbip58aBwrmE0zEMSV0w3XCr5P5fMSRIjIGlvHpOBOATbr0dMKC+1u&#10;fKD+GGuRQjgUqMDE2BVShsqQxTB1HXHifpy3GBP0tdQebynctjLPsoW02HBqMNjRzlB1OV6tgvIz&#10;/+ovV+1Ltx1eLL2a83JvlJqMh+07iEhD/Bf/uT90mj/Pszf4fSfd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izH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m5hMQA&#10;AADeAAAADwAAAGRycy9kb3ducmV2LnhtbESPzW7CQAyE70h9h5Ur9UZ2+auqlAWhSlTlSOABrKyb&#10;RGS9Ibsl4e3rAxI3WzOe+bzejr5VN+pjE9jCLDOgiMvgGq4snE/76QeomJAdtoHJwp0ibDcvkzXm&#10;Lgx8pFuRKiUhHHO0UKfU5VrHsiaPMQsdsWi/ofeYZO0r7XocJNy3em7Mu/bYsDTU2NFXTeWl+PMW&#10;lvfh+1qsLmbvPM0Oi+7AqVxZ+/Y67j5BJRrT0/y4/nGCv5gb4ZV3ZAa9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puYT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cKsMEA&#10;AADeAAAADwAAAGRycy9kb3ducmV2LnhtbERPy6rCMBDdX/AfwgjurqkV5FqNIooirrz1sR6asS02&#10;k9JErX9vBMHdHM5zpvPWVOJOjSstKxj0IxDEmdUl5wqOh/XvHwjnkTVWlknBkxzMZ52fKSbaPvif&#10;7qnPRQhhl6CCwvs6kdJlBRl0fVsTB+5iG4M+wCaXusFHCDeVjKNoJA2WHBoKrGlZUHZNb0bBbXSO&#10;j3zZ6X26em7Gq/XCyVOuVK/bLiYgPLX+K/64tzrMH8bRGN7vhBvk7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nCrD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uF7ckA&#10;AADeAAAADwAAAGRycy9kb3ducmV2LnhtbESPT0/CQBDF7yZ+h82YeJMtYBqoLARMTJSDhH8Hb2N3&#10;bAvd2dpdoXx75mDCbSbz5r33m8w6V6sTtaHybKDfS0AR595WXBjYbd+eRqBCRLZYeyYDFwowm97f&#10;TTCz/sxrOm1iocSEQ4YGyhibTOuQl+Qw9HxDLLcf3zqMsraFti2exdzVepAkqXZYsSSU2NBrSflx&#10;8+cM7FejdLxafDwflp/fOHT298tWqTGPD938BVSkLt7E/9/vVuoPB30BEByZQU+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quF7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634sQA&#10;AADeAAAADwAAAGRycy9kb3ducmV2LnhtbERPTWvCQBC9C/0PyxR6M5vEIhKzSluplZ6sLfQ6ZMck&#10;NDsbsmsS/fWuUPA2j/c5+Xo0jeipc7VlBUkUgyAurK65VPDz/T5dgHAeWWNjmRScycF69TDJMdN2&#10;4C/qD74UIYRdhgoq79tMSldUZNBFtiUO3NF2Bn2AXSl1h0MIN41M43guDdYcGips6a2i4u9wMgou&#10;81/cu4/0dTPTns7Pi6393G+VenocX5YgPI3+Lv5373SYP0uTBG7vhBvk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et+L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VAO8QA&#10;AADeAAAADwAAAGRycy9kb3ducmV2LnhtbERPzWrCQBC+C32HZYTezMZUS41ZpRQL3qppH2DIjpuQ&#10;7GzMbjX16buFgrf5+H6n2I62ExcafONYwTxJQRBXTjdsFHx9vs9eQPiArLFzTAp+yMN28zApMNfu&#10;yke6lMGIGMI+RwV1CH0upa9qsugT1xNH7uQGiyHCwUg94DWG205mafosLTYcG2rs6a2mqi2/rYKz&#10;y5Z6LHf40e5Wh8aYxfl2XCj1OB1f1yACjeEu/nfvdZz/lM0z+Hsn3i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1QDv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WDS8QA&#10;AADeAAAADwAAAGRycy9kb3ducmV2LnhtbERPyW7CMBC9V+o/WFOpt+JABISAQVCpEleWA8fBHpK0&#10;8TjEBlK+HiNV6m2e3jqzRWdrcaXWV44V9HsJCGLtTMWFgv3u6yMD4QOywdoxKfglD4v568sMc+Nu&#10;vKHrNhQihrDPUUEZQpNL6XVJFn3PNcSRO7nWYoiwLaRp8RbDbS0HSTKSFiuODSU29FmS/tlerIJ1&#10;daThSJ8mNlvpzeF+Dun42yj1/tYtpyACdeFf/Odemzg/HfRTeL4Tb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Fg0v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3i6MYA&#10;AADeAAAADwAAAGRycy9kb3ducmV2LnhtbERP0WrCQBB8L/gPxwp9ay6mIjZ6Si0UKlWhtujrkltz&#10;obm9kLvG+Pc9QfBtdmdnZme+7G0tOmp95VjBKElBEBdOV1wq+Pl+f5qC8AFZY+2YFFzIw3IxeJhj&#10;rt2Zv6jbh1JEE/Y5KjAhNLmUvjBk0SeuIY7cybUWQxzbUuoWz9Hc1jJL04m0WHFMMNjQm6Hid/9n&#10;FXS4u6RHs9q+rKtNke1Wh08d9+px2L/OQATqw/34pv7Q8f3nbDSGa52IQS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3i6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yY6cMA&#10;AADeAAAADwAAAGRycy9kb3ducmV2LnhtbERPTUvDQBC9C/0PyxS82U1TFIndllKo9KjRg8cxO82m&#10;ZmfC7tpEf70rCN7m8T5nvZ18ry4UYidsYLkoQBE3YjtuDby+HG7uQcWEbLEXJgNfFGG7mV2tsbIy&#10;8jNd6tSqHMKxQgMupaHSOjaOPMaFDMSZO0nwmDIMrbYBxxzue10WxZ322HFucDjQ3lHzUX96A+Nj&#10;834uT2/WfYdBDvWTnMtejLmeT7sHUImm9C/+cx9tnr8ql7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IyY6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YWicUA&#10;AADeAAAADwAAAGRycy9kb3ducmV2LnhtbERP22oCMRB9L/QfwhT6VrNuQWU1itUKRSzi7X3cjLvb&#10;JpNlk+r690Yo+DaHc53RpLVGnKnxlWMF3U4Cgjh3uuJCwX63eBuA8AFZo3FMCq7kYTJ+fhphpt2F&#10;N3TehkLEEPYZKihDqDMpfV6SRd9xNXHkTq6xGCJsCqkbvMRwa2SaJD1pseLYUGJNs5Ly3+2fVbBY&#10;z81P+r2ZHmSYffaPZrD8mK+Uen1pp0MQgdrwEP+7v3Sc/552e3B/J94gx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phaJ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xuhsYA&#10;AADeAAAADwAAAGRycy9kb3ducmV2LnhtbERP22rCQBB9L/Qflin0RXSTSFVS11AEUaGFeoG+jtlp&#10;EpKdDdltjH/fLQh9m8O5zjIbTCN66lxlWUE8iUAQ51ZXXCg4nzbjBQjnkTU2lknBjRxkq8eHJaba&#10;XvlA/dEXIoSwS1FB6X2bSunykgy6iW2JA/dtO4M+wK6QusNrCDeNTKJoJg1WHBpKbGldUl4ff4yC&#10;/vP9Uux61+7rxci9TC/b7Yf+Uur5aXh7BeFp8P/iu3unw/xpEs/h751wg1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Bxuh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+E6ckA&#10;AADeAAAADwAAAGRycy9kb3ducmV2LnhtbESPQU/CQBCF7yT+h82YeIMtFQ1WFiIkJlxMBD3IbeiO&#10;bUN3tuyuUP31zoGE20zem/e+mS1616oThdh4NjAeZaCIS28brgx8frwOp6BiQrbYeiYDvxRhMb8Z&#10;zLCw/swbOm1TpSSEY4EG6pS6QutY1uQwjnxHLNq3Dw6TrKHSNuBZwl2r8yx71A4bloYaO1rVVB62&#10;P87A8mm6PL5P+O1vs9/R7mt/eMhDZszdbf/yDCpRn67my/XaCv59PhZeeUdm0PN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4O+E6ckAAADeAAAADwAAAAAAAAAAAAAAAACYAgAA&#10;ZHJzL2Rvd25yZXYueG1sUEsFBgAAAAAEAAQA9QAAAI4DAAAAAA==&#10;" fillcolor="black" stroked="f"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AvcsYA&#10;AADeAAAADwAAAGRycy9kb3ducmV2LnhtbERPS2vCQBC+F/wPyxR6qxtTKpq6ivYBgnrwcfA4zU6T&#10;JdnZkN1q7K/vCoK3+fieM5l1thYnar1xrGDQT0AQ504bLhQc9l/PIxA+IGusHZOCC3mYTXsPE8y0&#10;O/OWTrtQiBjCPkMFZQhNJqXPS7Lo+64hjtyPay2GCNtC6hbPMdzWMk2SobRoODaU2NB7SXm1+7UK&#10;jquhGW0Npd/rv8WnXr9Wi81HpdTTYzd/AxGoC3fxzb3Ucf5LOhjD9Z14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mAvc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QhYMcA&#10;AADeAAAADwAAAGRycy9kb3ducmV2LnhtbESPQU/DMAyF70j7D5EncWMpRZqmsmyaQAguHDZAXK3G&#10;a7o2Tkmyrduvxwckbrb8/N77luvR9+pEMbWBDdzPClDEdbAtNwY+P17uFqBSRrbYByYDF0qwXk1u&#10;lljZcOYtnXa5UWLCqUIDLueh0jrVjjymWRiI5bYP0WOWNTbaRjyLue91WRRz7bFlSXA40JOjutsd&#10;vYG4+X7urnz86orr+yW9HsafBTpjbqfj5hFUpjH/i/++36zUfyhLARAc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9kIWD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kysMQA&#10;AADeAAAADwAAAGRycy9kb3ducmV2LnhtbERP22rCQBB9L/gPywh9KXVjBG1TVxFBKFQErR8wzU6T&#10;0N3ZkB019uvdQsG3OZzrzJe9d+pMXWwCGxiPMlDEZbANVwaOn5vnF1BRkC26wGTgShGWi8HDHAsb&#10;Lryn80EqlUI4FmigFmkLrWNZk8c4Ci1x4r5D51ES7CptO7ykcO90nmVT7bHh1FBjS+uayp/DyRtw&#10;+Zd7/ZjFrVyPepv9etk/7awxj8N+9QZKqJe7+N/9btP8SZ6P4e+ddINe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ZMrD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vtncQA&#10;AADeAAAADwAAAGRycy9kb3ducmV2LnhtbERPz0vDMBS+C/4P4QneXGoGIl2zoY5BLx6sG7u+Ns+m&#10;mLyUJtuqf70RBG/v4/v5qs3snTjTFIfAGu4XBQjiLpiBew37993dI4iYkA26wKThiyJs1tdXFZYm&#10;XPiNzk3qRQ7hWKIGm9JYShk7Sx7jIozEmfsIk8eU4dRLM+Elh3snVVE8SI8D5waLI71Y6j6bk9ew&#10;bUan9rV9jsfDa9u6+ntHx63Wtzfz0wpEojn9i//ctcnzl0op+H0n3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b7Z3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L6MMIA&#10;AADeAAAADwAAAGRycy9kb3ducmV2LnhtbERPTYvCMBC9L/gfwgje1sQKrlSjiKwgeFpXD96GZGyr&#10;zaQ0WVv/vVlY2Ns83ucs172rxYPaUHnWMBkrEMTG24oLDafv3fscRIjIFmvPpOFJAdarwdsSc+s7&#10;/qLHMRYihXDIUUMZY5NLGUxJDsPYN8SJu/rWYUywLaRtsUvhrpaZUjPpsOLUUGJD25LM/fjjNNx2&#10;8uCNQnM+nbu9/bh8zqhWWo+G/WYBIlIf/8V/7r1N86dZNoXfd9IN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Evow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ORI8QA&#10;AADeAAAADwAAAGRycy9kb3ducmV2LnhtbERPTWvCQBC9F/wPywje6sZYikQ3QQsFsfRQLeJxzI5J&#10;SHY27K4a/323UOhtHu9zVsVgOnEj5xvLCmbTBARxaXXDlYLvw/vzAoQPyBo7y6TgQR6KfPS0wkzb&#10;O3/RbR8qEUPYZ6igDqHPpPRlTQb91PbEkbtYZzBE6CqpHd5juOlkmiSv0mDDsaHGnt5qKtv91Sg4&#10;XT/48jnfrd0mHO1w8G16XrRKTcbDegki0BD+xX/urY7z52n6Ar/vxBtk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TkSP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LhysYA&#10;AADeAAAADwAAAGRycy9kb3ducmV2LnhtbERPS2sCMRC+F/ofwgjeata1iq5GqQWhl0J9HPQ2bsbd&#10;xc1km0Td9tc3QsHbfHzPmS1aU4srOV9ZVtDvJSCIc6srLhTstquXMQgfkDXWlknBD3lYzJ+fZphp&#10;e+M1XTehEDGEfYYKyhCaTEqfl2TQ92xDHLmTdQZDhK6Q2uEthptapkkykgYrjg0lNvReUn7eXIyC&#10;5WS8/P565c/f9fFAh/3xPExdolS3075NQQRqw0P87/7Qcf4gTYdwfyfe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ILhysYAAADeAAAADwAAAAAAAAAAAAAAAACYAgAAZHJz&#10;L2Rvd25yZXYueG1sUEsFBgAAAAAEAAQA9QAAAIsDAAAAAA==&#10;" fillcolor="black" stroked="f"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Z0F8MA&#10;AADeAAAADwAAAGRycy9kb3ducmV2LnhtbERP30vDMBB+F/Y/hBv45tJ1MKQuG2UwFJ+6qfh6a86m&#10;2FxKErP63y8Dwbf7+H7eZjfZQSTyoXesYLkoQBC3TvfcKXh/Ozw8gggRWePgmBT8UoDddna3wUq7&#10;Cx8pnWIncgiHChWYGMdKytAashgWbiTO3JfzFmOGvpPa4yWH20GWRbGWFnvODQZH2htqv08/VkE6&#10;75t6lT6TOb76uvOuef44N0rdz6f6CUSkKf6L/9wvOs9fleUabu/kG+T2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+Z0F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aVhcUA&#10;AADeAAAADwAAAGRycy9kb3ducmV2LnhtbERPTWvCQBC9C/0PyxS81Y0RrE1dRaQt2os2Cu1xyE6z&#10;wexsyG5j9Nd3CwVv83ifM1/2thYdtb5yrGA8SkAQF05XXCo4Hl4fZiB8QNZYOyYFF/KwXNwN5php&#10;d+YP6vJQihjCPkMFJoQmk9IXhiz6kWuII/ftWoshwraUusVzDLe1TJNkKi1WHBsMNrQ2VJzyH6vA&#10;j9cvn+/2+tR9vRne5Vsz3ZdGqeF9v3oGEagPN/G/e6Pj/EmaPsLfO/EG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BpWF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A0E7D" w:rsidRDefault="004A0E7D" w:rsidP="004A0E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A0E7D" w:rsidRDefault="004A0E7D" w:rsidP="004A0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0E7D" w:rsidRDefault="004A0E7D" w:rsidP="004A0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0E7D" w:rsidRDefault="004A0E7D" w:rsidP="004A0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0E7D" w:rsidRDefault="004A0E7D" w:rsidP="004A0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0E7D" w:rsidRDefault="004A0E7D" w:rsidP="004A0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A0E7D" w:rsidRDefault="004A0E7D" w:rsidP="004A0E7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A0E7D" w:rsidRDefault="004A0E7D" w:rsidP="004A0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A0E7D" w:rsidRDefault="004A0E7D" w:rsidP="004A0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A0E7D" w:rsidRDefault="004A0E7D" w:rsidP="004A0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0E7D" w:rsidRDefault="004A0E7D" w:rsidP="004A0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A0E7D" w:rsidRDefault="004A0E7D" w:rsidP="004A0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0E7D" w:rsidRDefault="004A0E7D" w:rsidP="004A0E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A0E7D" w:rsidRPr="004A7D10" w:rsidRDefault="004A0E7D" w:rsidP="004A0E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A0E7D" w:rsidRDefault="004A0E7D" w:rsidP="004A0E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A0E7D" w:rsidRDefault="004A0E7D" w:rsidP="004A0E7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№27</w:t>
      </w:r>
    </w:p>
    <w:p w:rsidR="004A0E7D" w:rsidRPr="0060655C" w:rsidRDefault="004A0E7D" w:rsidP="004A0E7D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4A0E7D" w:rsidRPr="0060655C" w:rsidRDefault="004A0E7D" w:rsidP="004A0E7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техн</w:t>
      </w:r>
      <w:proofErr w:type="gram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</w:p>
    <w:p w:rsidR="004A0E7D" w:rsidRPr="0060655C" w:rsidRDefault="004A0E7D" w:rsidP="004A0E7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A0E7D" w:rsidRPr="0060655C" w:rsidRDefault="004A0E7D" w:rsidP="004A0E7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)  меж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4A0E7D" w:rsidRPr="0060655C" w:rsidRDefault="004A0E7D" w:rsidP="004A0E7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)  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Поємчук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Л.І.</w:t>
      </w:r>
    </w:p>
    <w:p w:rsidR="004A0E7D" w:rsidRPr="0060655C" w:rsidRDefault="004A0E7D" w:rsidP="004A0E7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0E7D" w:rsidRPr="0060655C" w:rsidRDefault="004A0E7D" w:rsidP="004A0E7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« Про порядок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виділення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місцевостх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власникам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часток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паїв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оємчук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Л.І.,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рада </w:t>
      </w:r>
    </w:p>
    <w:p w:rsidR="004A0E7D" w:rsidRPr="0060655C" w:rsidRDefault="004A0E7D" w:rsidP="004A0E7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4A0E7D" w:rsidRPr="0060655C" w:rsidRDefault="004A0E7D" w:rsidP="004A0E7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1.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Затвердити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Поємчук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Любові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Іванівні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 яка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85054">
        <w:rPr>
          <w:rFonts w:ascii="Times New Roman" w:eastAsia="Calibri" w:hAnsi="Times New Roman" w:cs="Times New Roman"/>
          <w:sz w:val="24"/>
          <w:szCs w:val="24"/>
          <w:lang w:val="en-US"/>
        </w:rPr>
        <w:t>_____________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ідентифікаційний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номер </w:t>
      </w:r>
      <w:r w:rsidR="00285054">
        <w:rPr>
          <w:rFonts w:ascii="Times New Roman" w:eastAsia="Calibri" w:hAnsi="Times New Roman" w:cs="Times New Roman"/>
          <w:sz w:val="24"/>
          <w:szCs w:val="24"/>
          <w:lang w:val="en-US"/>
        </w:rPr>
        <w:t>__________</w:t>
      </w:r>
      <w:bookmarkStart w:id="0" w:name="_GoBack"/>
      <w:bookmarkEnd w:id="0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), та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передати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приватну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2,8235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</w:rPr>
        <w:t>га,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номер: 6823984700:05:002:0028),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товарного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район,  за межами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пункту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Лисиче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A0E7D" w:rsidRPr="0060655C" w:rsidRDefault="004A0E7D" w:rsidP="004A0E7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Поємчук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Л.І.,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якій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передана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власності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порядку</w:t>
      </w:r>
    </w:p>
    <w:p w:rsidR="004A0E7D" w:rsidRPr="004A0E7D" w:rsidRDefault="004A0E7D" w:rsidP="004A0E7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3. Контроль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Т.В.).</w:t>
      </w:r>
    </w:p>
    <w:p w:rsidR="004A0E7D" w:rsidRPr="0060655C" w:rsidRDefault="004A0E7D" w:rsidP="004A0E7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5660A" w:rsidRPr="004A0E7D" w:rsidRDefault="004A0E7D" w:rsidP="004A0E7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голова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333333"/>
          <w:sz w:val="24"/>
          <w:szCs w:val="24"/>
        </w:rPr>
        <w:t>Валерій</w:t>
      </w:r>
      <w:proofErr w:type="spellEnd"/>
      <w:r w:rsidRPr="0060655C">
        <w:rPr>
          <w:rFonts w:ascii="Times New Roman" w:eastAsia="Arial Unicode MS" w:hAnsi="Times New Roman" w:cs="Times New Roman"/>
          <w:color w:val="333333"/>
          <w:sz w:val="24"/>
          <w:szCs w:val="24"/>
        </w:rPr>
        <w:t xml:space="preserve">   МИХАЛЮК</w:t>
      </w:r>
    </w:p>
    <w:sectPr w:rsidR="0095660A" w:rsidRPr="004A0E7D" w:rsidSect="004A0E7D">
      <w:pgSz w:w="12240" w:h="15840"/>
      <w:pgMar w:top="85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BF1" w:rsidRDefault="00FB7BF1">
      <w:pPr>
        <w:spacing w:after="0" w:line="240" w:lineRule="auto"/>
      </w:pPr>
      <w:r>
        <w:separator/>
      </w:r>
    </w:p>
  </w:endnote>
  <w:endnote w:type="continuationSeparator" w:id="0">
    <w:p w:rsidR="00FB7BF1" w:rsidRDefault="00FB7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BF1" w:rsidRDefault="00FB7BF1">
      <w:pPr>
        <w:spacing w:after="0" w:line="240" w:lineRule="auto"/>
      </w:pPr>
      <w:r>
        <w:separator/>
      </w:r>
    </w:p>
  </w:footnote>
  <w:footnote w:type="continuationSeparator" w:id="0">
    <w:p w:rsidR="00FB7BF1" w:rsidRDefault="00FB7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E7D"/>
    <w:rsid w:val="00285054"/>
    <w:rsid w:val="004A0E7D"/>
    <w:rsid w:val="0095660A"/>
    <w:rsid w:val="00D802B8"/>
    <w:rsid w:val="00FB7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E7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A0E7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A0E7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A0E7D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E7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A0E7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A0E7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A0E7D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5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2020-12-24T17:15:00Z</dcterms:created>
  <dcterms:modified xsi:type="dcterms:W3CDTF">2020-12-24T18:46:00Z</dcterms:modified>
</cp:coreProperties>
</file>