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87" w:rsidRPr="004A2C6A" w:rsidRDefault="007D1D87" w:rsidP="007D1D87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Theme="minorHAnsi" w:hAnsi="Times New Roman"/>
          <w:sz w:val="24"/>
          <w:szCs w:val="24"/>
          <w:lang w:val="ru-RU" w:eastAsia="ru-RU"/>
        </w:rPr>
      </w:pPr>
      <w:r>
        <w:rPr>
          <w:rFonts w:eastAsia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FF1321" wp14:editId="7E8DA8A2">
                <wp:simplePos x="0" y="0"/>
                <wp:positionH relativeFrom="column">
                  <wp:posOffset>2734310</wp:posOffset>
                </wp:positionH>
                <wp:positionV relativeFrom="paragraph">
                  <wp:posOffset>-271145</wp:posOffset>
                </wp:positionV>
                <wp:extent cx="444500" cy="610870"/>
                <wp:effectExtent l="0" t="0" r="0" b="0"/>
                <wp:wrapNone/>
                <wp:docPr id="282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83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3pt;margin-top:-21.3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dzQ8UA&#10;AADcAAAADwAAAGRycy9kb3ducmV2LnhtbESPQWvCQBSE74L/YXlCb7rpBlRSVymVlkJPGpUeH9nX&#10;JDT7NuxuY/rvuwXB4zAz3zCb3Wg7MZAPrWMNj4sMBHHlTMu1hlP5Ol+DCBHZYOeYNPxSgN12Otlg&#10;YdyVDzQcYy0ShEOBGpoY+0LKUDVkMSxcT5y8L+ctxiR9LY3Ha4LbTqosW0qLLaeFBnt6aaj6Pv5Y&#10;DR+DWl4+3/a2zGu18lV+3qu20/phNj4/gYg0xnv41n43GtQ6h/8z6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3ND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pSY8QA&#10;AADcAAAADwAAAGRycy9kb3ducmV2LnhtbESP3YrCMBSE7xd8h3AEbxZNK7JKNYoIgj+wYBW8PTTH&#10;ttqclCZqfXsjLOzlMDPfMLNFayrxoMaVlhXEgwgEcWZ1ybmC03Hdn4BwHlljZZkUvMjBYt75mmGi&#10;7ZMP9Eh9LgKEXYIKCu/rREqXFWTQDWxNHLyLbQz6IJtc6gafAW4qOYyiH2mw5LBQYE2rgrJbejcK&#10;5DHd+u24NN/x7vzbxva62mdXpXrddjkF4an1/+G/9kYrGE5G8DkTjoC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qUmP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nMYMcA&#10;AADcAAAADwAAAGRycy9kb3ducmV2LnhtbESPT2sCMRTE74V+h/AKvRTNVmpZV6O0giIehPrn/tw8&#10;d7duXtYk1W0/vSkIHoeZ+Q0zmrSmFmdyvrKs4LWbgCDOra64ULDdzDopCB+QNdaWScEveZiMHx9G&#10;mGl74S86r0MhIoR9hgrKEJpMSp+XZNB3bUMcvYN1BkOUrpDa4SXCTS17SfIuDVYcF0psaFpSflz/&#10;GAWzBR0Hu+Y0f/tz/SL93q+Wn5sXpZ6f2o8hiEBtuIdv7YVW0Ev78H8mHgE5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5zGD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C/H8UA&#10;AADcAAAADwAAAGRycy9kb3ducmV2LnhtbESPzWrDMBCE74W+g9hCb7WcQINxLYfSkBDIqWlprxtr&#10;/ZNIK2MpsfP2VSDQ4zAz3zDFcrJGXGjwnWMFsyQFQVw53XGj4Ptr/ZKB8AFZo3FMCq7kYVk+PhSY&#10;azfyJ132oRERwj5HBW0IfS6lr1qy6BPXE0evdoPFEOXQSD3gGOHWyHmaLqTFjuNCiz19tFSd9mer&#10;IN29mkP9w1P2u9pUp+O45rGbKfX8NL2/gQg0hf/wvb3VCubZAm5n4hG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L8f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3jMgA&#10;AADcAAAADwAAAGRycy9kb3ducmV2LnhtbESPT2sCMRTE74V+h/CEXopmK9auW6PUgkU8CPXP/XXz&#10;3N26eVmTqFs/vSkUehxm5jfMeNqaWpzJ+cqygqdeAoI4t7riQsF2M++mIHxA1lhbJgU/5GE6ub8b&#10;Y6bthT/pvA6FiBD2GSooQ2gyKX1ekkHfsw1x9PbWGQxRukJqh5cIN7XsJ8lQGqw4LpTY0HtJ+WF9&#10;MgrmCzqMds3xY3B1z0X6/bVazjaPSj102rdXEIHa8B/+ay+0gn76Ar9n4hG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5/eMyAAAANw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O9sAA&#10;AADcAAAADwAAAGRycy9kb3ducmV2LnhtbERPy4rCMBTdC/5DuMLsNFUYKdW0iKIMzMoHur0217ba&#10;3JQmYzt/bxaCy8N5L7Pe1OJJrassK5hOIhDEudUVFwpOx+04BuE8ssbaMin4JwdZOhwsMdG24z09&#10;D74QIYRdggpK75tESpeXZNBNbEMcuJttDfoA20LqFrsQbmo5i6K5NFhxaCixoXVJ+ePwZxREv9/1&#10;9XbmPr5sdvnj3m25q6ZKfY361QKEp95/xG/3j1Ywi8PacCYcAZm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OO9sAAAADc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vUxMQA&#10;AADcAAAADwAAAGRycy9kb3ducmV2LnhtbESPQWvCQBSE7wX/w/IK3uqmESSmrlJiBa/aePD2zD6T&#10;kOzbkN3G2F/fFYQeh5n5hlltRtOKgXpXW1bwPotAEBdW11wqyL93bwkI55E1tpZJwZ0cbNaTlxWm&#10;2t74QMPRlyJA2KWooPK+S6V0RUUG3cx2xMG72t6gD7Ivpe7xFuCmlXEULaTBmsNChR1lFRXN8cco&#10;OG2bZr7kaP57HrLEZZc8j69fSk1fx88PEJ5G/x9+tvdaQZws4XEmHA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L1MT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P5MQA&#10;AADcAAAADwAAAGRycy9kb3ducmV2LnhtbERPy2rCQBTdF/yH4RbclDpRpNjUUaRUUNCFD3zsLplr&#10;EszciZkxRr/eWRRcHs57OG5MIWqqXG5ZQbcTgSBOrM45VbDdTD8HIJxH1lhYJgV3cjAetd6GGGt7&#10;4xXVa5+KEMIuRgWZ92UspUsyMug6tiQO3MlWBn2AVSp1hbcQbgrZi6IvaTDn0JBhSb8ZJef11Sjo&#10;U32YLB7H5e5w+fP29LGfu+5eqfZ7M/kB4anxL/G/e6YV9L7D/HAmHAE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6z+T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ROH8UA&#10;AADcAAAADwAAAGRycy9kb3ducmV2LnhtbESPT2vCQBTE7wW/w/IEb3VjhKKpG5Go0GtteujtNfvy&#10;h2TfhuwaUz+9Wyj0OMzMb5jdfjKdGGlwjWUFq2UEgriwuuFKQf5xft6AcB5ZY2eZFPyQg306e9ph&#10;ou2N32m8+EoECLsEFdTe94mUrqjJoFvanjh4pR0M+iCHSuoBbwFuOhlH0Ys02HBYqLGnrKaivVyN&#10;gs9j2663HK3vX2O2cdl3nsflSanFfDq8gvA0+f/wX/tNK4i3K/g9E46AT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5E4f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0CMcA&#10;AADcAAAADwAAAGRycy9kb3ducmV2LnhtbESPQWvCQBSE7wX/w/IEL6Ibg4hNXUVEoUI9VIva2yP7&#10;TILZtzG7jWl/fVco9DjMzDfMbNGaUjRUu8KygtEwAkGcWl1wpuDjsBlMQTiPrLG0TAq+ycFi3nma&#10;YaLtnd+p2ftMBAi7BBXk3leJlC7NyaAb2oo4eBdbG/RB1pnUNd4D3JQyjqKJNFhwWMixolVO6XX/&#10;ZRSMqTkv334+d8fzbe3tpX/autFJqV63Xb6A8NT6//Bf+1UriJ9jeJw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k9Aj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2iscA&#10;AADcAAAADwAAAGRycy9kb3ducmV2LnhtbESP3WrCQBSE7wu+w3IE7+pGLf2JrlIU24JQMC16e8ge&#10;s9Hs2TS7mtSn7xYKvRxm5htmtuhsJS7U+NKxgtEwAUGcO11yoeDzY337CMIHZI2VY1LwTR4W897N&#10;DFPtWt7SJQuFiBD2KSowIdSplD43ZNEPXU0cvYNrLIYom0LqBtsIt5UcJ8m9tFhyXDBY09JQfsrO&#10;VsH+bvLuzGvmzu3q5Xrafj0cd8uNUoN+9zwFEagL/+G/9ptWMH6awO+ZeATk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6tor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obD8UA&#10;AADcAAAADwAAAGRycy9kb3ducmV2LnhtbESPzW7CMBCE75V4B2uReisOtEUQ4iBaFYTaE3/3Vbwk&#10;EfE6jd1g3h5XqtTjaGa+0WTLYBrRU+dqywrGowQEcWF1zaWC42H9NAPhPLLGxjIpuJGDZT54yDDV&#10;9so76ve+FBHCLkUFlfdtKqUrKjLoRrYljt7ZdgZ9lF0pdYfXCDeNnCTJVBqsOS5U2NJ7RcVl/2MU&#10;PH++fm/0W/nRN7ON+9qe16EOJ6Ueh2G1AOEp+P/wX3urFUzmL/B7Jh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6hsP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SncMA&#10;AADcAAAADwAAAGRycy9kb3ducmV2LnhtbESPQYvCMBSE78L+h/AEb5oqrG67RpGVBUE8WPewx0fz&#10;bIrNS2lirf/eCILHYWa+YZbr3taio9ZXjhVMJwkI4sLpiksFf6ff8RcIH5A11o5JwZ08rFcfgyVm&#10;2t34SF0eShEh7DNUYEJoMil9Yciin7iGOHpn11oMUbal1C3eItzWcpYkc2mx4rhgsKEfQ8Ulv1oF&#10;/+khnfZmm+y7xWYXCka8dHOlRsN+8w0iUB/e4Vd7pxXM0k9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vSnc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0g8ccA&#10;AADcAAAADwAAAGRycy9kb3ducmV2LnhtbESPT2vCQBTE74V+h+UVvDWbRAgaXUMpWLx48E9bj4/s&#10;a5I2+zZmV4399F1B6HGYmd8w82IwrThT7xrLCpIoBkFcWt1wpWC/Wz5PQDiPrLG1TAqu5KBYPD7M&#10;Mdf2whs6b30lAoRdjgpq77tcSlfWZNBFtiMO3pftDfog+0rqHi8BblqZxnEmDTYcFmrs6LWm8md7&#10;Mgo+k/XvtBsP7+nBH1ff6duxXH5kSo2ehpcZCE+D/w/f2yutIJ1mcDs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tIPH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/iVsIA&#10;AADcAAAADwAAAGRycy9kb3ducmV2LnhtbESPUWvCMBSF3wf+h3AHe5vpZKirRinKwOGT1R9wae7a&#10;anMTkmi7f78Igo+Hc853OMv1YDpxIx9aywo+xhkI4srqlmsFp+P3+xxEiMgaO8uk4I8CrFejlyXm&#10;2vZ8oFsZa5EgHHJU0MTocilD1ZDBMLaOOHm/1huMSfpaao99gptOTrJsKg22nBYadLRpqLqUV6MA&#10;vZttXSn7w/S8x935p6BPWyj19joUCxCRhvgMP9o7rWDyNYP7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+JW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olg8MA&#10;AADcAAAADwAAAGRycy9kb3ducmV2LnhtbERPy2rCQBTdF/yH4Qru6kSFVqOjtNqAaDa+Fu4umWsS&#10;zNwJmVHTfr2zKLg8nPds0ZpK3KlxpWUFg34EgjizuuRcwfGQvI9BOI+ssbJMCn7JwWLeeZthrO2D&#10;d3Tf+1yEEHYxKii8r2MpXVaQQde3NXHgLrYx6ANscqkbfIRwU8lhFH1IgyWHhgJrWhaUXfc3oyBN&#10;0jrd8s/4vLp9j87rv9MnbxKlet32awrCU+tf4n/3WisYTsLacC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olg8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hlMUA&#10;AADcAAAADwAAAGRycy9kb3ducmV2LnhtbESPQWvCQBSE7wX/w/IEb3WjB2lSVxFBbMEKVcEeX7Ov&#10;STD7Nu6uMf57Vyh4HGbmG2Y670wtWnK+sqxgNExAEOdWV1woOOxXr28gfEDWWFsmBTfyMJ/1XqaY&#10;aXvlb2p3oRARwj5DBWUITSalz0sy6Ie2IY7en3UGQ5SukNrhNcJNLcdJMpEGK44LJTa0LCk/7S5G&#10;wfY8uWza48/613Wr5lx/Lr90Wik16HeLdxCBuvAM/7c/tIJxmsLj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eGU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E+dsEA&#10;AADcAAAADwAAAGRycy9kb3ducmV2LnhtbERP3WrCMBS+F3yHcITdaeLGnFTTIoLbEEFWfYBDc2yK&#10;zUlponZ7+uVisMuP739dDK4Vd+pD41nDfKZAEFfeNFxrOJ920yWIEJENtp5JwzcFKPLxaI2Z8Q/+&#10;onsZa5FCOGSowcbYZVKGypLDMPMdceIuvncYE+xraXp8pHDXymelFtJhw6nBYkdbS9W1vDkNrOTu&#10;eKhaI99/zm/7D1vuX2+l1k+TYbMCEWmI/+I/96fR8KLS/HQmHQG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hPnb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5pUcYA&#10;AADcAAAADwAAAGRycy9kb3ducmV2LnhtbESPT2vCQBTE74V+h+UVeqsbq5UYs4q1FdRbU0G8PbIv&#10;fzD7NmS3Gvvpu0LB4zAzv2HSRW8acabO1ZYVDAcRCOLc6ppLBfvv9UsMwnlkjY1lUnAlB4v540OK&#10;ibYX/qJz5ksRIOwSVFB53yZSurwig25gW+LgFbYz6IPsSqk7vAS4aeRrFE2kwZrDQoUtrSrKT9mP&#10;UZAVx6N+58/xNn5zq91u9Ds9rD+Uen7qlzMQnnp/D/+3N1rBKBrC7Uw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5pUc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cjosMA&#10;AADcAAAADwAAAGRycy9kb3ducmV2LnhtbESPQYvCMBSE74L/ITzBmya2IEs1iojCHvawuv6AR/Ns&#10;qs1LbaLWf78RFvY4zMw3zHLdu0Y8qAu1Zw2zqQJBXHpTc6Xh9LOffIAIEdlg45k0vCjAejUcLLEw&#10;/skHehxjJRKEQ4EabIxtIWUoLTkMU98SJ+/sO4cxya6SpsNngrtGZkrNpcOa04LFlraWyuvx7jRk&#10;p81le/7Ovy63XPHO2X53P1itx6N+swARqY//4b/2p9GQqwzeZ9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cjos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uju8YA&#10;AADcAAAADwAAAGRycy9kb3ducmV2LnhtbESPT2sCMRTE70K/Q3hCb5r4r9itUWpB8CJU20O9PTev&#10;u4ubl22S6uqnbwShx2FmfsPMFq2txYl8qBxrGPQVCOLcmYoLDZ8fq94URIjIBmvHpOFCARbzh84M&#10;M+POvKXTLhYiQThkqKGMscmkDHlJFkPfNcTJ+3beYkzSF9J4PCe4reVQqSdpseK0UGJDbyXlx92v&#10;1bB8ni5/3se8uW4Pe9p/HY6ToVdaP3bb1xcQkdr4H76310bDSI3gdiYd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uju8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mNXMYA&#10;AADcAAAADwAAAGRycy9kb3ducmV2LnhtbESPQWvCQBSE74L/YXmFXqRuUiWE1DVIqaC9iGkLPT6y&#10;r0kw+zZk1yT++26h4HGYmW+YTT6ZVgzUu8aygngZgSAurW64UvD5sX9KQTiPrLG1TApu5CDfzmcb&#10;zLQd+UxD4SsRIOwyVFB732VSurImg25pO+Lg/djeoA+yr6TucQxw08rnKEqkwYbDQo0dvdZUXoqr&#10;UfAuy2FxXFN8qobvy9sp/TLJOVbq8WHavYDwNPl7+L990ApW0Rr+zo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mNXMYAAADc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DuMUA&#10;AADcAAAADwAAAGRycy9kb3ducmV2LnhtbESP3UoDMRSE7wXfIRzBO5u0stKuTUspFRQE6c8DHJLj&#10;7tLNybI57a4+vREEL4eZ+YZZrsfQqiv1qYlsYToxoIhd9A1XFk7Hl4c5qCTIHtvIZOGLEqxXtzdL&#10;LH0ceE/Xg1QqQziVaKEW6Uqtk6spYJrEjjh7n7EPKFn2lfY9DhkeWj0z5kkHbDgv1NjRtiZ3PlyC&#10;hdnFiQuLt+/33UmKj2M3mGK+sfb+btw8gxIa5T/81371Fh5NA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AO4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lV8UA&#10;AADcAAAADwAAAGRycy9kb3ducmV2LnhtbESPQWsCMRSE7wX/Q3iCt5pVQcrWKFJsUVgr2l68PZLn&#10;ZunmZdlEXf+9EYQeh5n5hpktOleLC7Wh8qxgNMxAEGtvKi4V/P58vr6BCBHZYO2ZFNwowGLee5lh&#10;bvyV93Q5xFIkCIccFdgYm1zKoC05DEPfECfv5FuHMcm2lKbFa4K7Wo6zbCodVpwWLDb0YUn/Hc5O&#10;gf6aFKtNcbT6PN5ty+p7V7j9SalBv1u+g4jUxf/ws702CibZFB5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d+VXxQAAANw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ChH8MA&#10;AADcAAAADwAAAGRycy9kb3ducmV2LnhtbESPQYvCMBSE7wv+h/AEb2uigivVKCIIehF0FT0+mmdb&#10;bF5KE9u6v34jLOxxmJlvmMWqs6VoqPaFYw2joQJBnDpTcKbh/L39nIHwAdlg6Zg0vMjDatn7WGBi&#10;XMtHak4hExHCPkENeQhVIqVPc7Loh64ijt7d1RZDlHUmTY1thNtSjpWaSosFx4UcK9rklD5OT6uh&#10;sj+X821/aNToimPTbrh9TFnrQb9bz0EE6sJ/+K+9Mxom6gve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ChH8MAAADc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HFfMIA&#10;AADcAAAADwAAAGRycy9kb3ducmV2LnhtbERPTWvCQBC9F/wPywje6kYtxaauIQiKJ6FGiL0N2WkS&#10;zM6G7JpEf333UOjx8b43yWga0VPnassKFvMIBHFhdc2lgku2f12DcB5ZY2OZFDzIQbKdvGww1nbg&#10;L+rPvhQhhF2MCirv21hKV1Rk0M1tSxy4H9sZ9AF2pdQdDiHcNHIZRe/SYM2hocKWdhUVt/PdKHi7&#10;fqRZTt/PW36wuTxmJ3va35WaTcf0E4Sn0f+L/9xHrWAVhbXhTDg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McV8wgAAANw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mFrsYA&#10;AADcAAAADwAAAGRycy9kb3ducmV2LnhtbESPQWvCQBSE7wX/w/KE3uqmEYJNXaUohUqhoBZ6fWaf&#10;SUz2bbK71fjvuwXB4zAz3zDz5WBacSbna8sKnicJCOLC6ppLBd/796cZCB+QNbaWScGVPCwXo4c5&#10;5tpeeEvnXShFhLDPUUEVQpdL6YuKDPqJ7Yijd7TOYIjSlVI7vES4aWWaJJk0WHNcqLCjVUVFs/s1&#10;Cvrpuvlyh5/T4XMzu2ZN0adykyn1OB7eXkEEGsI9fGt/aAXT5AX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mFrsYAAADc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CrEcQA&#10;AADcAAAADwAAAGRycy9kb3ducmV2LnhtbERPu27CMBTdkfgH6yKxgcOjFYQYBJWQWCoV2qFsN/El&#10;iYivU9tA2q+vh0odj84723SmEXdyvrasYDJOQBAXVtdcKvh4348WIHxA1thYJgXf5GGz7vcyTLV9&#10;8JHup1CKGMI+RQVVCG0qpS8qMujHtiWO3MU6gyFCV0rt8BHDTSOnSfIsDdYcGyps6aWi4nq6GQW7&#10;5WL39Tbn159jfqbzZ359mrpEqeGg265ABOrCv/jPfdAKZpM4P56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qxHEAAAA3AAAAA8AAAAAAAAAAAAAAAAAmAIAAGRycy9k&#10;b3ducmV2LnhtbFBLBQYAAAAABAAEAPUAAACJAwAAAAA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sb8YA&#10;AADcAAAADwAAAGRycy9kb3ducmV2LnhtbESP3WoCMRSE7wu+QziF3hTNrgVpV6NIqdDShcWfBzhu&#10;jrtLk5Mlibp9+6YgeDnMzDfMYjVYIy7kQ+dYQT7JQBDXTnfcKDjsN+NXECEiazSOScEvBVgtRw8L&#10;LLS78pYuu9iIBOFQoII2xr6QMtQtWQwT1xMn7+S8xZikb6T2eE1wa+Q0y2bSYsdpocWe3luqf3Zn&#10;q+BjevTVEb9Nne0bU35V5fNbVSr19Dis5yAiDfEevrU/tYKXPIf/M+k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zsb8YAAADc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+koMYA&#10;AADcAAAADwAAAGRycy9kb3ducmV2LnhtbESPQWvCQBSE74L/YXmF3uomCtJGV4lCoCDUNnrw+Jp9&#10;zYZm38bsVtN/3xUKHoeZ+YZZrgfbigv1vnGsIJ0kIIgrpxuuFRwPxdMzCB+QNbaOScEveVivxqMl&#10;Ztpd+YMuZahFhLDPUIEJocuk9JUhi37iOuLofbneYoiyr6Xu8RrhtpXTJJlLiw3HBYMdbQ1V3+WP&#10;VWAlnj7reVG95bPdfvfSbN7PhVHq8WHIFyACDeEe/m+/agWzdAq3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+koM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7D1D87" w:rsidRPr="004A2C6A" w:rsidRDefault="007D1D87" w:rsidP="007D1D87">
      <w:pPr>
        <w:tabs>
          <w:tab w:val="left" w:pos="2520"/>
        </w:tabs>
        <w:spacing w:after="0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 xml:space="preserve">У К </w:t>
      </w:r>
      <w:proofErr w:type="gramStart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Р</w:t>
      </w:r>
      <w:proofErr w:type="gramEnd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 xml:space="preserve"> А Ї Н А</w:t>
      </w: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КРУПЕЦЬКА СІЛЬСЬКА РАДА</w:t>
      </w: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СЛАВУТСЬКОГО РАЙОНУ</w:t>
      </w: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ХМЕЛЬНИЦЬКОЇ ОБЛАСТІ</w:t>
      </w: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ВИКОНАВЧИЙ КОМІТЕТ</w:t>
      </w: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proofErr w:type="gramStart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Р</w:t>
      </w:r>
      <w:proofErr w:type="gramEnd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ІШЕННЯ</w:t>
      </w: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7D1D87" w:rsidRPr="004A2C6A" w:rsidRDefault="007D1D87" w:rsidP="007D1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2C6A">
        <w:rPr>
          <w:rFonts w:ascii="Times New Roman" w:eastAsiaTheme="minorHAnsi" w:hAnsi="Times New Roman"/>
          <w:sz w:val="24"/>
          <w:szCs w:val="24"/>
          <w:lang w:eastAsia="en-US"/>
        </w:rPr>
        <w:t>19.08</w:t>
      </w:r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.2021                                                 </w:t>
      </w:r>
      <w:proofErr w:type="spellStart"/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>Крупець</w:t>
      </w:r>
      <w:proofErr w:type="spellEnd"/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                                               №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78</w:t>
      </w:r>
    </w:p>
    <w:p w:rsidR="007D1D87" w:rsidRPr="004A2C6A" w:rsidRDefault="007D1D87" w:rsidP="007D1D87">
      <w:pPr>
        <w:jc w:val="both"/>
        <w:rPr>
          <w:rFonts w:ascii="Times New Roman" w:eastAsiaTheme="minorHAnsi" w:hAnsi="Times New Roman" w:cs="Times New Roman"/>
          <w:sz w:val="24"/>
          <w:lang w:eastAsia="en-US"/>
        </w:rPr>
      </w:pPr>
    </w:p>
    <w:p w:rsidR="007D1D87" w:rsidRPr="004A2C6A" w:rsidRDefault="007D1D87" w:rsidP="007D1D87">
      <w:pPr>
        <w:ind w:right="4819"/>
        <w:jc w:val="both"/>
        <w:rPr>
          <w:rFonts w:ascii="Times New Roman" w:eastAsiaTheme="minorHAnsi" w:hAnsi="Times New Roman" w:cs="Times New Roman"/>
          <w:b/>
          <w:bCs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b/>
          <w:bCs/>
          <w:sz w:val="24"/>
          <w:lang w:eastAsia="en-US"/>
        </w:rPr>
        <w:t>Про зарахування на квартирний облік Козелець Б.О.</w:t>
      </w:r>
    </w:p>
    <w:p w:rsidR="007D1D87" w:rsidRPr="004A2C6A" w:rsidRDefault="007D1D87" w:rsidP="007D1D87">
      <w:pPr>
        <w:ind w:firstLine="360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Відповідно до підпункту 2 пункту «а» ст. 30 Закону України «Про місцеве самоврядування в Україні» Житлового кодексу України, 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Укрпрофради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від 11 грудня 1984 року №470, ст. 33 Закону України «Про забезпечення організаційно правових умов соціального захисту дітей сиріт та дітей позбавлених батьківського піклування», Положення про квартирний облік при виконавчому комітеті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Крупецької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сільської ради, затвердженого рішенням виконавчого комітету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Крупецької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сільської ради від 12 липня 2019 року №54, виконавчий комітет сільської ради вирішив:</w:t>
      </w:r>
    </w:p>
    <w:p w:rsidR="007D1D87" w:rsidRPr="004A2C6A" w:rsidRDefault="007D1D87" w:rsidP="007D1D87">
      <w:pPr>
        <w:numPr>
          <w:ilvl w:val="0"/>
          <w:numId w:val="12"/>
        </w:numPr>
        <w:contextualSpacing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Зарахувати на квартирний облік Козелець Богдана Олександровича 06.02.2005 року народження, якому розпорядженням голови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Славутської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РДА №222/2019-р від 01.11.2019 року надано статус дитини сироти.</w:t>
      </w:r>
    </w:p>
    <w:p w:rsidR="007D1D87" w:rsidRPr="004A2C6A" w:rsidRDefault="007D1D87" w:rsidP="007D1D87">
      <w:pPr>
        <w:numPr>
          <w:ilvl w:val="0"/>
          <w:numId w:val="12"/>
        </w:numPr>
        <w:contextualSpacing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виконанням цього рішення покласти на начальника служби у справах дітей – </w:t>
      </w:r>
      <w:proofErr w:type="spellStart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Самчука</w:t>
      </w:r>
      <w:proofErr w:type="spellEnd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В.М.</w:t>
      </w:r>
    </w:p>
    <w:p w:rsidR="007D1D87" w:rsidRPr="004A2C6A" w:rsidRDefault="007D1D87" w:rsidP="007D1D87">
      <w:pPr>
        <w:shd w:val="clear" w:color="auto" w:fill="FFFFFF"/>
        <w:spacing w:after="113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1D87" w:rsidRPr="004A2C6A" w:rsidRDefault="007D1D87" w:rsidP="007D1D87">
      <w:pPr>
        <w:shd w:val="clear" w:color="auto" w:fill="FFFFFF"/>
        <w:spacing w:after="113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1D87" w:rsidRPr="0058617D" w:rsidRDefault="007D1D87" w:rsidP="007D1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7D1D87" w:rsidRDefault="007D1D87" w:rsidP="007D1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виконавчих </w:t>
      </w:r>
    </w:p>
    <w:p w:rsidR="007D1D87" w:rsidRDefault="007D1D87" w:rsidP="007D1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8617D">
        <w:rPr>
          <w:rFonts w:ascii="Times New Roman" w:hAnsi="Times New Roman" w:cs="Times New Roman"/>
          <w:sz w:val="24"/>
          <w:szCs w:val="24"/>
        </w:rPr>
        <w:t xml:space="preserve">                 Любов ЛІПСЬКА  </w:t>
      </w:r>
    </w:p>
    <w:p w:rsidR="00357C65" w:rsidRDefault="00357C65">
      <w:bookmarkStart w:id="0" w:name="_GoBack"/>
      <w:bookmarkEnd w:id="0"/>
    </w:p>
    <w:sectPr w:rsidR="00357C6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437" w:rsidRDefault="00550437">
      <w:pPr>
        <w:spacing w:after="0" w:line="240" w:lineRule="auto"/>
      </w:pPr>
      <w:r>
        <w:separator/>
      </w:r>
    </w:p>
  </w:endnote>
  <w:endnote w:type="continuationSeparator" w:id="0">
    <w:p w:rsidR="00550437" w:rsidRDefault="0055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437" w:rsidRDefault="00550437">
      <w:pPr>
        <w:spacing w:after="0" w:line="240" w:lineRule="auto"/>
      </w:pPr>
      <w:r>
        <w:separator/>
      </w:r>
    </w:p>
  </w:footnote>
  <w:footnote w:type="continuationSeparator" w:id="0">
    <w:p w:rsidR="00550437" w:rsidRDefault="0055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6E7E370F"/>
    <w:multiLevelType w:val="multilevel"/>
    <w:tmpl w:val="CD64E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D87"/>
    <w:rsid w:val="00357C65"/>
    <w:rsid w:val="00550437"/>
    <w:rsid w:val="007D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87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87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2021-09-29T04:16:00Z</dcterms:created>
  <dcterms:modified xsi:type="dcterms:W3CDTF">2021-09-29T04:17:00Z</dcterms:modified>
</cp:coreProperties>
</file>