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297" w:rsidRPr="00CB71B2" w:rsidRDefault="00C70297" w:rsidP="00C7029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C70297" w:rsidRPr="00CB71B2" w:rsidRDefault="00C70297" w:rsidP="00C70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70297" w:rsidRPr="00CB71B2" w:rsidRDefault="00C70297" w:rsidP="00C7029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0297" w:rsidRDefault="00C70297" w:rsidP="00C702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70297" w:rsidRDefault="00C70297" w:rsidP="00C702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70297" w:rsidRPr="00CB71B2" w:rsidRDefault="00C70297" w:rsidP="00C702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297" w:rsidRPr="00CB71B2" w:rsidRDefault="00C70297" w:rsidP="00C7029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297" w:rsidRPr="00CB71B2" w:rsidRDefault="00C70297" w:rsidP="00C702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297" w:rsidRPr="00CB71B2" w:rsidRDefault="00C70297" w:rsidP="00C702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70297" w:rsidRPr="00CB71B2" w:rsidRDefault="00C70297" w:rsidP="00C7029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70297" w:rsidRPr="00CB71B2" w:rsidRDefault="00C70297" w:rsidP="00C702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70297" w:rsidRPr="00CB71B2" w:rsidRDefault="00C70297" w:rsidP="00C702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70297" w:rsidRPr="00CB71B2" w:rsidRDefault="00C70297" w:rsidP="00C702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297" w:rsidRPr="00CB71B2" w:rsidRDefault="00C70297" w:rsidP="00C702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70297" w:rsidRPr="00CB71B2" w:rsidRDefault="00C70297" w:rsidP="00C702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297" w:rsidRPr="00CB71B2" w:rsidRDefault="00C70297" w:rsidP="00C7029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C70297" w:rsidRPr="00CB71B2" w:rsidRDefault="00C70297" w:rsidP="00C7029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0297" w:rsidRPr="00CB71B2" w:rsidRDefault="00C70297" w:rsidP="00C7029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C70297" w:rsidRPr="00CB71B2" w:rsidRDefault="00C70297" w:rsidP="00C7029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70297" w:rsidRPr="00CB71B2" w:rsidRDefault="00C70297" w:rsidP="00C7029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70297" w:rsidRPr="00CB71B2" w:rsidRDefault="00C70297" w:rsidP="00C702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70297" w:rsidRPr="00CB71B2" w:rsidRDefault="00C70297" w:rsidP="00C7029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70297" w:rsidRPr="00CB71B2" w:rsidRDefault="00C70297" w:rsidP="00C7029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Крупській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К.С.</w:t>
      </w:r>
    </w:p>
    <w:p w:rsidR="00C70297" w:rsidRPr="00CB71B2" w:rsidRDefault="00C70297" w:rsidP="00C7029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0297" w:rsidRPr="00CB71B2" w:rsidRDefault="00C70297" w:rsidP="00C7029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0297" w:rsidRPr="00CB71B2" w:rsidRDefault="00C70297" w:rsidP="00C7029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Крупської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К.С.,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C70297" w:rsidRPr="00CB71B2" w:rsidRDefault="00C70297" w:rsidP="00C7029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70297" w:rsidRPr="00CB71B2" w:rsidRDefault="00C70297" w:rsidP="00C7029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0297" w:rsidRPr="00CB71B2" w:rsidRDefault="00C70297" w:rsidP="00C7029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Крупській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Катерині Сергіївні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будівництва  та обслуговування житлового будинку, господарських будівель і споруд, площею  0,1764га,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0297" w:rsidRPr="00CB71B2" w:rsidRDefault="00C70297" w:rsidP="00C702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Крупській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катерині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Сергіївні,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792B78">
        <w:rPr>
          <w:rFonts w:ascii="Times New Roman" w:eastAsia="Calibri" w:hAnsi="Times New Roman" w:cs="Times New Roman"/>
          <w:sz w:val="24"/>
        </w:rPr>
        <w:t>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792B7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0,1764 га, кадастровий номер: 6823984000:01:013:0040, для будівництва  та обслуговування житлового будинку, господарських будівель і споруд,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0297" w:rsidRPr="00CB71B2" w:rsidRDefault="00C70297" w:rsidP="00C702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Крупській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К.С.,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C70297" w:rsidRPr="00CB71B2" w:rsidRDefault="00C70297" w:rsidP="00C702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70297" w:rsidRPr="00CB71B2" w:rsidRDefault="00C70297" w:rsidP="00C7029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0FE3" w:rsidRPr="00C70297" w:rsidRDefault="00C70297" w:rsidP="00C7029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B90FE3" w:rsidRPr="00C7029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297"/>
    <w:rsid w:val="00171A2E"/>
    <w:rsid w:val="00304C90"/>
    <w:rsid w:val="00505B6D"/>
    <w:rsid w:val="006D3977"/>
    <w:rsid w:val="00792B78"/>
    <w:rsid w:val="007D6C18"/>
    <w:rsid w:val="00B90FE3"/>
    <w:rsid w:val="00C7029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233A3"/>
  <w15:docId w15:val="{0ECF23BE-A8D1-4A44-BBC9-6BD7025D9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297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275</Words>
  <Characters>1569</Characters>
  <Application>Microsoft Office Word</Application>
  <DocSecurity>0</DocSecurity>
  <Lines>13</Lines>
  <Paragraphs>3</Paragraphs>
  <ScaleCrop>false</ScaleCrop>
  <Company>Microsoft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2021-04-14T11:49:00Z</dcterms:created>
  <dcterms:modified xsi:type="dcterms:W3CDTF">2021-04-15T05:10:00Z</dcterms:modified>
</cp:coreProperties>
</file>