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CAF" w:rsidRPr="00DF573A" w:rsidRDefault="00343CAF" w:rsidP="00343CAF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3CAF" w:rsidRDefault="00343CAF" w:rsidP="00343C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3CAF" w:rsidRDefault="00343CAF" w:rsidP="00343C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3CAF" w:rsidRDefault="00343CAF" w:rsidP="00343C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3CAF" w:rsidRDefault="00343CAF" w:rsidP="00343C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3CAF" w:rsidRDefault="00343CAF" w:rsidP="00343C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3CAF" w:rsidRDefault="00343CAF" w:rsidP="00343C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3CAF" w:rsidRDefault="00343CAF" w:rsidP="00343C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3CAF" w:rsidRDefault="00343CAF" w:rsidP="00343C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3CAF" w:rsidRDefault="00343CAF" w:rsidP="00343C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3CAF" w:rsidRDefault="00343CAF" w:rsidP="00343C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3CAF" w:rsidRDefault="00343CAF" w:rsidP="00343C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3CAF" w:rsidRDefault="00343CAF" w:rsidP="00343C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3CAF" w:rsidRDefault="00343CAF" w:rsidP="00343C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3CAF" w:rsidRDefault="00343CAF" w:rsidP="00343C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3CAF" w:rsidRDefault="00343CAF" w:rsidP="00343C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3CAF" w:rsidRDefault="00343CAF" w:rsidP="00343C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3CAF" w:rsidRDefault="00343CAF" w:rsidP="00343C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3CAF" w:rsidRDefault="00343CAF" w:rsidP="00343C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3CAF" w:rsidRDefault="00343CAF" w:rsidP="00343C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3CAF" w:rsidRDefault="00343CAF" w:rsidP="00343C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3CAF" w:rsidRDefault="00343CAF" w:rsidP="00343C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3CAF" w:rsidRDefault="00343CAF" w:rsidP="00343C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3CAF" w:rsidRDefault="00343CAF" w:rsidP="00343C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3CAF" w:rsidRDefault="00343CAF" w:rsidP="00343C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3CAF" w:rsidRDefault="00343CAF" w:rsidP="00343C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3CAF" w:rsidRDefault="00343CAF" w:rsidP="00343C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3CAF" w:rsidRDefault="00343CAF" w:rsidP="00343C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3CAF" w:rsidRDefault="00343CAF" w:rsidP="00343C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3CAF" w:rsidRDefault="00343CAF" w:rsidP="00343C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3CAF" w:rsidRDefault="00343CAF" w:rsidP="00343C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43CAF" w:rsidRDefault="00343CAF" w:rsidP="00343C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43CAF" w:rsidRDefault="00343CAF" w:rsidP="00343C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43CAF" w:rsidRDefault="00343CAF" w:rsidP="00343C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43CAF" w:rsidRDefault="00343CAF" w:rsidP="00343C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43CAF" w:rsidRDefault="00343CAF" w:rsidP="00343C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43CAF" w:rsidRDefault="00343CAF" w:rsidP="00343C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43CAF" w:rsidRDefault="00343CAF" w:rsidP="00343C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43CAF" w:rsidRDefault="00343CAF" w:rsidP="00343C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43CAF" w:rsidRDefault="00343CAF" w:rsidP="00343C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43CAF" w:rsidRDefault="00343CAF" w:rsidP="00343C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43CAF" w:rsidRDefault="00343CAF" w:rsidP="00343C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43CAF" w:rsidRDefault="00343CAF" w:rsidP="00343C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43CAF" w:rsidRDefault="00343CAF" w:rsidP="00343C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43CAF" w:rsidRDefault="00343CAF" w:rsidP="00343C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43CAF" w:rsidRDefault="00343CAF" w:rsidP="00343C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43CAF" w:rsidRDefault="00343CAF" w:rsidP="00343C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43CAF" w:rsidRDefault="00343CAF" w:rsidP="00343C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43CAF" w:rsidRDefault="00343CAF" w:rsidP="00343C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43CAF" w:rsidRDefault="00343CAF" w:rsidP="00343C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43CAF" w:rsidRDefault="00343CAF" w:rsidP="00343C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343CAF" w:rsidRDefault="00343CAF" w:rsidP="00343C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43CAF" w:rsidRDefault="00343CAF" w:rsidP="00343C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43CAF" w:rsidRDefault="00343CAF" w:rsidP="00343C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43CAF" w:rsidRDefault="00343CAF" w:rsidP="00343C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43CAF" w:rsidRDefault="00343CAF" w:rsidP="00343C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43CAF" w:rsidRDefault="00343CAF" w:rsidP="00343C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43CAF" w:rsidRDefault="00343CAF" w:rsidP="00343C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343CAF" w:rsidRDefault="00343CAF" w:rsidP="00343C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43CAF" w:rsidRDefault="00343CAF" w:rsidP="00343C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43CAF" w:rsidRDefault="00343CAF" w:rsidP="00343C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43CAF" w:rsidRDefault="00343CAF" w:rsidP="00343CA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43CAF" w:rsidRDefault="00343CAF" w:rsidP="00343CA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43CAF" w:rsidRDefault="00343CAF" w:rsidP="00343CA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43CAF" w:rsidRDefault="00343CAF" w:rsidP="00343CA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43CAF" w:rsidRDefault="00343CAF" w:rsidP="00343CA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343CAF" w:rsidRDefault="00343CAF" w:rsidP="00343CA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343CAF" w:rsidRDefault="00343CAF" w:rsidP="00343CA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343CAF" w:rsidRDefault="00343CAF" w:rsidP="00343CA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343CAF" w:rsidRDefault="00343CAF" w:rsidP="00343CA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43CAF" w:rsidRDefault="00343CAF" w:rsidP="00343CA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343CAF" w:rsidRDefault="00343CAF" w:rsidP="00343CA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43CAF" w:rsidRDefault="00343CAF" w:rsidP="00343CA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343CAF" w:rsidRDefault="00343CAF" w:rsidP="00343CA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43CAF" w:rsidRPr="0068506F" w:rsidRDefault="00343CAF" w:rsidP="00343CA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 w:rsidRPr="0068506F">
        <w:rPr>
          <w:rFonts w:ascii="Times New Roman" w:eastAsia="Arial Unicode MS" w:hAnsi="Times New Roman"/>
          <w:color w:val="000000"/>
          <w:sz w:val="24"/>
          <w:szCs w:val="24"/>
        </w:rPr>
        <w:t>5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.02.2021 року                                            Крупець                                                       №7</w:t>
      </w:r>
    </w:p>
    <w:p w:rsidR="00343CAF" w:rsidRPr="00CF04D8" w:rsidRDefault="00343CAF" w:rsidP="00343C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3CAF" w:rsidRPr="00B47E7E" w:rsidRDefault="00343CAF" w:rsidP="00343CAF">
      <w:pPr>
        <w:spacing w:after="0"/>
        <w:ind w:right="45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7E7E">
        <w:rPr>
          <w:rFonts w:ascii="Times New Roman" w:hAnsi="Times New Roman" w:cs="Times New Roman"/>
          <w:b/>
          <w:sz w:val="24"/>
          <w:szCs w:val="24"/>
        </w:rPr>
        <w:t>Про ліквідацію відділу фінансів Крупецької сільської ради</w:t>
      </w:r>
    </w:p>
    <w:p w:rsidR="00343CAF" w:rsidRPr="00FA2785" w:rsidRDefault="00343CAF" w:rsidP="00343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43CAF" w:rsidRDefault="00343CAF" w:rsidP="00343CA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2785">
        <w:rPr>
          <w:rFonts w:ascii="Times New Roman" w:hAnsi="Times New Roman" w:cs="Times New Roman"/>
          <w:sz w:val="24"/>
          <w:szCs w:val="24"/>
        </w:rPr>
        <w:t>Відповідно д</w:t>
      </w:r>
      <w:r>
        <w:rPr>
          <w:rFonts w:ascii="Times New Roman" w:hAnsi="Times New Roman" w:cs="Times New Roman"/>
          <w:sz w:val="24"/>
          <w:szCs w:val="24"/>
        </w:rPr>
        <w:t xml:space="preserve">о пункту 5 частини 1 статті 26, статті 54 </w:t>
      </w:r>
      <w:r w:rsidRPr="00FA2785">
        <w:rPr>
          <w:rFonts w:ascii="Times New Roman" w:hAnsi="Times New Roman" w:cs="Times New Roman"/>
          <w:sz w:val="24"/>
          <w:szCs w:val="24"/>
        </w:rPr>
        <w:t>Закону України «Про міс</w:t>
      </w:r>
      <w:r>
        <w:rPr>
          <w:rFonts w:ascii="Times New Roman" w:hAnsi="Times New Roman" w:cs="Times New Roman"/>
          <w:sz w:val="24"/>
          <w:szCs w:val="24"/>
        </w:rPr>
        <w:t xml:space="preserve">цеве самоврядування в Україні», сільська рада </w:t>
      </w:r>
    </w:p>
    <w:p w:rsidR="00343CAF" w:rsidRPr="00FA2785" w:rsidRDefault="00343CAF" w:rsidP="00343CA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</w:t>
      </w:r>
    </w:p>
    <w:p w:rsidR="00343CAF" w:rsidRPr="00FA2785" w:rsidRDefault="00343CAF" w:rsidP="00343CA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2785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2785">
        <w:rPr>
          <w:rFonts w:ascii="Times New Roman" w:hAnsi="Times New Roman" w:cs="Times New Roman"/>
          <w:sz w:val="24"/>
          <w:szCs w:val="24"/>
        </w:rPr>
        <w:t xml:space="preserve">Ліквідувати відділ </w:t>
      </w:r>
      <w:r>
        <w:rPr>
          <w:rFonts w:ascii="Times New Roman" w:hAnsi="Times New Roman" w:cs="Times New Roman"/>
          <w:sz w:val="24"/>
          <w:szCs w:val="24"/>
        </w:rPr>
        <w:t>фінансів Крупецької сільської ради</w:t>
      </w:r>
      <w:r w:rsidRPr="00FA2785">
        <w:rPr>
          <w:rFonts w:ascii="Times New Roman" w:hAnsi="Times New Roman" w:cs="Times New Roman"/>
          <w:sz w:val="24"/>
          <w:szCs w:val="24"/>
        </w:rPr>
        <w:t>.</w:t>
      </w:r>
    </w:p>
    <w:p w:rsidR="00343CAF" w:rsidRDefault="00343CAF" w:rsidP="00343CA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 Сільському </w:t>
      </w:r>
      <w:r w:rsidRPr="00FA2785">
        <w:rPr>
          <w:rFonts w:ascii="Times New Roman" w:hAnsi="Times New Roman" w:cs="Times New Roman"/>
          <w:sz w:val="24"/>
          <w:szCs w:val="24"/>
        </w:rPr>
        <w:t xml:space="preserve">голові </w:t>
      </w:r>
      <w:r>
        <w:rPr>
          <w:rFonts w:ascii="Times New Roman" w:hAnsi="Times New Roman" w:cs="Times New Roman"/>
          <w:sz w:val="24"/>
          <w:szCs w:val="24"/>
        </w:rPr>
        <w:t>Валерію Михалюку при</w:t>
      </w:r>
      <w:r w:rsidRPr="00FA2785">
        <w:rPr>
          <w:rFonts w:ascii="Times New Roman" w:hAnsi="Times New Roman" w:cs="Times New Roman"/>
          <w:sz w:val="24"/>
          <w:szCs w:val="24"/>
        </w:rPr>
        <w:t xml:space="preserve"> виконанн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FA2785">
        <w:rPr>
          <w:rFonts w:ascii="Times New Roman" w:hAnsi="Times New Roman" w:cs="Times New Roman"/>
          <w:sz w:val="24"/>
          <w:szCs w:val="24"/>
        </w:rPr>
        <w:t xml:space="preserve"> цього рішення забезпечити дотримання законодавства про працю та службу в органах місцевого самоврядування.</w:t>
      </w:r>
    </w:p>
    <w:p w:rsidR="00343CAF" w:rsidRPr="00FA2785" w:rsidRDefault="00343CAF" w:rsidP="00343CA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FA2785">
        <w:rPr>
          <w:rFonts w:ascii="Times New Roman" w:hAnsi="Times New Roman" w:cs="Times New Roman"/>
          <w:sz w:val="24"/>
          <w:szCs w:val="24"/>
        </w:rPr>
        <w:t xml:space="preserve">. Контроль за виконанням цього рішення покласти на </w:t>
      </w:r>
      <w:r>
        <w:rPr>
          <w:rFonts w:ascii="Times New Roman" w:hAnsi="Times New Roman" w:cs="Times New Roman"/>
          <w:sz w:val="24"/>
          <w:szCs w:val="24"/>
        </w:rPr>
        <w:t>сільського голову Валерія Михалюка.</w:t>
      </w:r>
    </w:p>
    <w:p w:rsidR="00343CAF" w:rsidRDefault="00343CAF" w:rsidP="00343CAF">
      <w:pPr>
        <w:jc w:val="both"/>
        <w:rPr>
          <w:sz w:val="26"/>
          <w:szCs w:val="26"/>
        </w:rPr>
      </w:pPr>
    </w:p>
    <w:p w:rsidR="00343CAF" w:rsidRDefault="00343CAF" w:rsidP="00343CAF">
      <w:pPr>
        <w:jc w:val="both"/>
        <w:rPr>
          <w:sz w:val="26"/>
          <w:szCs w:val="26"/>
        </w:rPr>
      </w:pPr>
    </w:p>
    <w:p w:rsidR="00343CAF" w:rsidRDefault="00343CAF" w:rsidP="00343C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344573"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Валерій МИХАЛЮК</w:t>
      </w:r>
    </w:p>
    <w:p w:rsidR="00AF7FC8" w:rsidRDefault="00AF7FC8">
      <w:bookmarkStart w:id="0" w:name="_GoBack"/>
      <w:bookmarkEnd w:id="0"/>
    </w:p>
    <w:sectPr w:rsidR="00AF7FC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CAF"/>
    <w:rsid w:val="00171A2E"/>
    <w:rsid w:val="00304C90"/>
    <w:rsid w:val="00343CAF"/>
    <w:rsid w:val="00505B6D"/>
    <w:rsid w:val="006D3977"/>
    <w:rsid w:val="007D6C18"/>
    <w:rsid w:val="00AF7FC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343CAF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343CAF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343CAF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343CAF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343CAF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343CAF"/>
    <w:rPr>
      <w:rFonts w:ascii="Consolas" w:hAnsi="Consolas"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131</Words>
  <Characters>753</Characters>
  <Application>Microsoft Office Word</Application>
  <DocSecurity>0</DocSecurity>
  <Lines>6</Lines>
  <Paragraphs>1</Paragraphs>
  <ScaleCrop>false</ScaleCrop>
  <Company>Microsoft</Company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1</cp:revision>
  <dcterms:created xsi:type="dcterms:W3CDTF">2021-03-02T14:13:00Z</dcterms:created>
  <dcterms:modified xsi:type="dcterms:W3CDTF">2021-03-02T14:14:00Z</dcterms:modified>
</cp:coreProperties>
</file>