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DE8" w:rsidRDefault="00251DE8" w:rsidP="00251D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1DE8" w:rsidRDefault="00251DE8" w:rsidP="00251D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1DE8" w:rsidRDefault="00251DE8" w:rsidP="00251D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1DE8" w:rsidRDefault="00251DE8" w:rsidP="00251D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51DE8" w:rsidRDefault="00251DE8" w:rsidP="00251D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1DE8" w:rsidRDefault="00251DE8" w:rsidP="00251D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51DE8" w:rsidRPr="00611135" w:rsidRDefault="00251DE8" w:rsidP="00251D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Смолію О.М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Смолія О.М,  сільська  рада 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Смолію Олександру Миколайовичу,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4405D4" w:rsidRPr="004405D4">
        <w:rPr>
          <w:rFonts w:ascii="Times New Roman" w:eastAsia="Times New Roman" w:hAnsi="Times New Roman" w:cs="Times New Roman"/>
          <w:sz w:val="24"/>
        </w:rPr>
        <w:t>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405D4" w:rsidRPr="004405D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 га, кадастровий номер: 6823982100:03:015:0039,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 Шепетівський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2.Смолію О.М. посвідчити своє право  в  установленому  законом  порядку.</w:t>
      </w:r>
    </w:p>
    <w:p w:rsidR="00251DE8" w:rsidRPr="00611135" w:rsidRDefault="00251DE8" w:rsidP="00251D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51DE8" w:rsidRDefault="00251DE8" w:rsidP="00251DE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51DE8" w:rsidRDefault="00251DE8" w:rsidP="00251DE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51DE8" w:rsidRDefault="00251DE8" w:rsidP="00251DE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51DE8" w:rsidRDefault="00251DE8" w:rsidP="00251DE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2E1B93" w:rsidRDefault="002E1B93"/>
    <w:sectPr w:rsidR="002E1B9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DE8"/>
    <w:rsid w:val="00251DE8"/>
    <w:rsid w:val="002E1B93"/>
    <w:rsid w:val="0044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E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51D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1D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51DE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DE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51D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1D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51DE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2021-07-07T07:11:00Z</dcterms:created>
  <dcterms:modified xsi:type="dcterms:W3CDTF">2021-07-07T08:52:00Z</dcterms:modified>
</cp:coreProperties>
</file>