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00C" w:rsidRDefault="009F200C" w:rsidP="009F200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200C" w:rsidRDefault="008B3B1C" w:rsidP="009F200C">
      <w:pPr>
        <w:jc w:val="both"/>
        <w:rPr>
          <w:rFonts w:ascii="Times New Roman" w:hAnsi="Times New Roman" w:cs="Times New Roman"/>
        </w:rPr>
      </w:pPr>
      <w:r w:rsidRPr="008B3B1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F200C" w:rsidRDefault="009F200C" w:rsidP="009F20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200C" w:rsidRDefault="009F200C" w:rsidP="009F200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F200C" w:rsidRDefault="009F200C" w:rsidP="009F200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F200C" w:rsidRDefault="009F200C" w:rsidP="009F20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200C" w:rsidRDefault="009F200C" w:rsidP="009F20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200C" w:rsidRDefault="009F200C" w:rsidP="009F20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9F200C" w:rsidRDefault="009F200C" w:rsidP="009F200C">
      <w:pPr>
        <w:rPr>
          <w:rFonts w:ascii="Times New Roman" w:hAnsi="Times New Roman" w:cs="Times New Roman"/>
          <w:color w:val="FF0000"/>
        </w:rPr>
      </w:pPr>
    </w:p>
    <w:p w:rsidR="009F200C" w:rsidRPr="00F845BA" w:rsidRDefault="009F200C" w:rsidP="009F200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F200C" w:rsidRPr="00F845BA" w:rsidRDefault="009F200C" w:rsidP="009F200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F200C" w:rsidRPr="00F845BA" w:rsidRDefault="009F200C" w:rsidP="009F200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9F200C" w:rsidRPr="00F845BA" w:rsidRDefault="009F200C" w:rsidP="009F200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Матвійчуку М.В.</w:t>
      </w:r>
    </w:p>
    <w:p w:rsidR="009F200C" w:rsidRPr="00F845BA" w:rsidRDefault="009F200C" w:rsidP="009F200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F200C" w:rsidRPr="00F845BA" w:rsidRDefault="009F200C" w:rsidP="009F200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Матвійчука М.В.,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9F200C" w:rsidRPr="00F845BA" w:rsidRDefault="009F200C" w:rsidP="009F200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9F200C" w:rsidRPr="00F845BA" w:rsidRDefault="009F200C" w:rsidP="009F200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Матвійчуку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Максиму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Володимировичу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3C6FDF" w:rsidRPr="003C6FDF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2,0 га,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.Л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исиче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9F200C" w:rsidRPr="00F845BA" w:rsidRDefault="009F200C" w:rsidP="009F200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. Матвійчуку М.В.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9F200C" w:rsidRPr="00F845BA" w:rsidRDefault="009F200C" w:rsidP="009F200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9F200C" w:rsidRPr="00F845BA" w:rsidRDefault="009F200C" w:rsidP="009F200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F200C" w:rsidRPr="00F845BA" w:rsidRDefault="009F200C" w:rsidP="009F200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F200C" w:rsidRPr="00F845BA" w:rsidRDefault="009F200C" w:rsidP="009F200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F200C" w:rsidRPr="009F200C" w:rsidRDefault="009F200C" w:rsidP="009F200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6A20FC" w:rsidRPr="009F200C" w:rsidRDefault="009F200C" w:rsidP="009F200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6A20FC" w:rsidRPr="009F200C" w:rsidSect="006A20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F200C"/>
    <w:rsid w:val="00171A2E"/>
    <w:rsid w:val="00304C90"/>
    <w:rsid w:val="003C6FDF"/>
    <w:rsid w:val="00505B6D"/>
    <w:rsid w:val="00686845"/>
    <w:rsid w:val="006A20FC"/>
    <w:rsid w:val="006D3977"/>
    <w:rsid w:val="007D6C18"/>
    <w:rsid w:val="008B3B1C"/>
    <w:rsid w:val="009F200C"/>
    <w:rsid w:val="00AA3AE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00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225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2019-12-11T11:33:00Z</dcterms:created>
  <dcterms:modified xsi:type="dcterms:W3CDTF">2019-12-11T12:03:00Z</dcterms:modified>
</cp:coreProperties>
</file>