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72" w:rsidRDefault="00CC1072" w:rsidP="00CC107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072" w:rsidRDefault="00CC1072" w:rsidP="00CC10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1072" w:rsidRDefault="00CC1072" w:rsidP="00CC10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1072" w:rsidRDefault="00CC1072" w:rsidP="00CC107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1072" w:rsidRDefault="00CC1072" w:rsidP="00CC10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C1072" w:rsidRDefault="00CC1072" w:rsidP="00CC107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1072" w:rsidRDefault="00CC1072" w:rsidP="00CC107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27</w:t>
      </w:r>
    </w:p>
    <w:p w:rsidR="00CC1072" w:rsidRDefault="00CC1072" w:rsidP="00CC1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1072" w:rsidRDefault="00CC1072" w:rsidP="00CC107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Ні</w:t>
      </w:r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ітюк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О.П.</w:t>
      </w: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CC1072" w:rsidRPr="007C46F7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63450" w:rsidRPr="00D63450">
        <w:rPr>
          <w:rFonts w:ascii="Times New Roman" w:eastAsia="Calibri" w:hAnsi="Times New Roman" w:cs="Times New Roman"/>
          <w:sz w:val="24"/>
          <w:lang w:eastAsia="en-US"/>
        </w:rPr>
        <w:t>_</w:t>
      </w:r>
      <w:r w:rsidR="00D63450">
        <w:rPr>
          <w:rFonts w:ascii="Times New Roman" w:eastAsia="Calibri" w:hAnsi="Times New Roman" w:cs="Times New Roman"/>
          <w:sz w:val="24"/>
          <w:lang w:val="ru-RU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0,2600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C1072" w:rsidRDefault="00CC1072" w:rsidP="00CC10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C1072" w:rsidRDefault="00CC1072" w:rsidP="00CC10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1072" w:rsidRDefault="00CC1072" w:rsidP="00CC10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1072" w:rsidRDefault="00CC1072" w:rsidP="00CC107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1072" w:rsidRDefault="00CC1072" w:rsidP="00CC107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1072" w:rsidRDefault="00CC1072" w:rsidP="00CC107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9135C" w:rsidRDefault="0039135C"/>
    <w:sectPr w:rsidR="0039135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72"/>
    <w:rsid w:val="0039135C"/>
    <w:rsid w:val="00CC1072"/>
    <w:rsid w:val="00D6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7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C107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C107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C107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7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C107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C107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C107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241</Words>
  <Characters>1375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2021-07-26T12:25:00Z</dcterms:created>
  <dcterms:modified xsi:type="dcterms:W3CDTF">2021-07-27T07:17:00Z</dcterms:modified>
</cp:coreProperties>
</file>