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7043" w:rsidRDefault="002C7043" w:rsidP="002C704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7043" w:rsidRDefault="002C7043" w:rsidP="002C70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7043" w:rsidRDefault="002C7043" w:rsidP="002C70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7043" w:rsidRDefault="002C7043" w:rsidP="002C704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7043" w:rsidRDefault="002C7043" w:rsidP="002C704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C7043" w:rsidRDefault="002C7043" w:rsidP="002C70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7043" w:rsidRDefault="002C7043" w:rsidP="002C704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36</w:t>
      </w:r>
    </w:p>
    <w:p w:rsidR="002C7043" w:rsidRDefault="002C7043" w:rsidP="002C7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C7043" w:rsidRDefault="002C7043" w:rsidP="002C704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Рижук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М.М</w:t>
      </w: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Рижука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C7043" w:rsidRPr="005B6974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93B5D" w:rsidRPr="00993B5D">
        <w:rPr>
          <w:rFonts w:ascii="Times New Roman" w:eastAsia="Calibri" w:hAnsi="Times New Roman" w:cs="Times New Roman"/>
          <w:sz w:val="24"/>
          <w:lang w:eastAsia="en-US"/>
        </w:rPr>
        <w:t>_</w:t>
      </w:r>
      <w:r w:rsidR="00993B5D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 с. Крупець.</w:t>
      </w: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C7043" w:rsidRDefault="002C7043" w:rsidP="002C704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C7043" w:rsidRDefault="002C7043" w:rsidP="002C704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7043" w:rsidRDefault="002C7043" w:rsidP="002C7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7043" w:rsidRDefault="002C7043" w:rsidP="002C704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C7043" w:rsidRDefault="002C7043" w:rsidP="002C704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00979" w:rsidRPr="002C7043" w:rsidRDefault="002C7043" w:rsidP="002C704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600979" w:rsidRPr="002C70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043"/>
    <w:rsid w:val="002C7043"/>
    <w:rsid w:val="00600979"/>
    <w:rsid w:val="00993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4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C704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704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C704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704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C704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704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C704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242</Words>
  <Characters>1382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2021-07-26T12:29:00Z</dcterms:created>
  <dcterms:modified xsi:type="dcterms:W3CDTF">2021-07-27T07:23:00Z</dcterms:modified>
</cp:coreProperties>
</file>