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4C1" w:rsidRPr="004102D1" w:rsidRDefault="00BC24C1" w:rsidP="00BC24C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4C1" w:rsidRDefault="00BC24C1" w:rsidP="00BC24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24C1" w:rsidRDefault="00BC24C1" w:rsidP="00BC24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C24C1" w:rsidRPr="000A4F3E" w:rsidRDefault="00BC24C1" w:rsidP="00BC24C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24C1" w:rsidRPr="000A4F3E" w:rsidRDefault="00BC24C1" w:rsidP="00BC24C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C24C1" w:rsidRPr="000A4F3E" w:rsidRDefault="00BC24C1" w:rsidP="00BC24C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24C1" w:rsidRDefault="00BC24C1" w:rsidP="00BC24C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BC24C1" w:rsidRDefault="00BC24C1" w:rsidP="00BC24C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24C1" w:rsidRPr="00CA5B65" w:rsidRDefault="00BC24C1" w:rsidP="00BC24C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BC24C1" w:rsidRPr="00CA5B65" w:rsidRDefault="00BC24C1" w:rsidP="00BC24C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BC24C1" w:rsidRPr="00CA5B65" w:rsidRDefault="00BC24C1" w:rsidP="00BC24C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BC24C1" w:rsidRPr="00CA5B65" w:rsidRDefault="00BC24C1" w:rsidP="00BC24C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Гришину</w:t>
      </w:r>
      <w:proofErr w:type="gramStart"/>
      <w:r>
        <w:rPr>
          <w:rFonts w:ascii="Times New Roman" w:eastAsia="Times New Roman" w:hAnsi="Times New Roman"/>
          <w:b/>
          <w:sz w:val="24"/>
        </w:rPr>
        <w:t xml:space="preserve"> І.</w:t>
      </w:r>
      <w:proofErr w:type="gramEnd"/>
      <w:r>
        <w:rPr>
          <w:rFonts w:ascii="Times New Roman" w:eastAsia="Times New Roman" w:hAnsi="Times New Roman"/>
          <w:b/>
          <w:sz w:val="24"/>
        </w:rPr>
        <w:t>Р.</w:t>
      </w:r>
    </w:p>
    <w:p w:rsidR="00BC24C1" w:rsidRPr="00CA5B65" w:rsidRDefault="00BC24C1" w:rsidP="00BC24C1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BC24C1" w:rsidRPr="00CA5B65" w:rsidRDefault="00BC24C1" w:rsidP="00BC24C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Гришина І.Р. 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BC24C1" w:rsidRPr="00CA5B65" w:rsidRDefault="00BC24C1" w:rsidP="00BC24C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BC24C1" w:rsidRPr="00CA5B65" w:rsidRDefault="00BC24C1" w:rsidP="00BC24C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Гришину </w:t>
      </w:r>
      <w:proofErr w:type="spellStart"/>
      <w:r>
        <w:rPr>
          <w:rFonts w:ascii="Times New Roman" w:eastAsia="Times New Roman" w:hAnsi="Times New Roman"/>
          <w:sz w:val="24"/>
        </w:rPr>
        <w:t>Івану</w:t>
      </w:r>
      <w:proofErr w:type="spellEnd"/>
      <w:r>
        <w:rPr>
          <w:rFonts w:ascii="Times New Roman" w:eastAsia="Times New Roman" w:hAnsi="Times New Roman"/>
          <w:sz w:val="24"/>
        </w:rPr>
        <w:t xml:space="preserve"> Романовичу</w:t>
      </w:r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B70D2D">
        <w:rPr>
          <w:rFonts w:ascii="Times New Roman" w:eastAsia="Times New Roman" w:hAnsi="Times New Roman"/>
          <w:sz w:val="24"/>
          <w:lang w:val="en-US"/>
        </w:rPr>
        <w:t>__________________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0,1100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Стригани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BC24C1" w:rsidRPr="00DC5C5B" w:rsidRDefault="00BC24C1" w:rsidP="00BC24C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>. Гришину І.Р.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BC24C1" w:rsidRPr="00CA5B65" w:rsidRDefault="00BC24C1" w:rsidP="00BC24C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C24C1" w:rsidRPr="00CA5B65" w:rsidRDefault="00BC24C1" w:rsidP="00BC24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C24C1" w:rsidRPr="00BC24C1" w:rsidRDefault="00BC24C1" w:rsidP="00BC24C1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BC24C1" w:rsidRDefault="00BC24C1" w:rsidP="00BC24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30F9" w:rsidRPr="00BC24C1" w:rsidRDefault="00BC24C1" w:rsidP="00BC24C1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6630F9" w:rsidRPr="00BC24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C1"/>
    <w:rsid w:val="00171A2E"/>
    <w:rsid w:val="00304C90"/>
    <w:rsid w:val="00505B6D"/>
    <w:rsid w:val="006630F9"/>
    <w:rsid w:val="006D3977"/>
    <w:rsid w:val="007D6C18"/>
    <w:rsid w:val="00B70D2D"/>
    <w:rsid w:val="00BC24C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C24C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C2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C24C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C24C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C2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C24C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2020-08-20T14:38:00Z</dcterms:created>
  <dcterms:modified xsi:type="dcterms:W3CDTF">2020-08-21T12:32:00Z</dcterms:modified>
</cp:coreProperties>
</file>