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D4" w:rsidRPr="003B50D1" w:rsidRDefault="000C52D4" w:rsidP="000C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0C52D4" w:rsidRPr="003B50D1" w:rsidRDefault="000C52D4" w:rsidP="000C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0C52D4" w:rsidRPr="003B50D1" w:rsidRDefault="000C52D4" w:rsidP="000C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C81982" wp14:editId="598758AE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9732" name="Группа 9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97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2D4" w:rsidRDefault="000C52D4" w:rsidP="000C5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3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KXLHkAAD5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U5PsUA&#10;AADdAAAADwAAAGRycy9kb3ducmV2LnhtbESPQWvCQBSE7wX/w/IKvdVNE6g2dZUgVnIISLTeH9ln&#10;Epp9G7Krxn/fFQSPw8x8wyxWo+nEhQbXWlbwMY1AEFdWt1wr+D38vM9BOI+ssbNMCm7kYLWcvCww&#10;1fbKJV32vhYBwi5FBY33fSqlqxoy6Ka2Jw7eyQ4GfZBDLfWA1wA3nYyj6FMabDksNNjTuqHqb382&#10;CmyyzYtjHZfJhmees938dBwLpd5ex+wbhKfRP8OPdq4VfM2SBO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Tk+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fNMcA&#10;AADeAAAADwAAAGRycy9kb3ducmV2LnhtbERPS0sDMRC+F/wPYQQvpc22yFrXpkUKq7UHoQ/wOmzG&#10;zepmsiSx3fbXG0HobT6+58yXvW3FkXxoHCuYjDMQxJXTDdcKDvtyNAMRIrLG1jEpOFOA5eJmMMdC&#10;uxNv6biLtUghHApUYGLsCilDZchiGLuOOHGfzluMCfpaao+nFG5bOc2yXFpsODUY7GhlqPre/VgF&#10;X+W7+Vg9XF788HFLl2G5eW3fcqXubvvnJxCR+ngV/7vXOs2f3k9y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fXz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ersYA&#10;AADeAAAADwAAAGRycy9kb3ducmV2LnhtbESP0WoCMRBF3wv+Q5hCX4pm1dLKahSRKsUX2dUPGDbj&#10;ZulmsmxSs/17IxT6NsO9c8+d1WawrbhR7xvHCqaTDARx5XTDtYLLeT9egPABWWPrmBT8kofNevS0&#10;wly7yAXdylCLFMI+RwUmhC6X0leGLPqJ64iTdnW9xZDWvpa6x5jCbStnWfYuLTacCAY72hmqvssf&#10;myCnOZ6O13jeHwaM+Hk0/LotlHp5HrZLEIGG8G/+u/7Sqf7sbfo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Ber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f5scA&#10;AADeAAAADwAAAGRycy9kb3ducmV2LnhtbESPQUsDMRCF74L/IYzgzWa71Cpr01JahSJ4aBVKb8Nm&#10;uru4mYQkdrf/3jkI3mZ4b977ZrEaXa8uFFPn2cB0UoAirr3tuDHw9fn28AwqZWSLvWcycKUEq+Xt&#10;zQIr6wfe0+WQGyUhnCo00OYcKq1T3ZLDNPGBWLSzjw6zrLHRNuIg4a7XZVHMtcOOpaHFQJuW6u/D&#10;jzPwMbyG96f54zmc4qzUaWvzcZONub8b1y+gMo353/x3vbOCX86mwivv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b3+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NvR8YA&#10;AADeAAAADwAAAGRycy9kb3ducmV2LnhtbESP0WoCMRBF3wv+Q5hCX4pm1VLqahSRKsUX2dUPGDbj&#10;ZulmsmxSs/17IxT6NsO9c8+d1WawrbhR7xvHCqaTDARx5XTDtYLLeT/+AOEDssbWMSn4JQ+b9ehp&#10;hbl2kQu6laEWKYR9jgpMCF0upa8MWfQT1xEn7ep6iyGtfS11jzGF21bOsuxdWmw4EQx2tDNUfZc/&#10;NkFOczwdr/G8PwwY8fNo+HVbKPXyPGyXIAIN4d/8d/2lU/3Z23Q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NvR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EZXcYA&#10;AADeAAAADwAAAGRycy9kb3ducmV2LnhtbESPQUvEQAyF74L/YYjgzZ1a1lXqzi6yKojgwVUQb6GT&#10;bYudzDATt/Xfm4PgLSEv771vvZ3DaI6UyxDZweWiAkPcRj9w5+D97fHiBkwRZI9jZHLwQwW2m9OT&#10;NTY+TvxKx710Rk24NOigF0mNtaXtKWBZxESst0PMAUXX3FmfcVLzMNq6qlY24MCa0GOiXU/t1/47&#10;OHiZHtLz9erqkD7zsrbl3svHTpw7P5vvbsEIzfIv/vt+8lq/XtY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EZX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ihL8UA&#10;AADeAAAADwAAAGRycy9kb3ducmV2LnhtbERPW2vCMBR+H+w/hDPYi2hqnTI6o8xBcDBBvMBeD82x&#10;LWtOSpLZ7t8vA2Fv5+O7nuV6sK24kg+NYwXTSQaCuHSm4UrB+aTHzyBCRDbYOiYFPxRgvbq/W2Jh&#10;XM8Huh5jJVIIhwIV1DF2hZShrMlimLiOOHEX5y3GBH0ljcc+hdtW5lm2kBYbTg01dvRWU/l1/LYK&#10;Nvu+mvlRuRncx2X7Odfa6J1W6vFheH0BEWmI/+Kb+92k+flTPoW/d9IN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KE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p1p8IA&#10;AADeAAAADwAAAGRycy9kb3ducmV2LnhtbERP3WrCMBS+F/YO4Qx2Z1ODG9IZRTYKQ3Yztwc4NGdN&#10;tTkpSazd2y+C4N35+H7Peju5XowUYudZw6IoQRA33nTcavj5rucrEDEhG+w9k4Y/irDdPMzWWBl/&#10;4S8aD6kVOYRjhRpsSkMlZWwsOYyFH4gz9+uDw5RhaKUJeMnhrpeqLF+kw45zg8WB3iw1p8PZaaj3&#10;6nM8nU2o/W5aOnq2x9W71frpcdq9gkg0pbv45v4web5aKgXXd/IN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anWn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aw8UA&#10;AADeAAAADwAAAGRycy9kb3ducmV2LnhtbERP32vCMBB+H/g/hBP2MmZqnUOqUXQQJmwwdANfj+Zs&#10;i82lJJnt/vtFGOztPr6ft9oMthVX8qFxrGA6yUAQl840XCn4+tSPCxAhIhtsHZOCHwqwWY/uVlgY&#10;1/OBrsdYiRTCoUAFdYxdIWUoa7IYJq4jTtzZeYsxQV9J47FP4baVeZY9S4sNp4YaO3qpqbwcv62C&#10;3UdfzfxDuRvc2/n1NNfa6Het1P142C5BRBriv/jPvTdpfv6Uz+D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pr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9ISMIA&#10;AADeAAAADwAAAGRycy9kb3ducmV2LnhtbERP3WrCMBS+H/gO4QjezdTSDalGEaUgYzdze4BDc2yq&#10;zUlJYq1vbwaD3Z2P7/est6PtxEA+tI4VLOYZCOLa6ZYbBT/f1esSRIjIGjvHpOBBAbabycsaS+3u&#10;/EXDKTYihXAoUYGJsS+lDLUhi2HueuLEnZ23GBP0jdQe7yncdjLPsndpseXUYLCnvaH6erpZBdVH&#10;/jlcb9pXbjcWlt7MZXkwSs2m424FItIY/8V/7qNO8/MiL+D3nXSD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0hI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1zO8AA&#10;AADeAAAADwAAAGRycy9kb3ducmV2LnhtbERPzYrCMBC+C75DGMGbplYrUo0igst6tPoAQzO2xWZS&#10;m6ytb78RBG/z8f3OZtebWjypdZVlBbNpBII4t7riQsH1cpysQDiPrLG2TApe5GC3HQ42mGrb8Zme&#10;mS9ECGGXooLS+yaV0uUlGXRT2xAH7mZbgz7AtpC6xS6Em1rGUbSUBisODSU2dCgpv2d/RsHi1f08&#10;suQeHbWh2WnenNjniVLjUb9fg/DU+6/44/7VYX68iBN4vxNukN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1zO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3748IA&#10;AADeAAAADwAAAGRycy9kb3ducmV2LnhtbERPTYvCMBC9C/sfwgh709QiRatRZEVZ9qS1u+ehGdti&#10;MylN1PrvN4LgbR7vc5br3jTiRp2rLSuYjCMQxIXVNZcK8tNuNAPhPLLGxjIpeJCD9epjsMRU2zsf&#10;6Zb5UoQQdikqqLxvUyldUZFBN7YtceDOtjPoA+xKqTu8h3DTyDiKEmmw5tBQYUtfFRWX7GoUXJO/&#10;OOfzjz5k28d+vt1tnPwtlfoc9psFCE+9f4tf7m8d5sfTOIH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nfv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7uZcYA&#10;AADeAAAADwAAAGRycy9kb3ducmV2LnhtbERPTWvCQBC9C/0Pywi96cYoqY2u0hYE24NStQdvY3ZM&#10;0mZnY3bV+O+7QqG3ebzPmc5bU4kLNa60rGDQj0AQZ1aXnCvYbRe9MQjnkTVWlknBjRzMZw+dKaba&#10;XvmTLhufixDCLkUFhfd1KqXLCjLo+rYmDtzRNgZ9gE0udYPXEG4qGUdRIg2WHBoKrOmtoOxnczYK&#10;vtbj5Hn9+j76/lgdcGj0aa/LRKnHbvsyAeGp9f/iP/dSh/nxKH6C+zvhBj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7uZ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tg8YA&#10;AADeAAAADwAAAGRycy9kb3ducmV2LnhtbESPT2vCQBDF7wW/wzJCb3VjKiLRVbRFW3ryH3gdsmMS&#10;zM6G7Kqxn75zKHib4b157zezRedqdaM2VJ4NDAcJKOLc24oLA8fD+m0CKkRki7VnMvCgAIt572WG&#10;mfV33tFtHwslIRwyNFDG2GRah7wkh2HgG2LRzr51GGVtC21bvEu4q3WaJGPtsGJpKLGhj5Lyy/7q&#10;DPyOT7gNX+nq891GeowmG/+z3Rjz2u+WU1CRuvg0/19/W8FPR6nwyjsyg5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jtg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0htsMA&#10;AADeAAAADwAAAGRycy9kb3ducmV2LnhtbERPzWrCQBC+F/oOyxR6qxtDLBpdpRQFbzWxDzBkp5tg&#10;djZmV5P69F1B6G0+vt9ZbUbbiiv1vnGsYDpJQBBXTjdsFHwfd29zED4ga2wdk4Jf8rBZPz+tMNdu&#10;4IKuZTAihrDPUUEdQpdL6auaLPqJ64gj9+N6iyHC3kjd4xDDbSvTJHmXFhuODTV29FlTdSovVsHZ&#10;pTM9llv8Om0Xh8aY7HwrMqVeX8aPJYhAY/gXP9x7HeenWbqA+zvx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0ht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J4HcYA&#10;AADeAAAADwAAAGRycy9kb3ducmV2LnhtbESPT2/CMAzF75P4DpGRdhspf8ZYR0CAhMQVtsOOXmLa&#10;bo1TmgwKnx4fJu1my8/vvd982flanamNVWADw0EGitgGV3Fh4ON9+zQDFROywzowGbhShOWi9zDH&#10;3IUL7+l8SIUSE445GihTanKtoy3JYxyEhlhux9B6TLK2hXYtXsTc13qUZVPtsWJJKLGhTUn25/Dr&#10;DeyqL3qe2uOrn63t/vN2SuOXb2fMY79bvYFK1KV/8d/3zkn90WQsAIIjM+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/J4H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8kUcYA&#10;AADeAAAADwAAAGRycy9kb3ducmV2LnhtbERP0WrCQBB8L/gPxwp9ay6mIjZ6Si0UKlWhtujrkltz&#10;obm9kLvG+Pc9QfBtdmdnZme+7G0tOmp95VjBKElBEBdOV1wq+Pl+f5qC8AFZY+2YFFzIw3IxeJhj&#10;rt2Zv6jbh1JEE/Y5KjAhNLmUvjBk0SeuIY7cybUWQxzbUuoWz9Hc1jJL04m0WHFMMNjQm6Hid/9n&#10;FXS4u6RHs9q+rKtNke1Wh08d9+px2L/OQATqw/34pv7Q8f1s/DyC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8kU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lvMIA&#10;AADeAAAADwAAAGRycy9kb3ducmV2LnhtbERPTUsDMRC9C/6HMII3mzWKyNq0FKHiUdcePI6b6Wbb&#10;zcySxO7qrzeC4G0e73OW6zkM6kQx9cIWrhcVKOJWXM+dhd3b9uoeVMrIDgdhsvBFCdar87Ml1k4m&#10;fqVTkztVQjjVaMHnPNZap9ZTwLSQkbhwe4kBc4Gx0y7iVMLDoE1V3emAPZcGjyM9emqPzWewMD21&#10;Hwezf3f+O46ybV7kYAax9vJi3jyAyjTnf/Gf+9mV+eb2x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GW8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QMMUA&#10;AADeAAAADwAAAGRycy9kb3ducmV2LnhtbERP22oCMRB9L/QfwhR8q1lXqbI1ilco0lK0+j7djLvb&#10;JpNlE3X790Yo+DaHc53xtLVGnKnxlWMFvW4Cgjh3uuJCwf5r/TwC4QOyRuOYFPyRh+nk8WGMmXYX&#10;3tJ5FwoRQ9hnqKAMoc6k9HlJFn3X1cSRO7rGYoiwKaRu8BLDrZFpkrxIixXHhhJrWpSU/+5OVsH6&#10;c2l+0o/t7CDDYjX8NqPNfPmuVOepnb2CCNSGu/jf/abj/HTQ78PtnXiDn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9NAw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V0MYA&#10;AADeAAAADwAAAGRycy9kb3ducmV2LnhtbERP22rCQBB9L/gPyxT6UnRToyKpG5FCUcFCvUBfx+w0&#10;CcnOhuw2Sf/eFQp9m8O5zmo9mFp01LrSsoKXSQSCOLO65FzB5fw+XoJwHlljbZkU/JKDdTp6WGGi&#10;bc9H6k4+FyGEXYIKCu+bREqXFWTQTWxDHLhv2xr0Aba51C32IdzUchpFC2mw5NBQYENvBWXV6cco&#10;6D4P13zXuWZfLZ/dPL5utx/6S6mnx2HzCsLT4P/Ff+6dDvOns3gG93fCDTK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uV0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52D4" w:rsidRDefault="000C52D4" w:rsidP="000C52D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tOVsYA&#10;AADeAAAADwAAAGRycy9kb3ducmV2LnhtbERPTWsCMRC9F/ofwhR6q1lXLboapQqCF0FtD/U2bsbd&#10;xc1km6S6+utNQehtHu9zJrPW1OJMzleWFXQ7CQji3OqKCwVfn8u3IQgfkDXWlknBlTzMps9PE8y0&#10;vfCWzrtQiBjCPkMFZQhNJqXPSzLoO7YhjtzROoMhQldI7fASw00t0yR5lwYrjg0lNrQoKT/tfo2C&#10;+Wg4/9n0eX3bHva0/z6cBqlLlHp9aT/GIAK14V/8cK90nJ/2ew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tOVsYAAADeAAAADwAAAAAAAAAAAAAAAACYAgAAZHJz&#10;L2Rvd25yZXYueG1sUEsFBgAAAAAEAAQA9QAAAIsDAAAAAA==&#10;" fillcolor="black" stroked="f">
                  <v:textbox>
                    <w:txbxContent>
                      <w:p w:rsidR="000C52D4" w:rsidRDefault="000C52D4" w:rsidP="000C52D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reIccA&#10;AADeAAAADwAAAGRycy9kb3ducmV2LnhtbERPTU/CQBC9m/gfNkPiTbZUbUhhIQKamIiHAgeOY3ds&#10;N+3ONt0VKr+eNTHxNi/vc+bLwbbiRL03jhVMxgkI4tJpw5WCw/71fgrCB2SNrWNS8EMelovbmznm&#10;2p25oNMuVCKGsM9RQR1Cl0vpy5os+rHriCP35XqLIcK+krrHcwy3rUyTJJMWDceGGjta11Q2u2+r&#10;4PiemWlhKP3cXlYvevvUrD42jVJ3o+F5BiLQEP7Ff+43Heenjw8Z/L4Tb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a3iH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WiMQA&#10;AADeAAAADwAAAGRycy9kb3ducmV2LnhtbERPTWsCMRC9C/6HMEJvmtUWK6tRxFLaSw+1itdhM91s&#10;dzPZJlFXf31TELzN433OYtXZRpzIh8qxgvEoA0FcOF1xqWD39TqcgQgRWWPjmBRcKMBq2e8tMNfu&#10;zJ902sZSpBAOOSowMba5lKEwZDGMXEucuG/nLcYEfSm1x3MKt42cZNlUWqw4NRhsaWOoqLdHq8Cv&#10;Dy/1lY/7Ort+XMLbT/c7Q6PUw6Bbz0FE6uJdfHO/6zR/8vT4DP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EFo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0sccA&#10;AADeAAAADwAAAGRycy9kb3ducmV2LnhtbESP3UoDQQyF7wt9hyEFb8TOuoo/a6dFBEGwFFr7AHEn&#10;7i7OZJad2G59enMh9C7hnJzzZbEaYzAHGnKX2MH1vABDXCffceNg//F69QAmC7LHkJgcnCjDajmd&#10;LLDy6chbOuykMRrCuUIHrUhfWZvrliLmeeqJVftKQ0TRdWisH/Co4THYsijubMSOtaHFnl5aqr93&#10;P9FBKD/D4/t9Xstpb9fFb5Tt5cY7dzEbn5/ACI1yNv9fv3nFL29vlFff0Rns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qNL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bQcMUA&#10;AADeAAAADwAAAGRycy9kb3ducmV2LnhtbERPS0sDMRC+C/0PYYTebNatiK5NSx8U9uLBtdLrdDPd&#10;LE0myyZtt/56Iwje5uN7zmwxOCsu1IfWs4LHSQaCuPa65UbB7nP78AIiRGSN1jMpuFGAxXx0N8NC&#10;+yt/0KWKjUghHApUYGLsCilDbchhmPiOOHFH3zuMCfaN1D1eU7izMs+yZ+mw5dRgsKO1ofpUnZ2C&#10;TdXZfFeaVdh/vR8Otvze0n6j1Ph+WL6BiDTEf/Gfu9Rpfv40fYX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tB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+4psYA&#10;AADeAAAADwAAAGRycy9kb3ducmV2LnhtbESPT2sCMRDF74V+hzAFbzWpiJatUUqpIHiqfw69Dcl0&#10;d3UzWTbRXb995yB4m2HevPd+i9UQGnWlLtWRLbyNDShiF33NpYXDfv36DiplZI9NZLJwowSr5fPT&#10;Agsfe/6h6y6XSkw4FWihyrkttE6uooBpHFtiuf3FLmCWtSu177AX89DoiTEzHbBmSaiwpa+K3Hl3&#10;CRZOa72NzqA7Ho79xs9/v2fUGGtHL8PnB6hMQ36I798bL/Un06kACI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+4p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vuWsQA&#10;AADeAAAADwAAAGRycy9kb3ducmV2LnhtbERPTYvCMBC9L/gfwgh7W1OrLFKNooIgu+xhVcTj2Ixt&#10;aTMpSdTuv98Igrd5vM+ZLTrTiBs5X1lWMBwkIIhzqysuFBz2m48JCB+QNTaWScEfeVjMe28zzLS9&#10;8y/ddqEQMYR9hgrKENpMSp+XZNAPbEscuYt1BkOErpDa4T2Gm0amSfIpDVYcG0psaV1SXu+uRsHp&#10;+s2Xn9HX0q3C0XZ7X6fnSa3Ue79bTkEE6sJL/HRvdZyfjsdDeLwTb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r7l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C52D4" w:rsidRDefault="000C52D4" w:rsidP="000C52D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lX8YA&#10;AADeAAAADwAAAGRycy9kb3ducmV2LnhtbERPTWvCQBC9F/oflil4azYNsdjoKrUg9CKo7aHexuyY&#10;BLOz6e5Wo7++Kwje5vE+ZzLrTSuO5HxjWcFLkoIgLq1uuFLw/bV4HoHwAVlja5kUnMnDbPr4MMFC&#10;2xOv6bgJlYgh7AtUUIfQFVL6siaDPrEdceT21hkMEbpKaoenGG5amaXpqzTYcGyosaOPmsrD5s8o&#10;mL+N5r+rnJeX9W5L25/dYZi5VKnBU/8+BhGoD3fxzf2p4/wszzO4vhNv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SlX8YAAADeAAAADwAAAAAAAAAAAAAAAACYAgAAZHJz&#10;L2Rvd25yZXYueG1sUEsFBgAAAAAEAAQA9QAAAIsDAAAAAA==&#10;" fillcolor="black" stroked="f">
                  <v:textbox>
                    <w:txbxContent>
                      <w:p w:rsidR="000C52D4" w:rsidRDefault="000C52D4" w:rsidP="000C52D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4LbsQA&#10;AADeAAAADwAAAGRycy9kb3ducmV2LnhtbERPS0sDMRC+C/6HMII3m7UtUrZNy1IoFU/bh3idbqab&#10;xc1kSWK6/nsjCN7m43vOajPaXiTyoXOs4HlSgCBunO64VXA+7Z4WIEJE1tg7JgXfFGCzvr9bYand&#10;jQ+UjrEVOYRDiQpMjEMpZWgMWQwTNxBn7uq8xZihb6X2eMvhtpfToniRFjvODQYH2hpqPo9fVkG6&#10;bOtqlj6SObz5qvWu3r9faqUeH8ZqCSLSGP/Ff+5XnedP5/MZ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eC2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C52D4" w:rsidRDefault="000C52D4" w:rsidP="000C52D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vXE8UA&#10;AADeAAAADwAAAGRycy9kb3ducmV2LnhtbERPTWvCQBC9F/wPywi96UYJ0kZXEWlL7aU2CnocsmM2&#10;mJ0N2W2M/fXdgtDbPN7nLFa9rUVHra8cK5iMExDEhdMVlwoO+9fREwgfkDXWjknBjTysloOHBWba&#10;XfmLujyUIoawz1CBCaHJpPSFIYt+7BriyJ1dazFE2JZSt3iN4baW0ySZSYsVxwaDDW0MFZf82yrw&#10;k83L8cP+PHenN8Of+dbMdqVR6nHYr+cgAvXhX3x3v+s4f5qmKfy9E2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9c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C52D4" w:rsidRDefault="000C52D4" w:rsidP="000C52D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C52D4" w:rsidRPr="003B50D1" w:rsidRDefault="000C52D4" w:rsidP="000C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C52D4" w:rsidRPr="003B50D1" w:rsidRDefault="000C52D4" w:rsidP="000C52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0C52D4" w:rsidRPr="003B50D1" w:rsidRDefault="000C52D4" w:rsidP="000C52D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C52D4" w:rsidRPr="003B50D1" w:rsidRDefault="000C52D4" w:rsidP="000C52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0C52D4" w:rsidRPr="003B50D1" w:rsidRDefault="000C52D4" w:rsidP="000C52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C52D4" w:rsidRPr="003B50D1" w:rsidRDefault="000C52D4" w:rsidP="000C52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52D4" w:rsidRPr="003B50D1" w:rsidRDefault="000C52D4" w:rsidP="000C52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C52D4" w:rsidRPr="003B50D1" w:rsidRDefault="000C52D4" w:rsidP="000C52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52D4" w:rsidRPr="003B50D1" w:rsidRDefault="000C52D4" w:rsidP="000C52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C52D4" w:rsidRPr="003B50D1" w:rsidRDefault="000C52D4" w:rsidP="000C52D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C52D4" w:rsidRPr="003B50D1" w:rsidRDefault="000C52D4" w:rsidP="000C52D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C52D4" w:rsidRPr="003B50D1" w:rsidRDefault="000C52D4" w:rsidP="000C52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0C52D4" w:rsidRPr="003B50D1" w:rsidRDefault="000C52D4" w:rsidP="000C52D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C52D4" w:rsidRPr="003B50D1" w:rsidRDefault="000C52D4" w:rsidP="000C52D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0C52D4" w:rsidRPr="0061236C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Осіпюк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Л. В., Мельнику О. М.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C52D4" w:rsidRPr="003B50D1" w:rsidRDefault="000C52D4" w:rsidP="000C5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Осіпюк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 В., Мельника О. М.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C52D4" w:rsidRPr="003B50D1" w:rsidRDefault="000C52D4" w:rsidP="000C5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Осіпюк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Людмилі Василівні,</w:t>
      </w:r>
      <w:r>
        <w:rPr>
          <w:rFonts w:ascii="Times New Roman" w:eastAsia="Calibri" w:hAnsi="Times New Roman" w:cs="Times New Roman"/>
          <w:sz w:val="24"/>
        </w:rPr>
        <w:t xml:space="preserve"> яка </w:t>
      </w:r>
      <w:r w:rsidRPr="003B50D1">
        <w:rPr>
          <w:rFonts w:ascii="Times New Roman" w:eastAsia="Calibri" w:hAnsi="Times New Roman" w:cs="Times New Roman"/>
          <w:sz w:val="24"/>
        </w:rPr>
        <w:t>зар</w:t>
      </w:r>
      <w:r>
        <w:rPr>
          <w:rFonts w:ascii="Times New Roman" w:eastAsia="Calibri" w:hAnsi="Times New Roman" w:cs="Times New Roman"/>
          <w:sz w:val="24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0340A" w:rsidRPr="0040340A">
        <w:rPr>
          <w:rFonts w:ascii="Times New Roman" w:eastAsia="Calibri" w:hAnsi="Times New Roman" w:cs="Times New Roman"/>
          <w:sz w:val="24"/>
        </w:rPr>
        <w:t>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40340A" w:rsidRPr="0040340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; Мельнику Олександру Миколайовичу </w:t>
      </w:r>
      <w:r>
        <w:rPr>
          <w:rFonts w:ascii="Times New Roman" w:eastAsia="Calibri" w:hAnsi="Times New Roman" w:cs="Times New Roman"/>
          <w:sz w:val="24"/>
        </w:rPr>
        <w:t xml:space="preserve">який </w:t>
      </w:r>
      <w:r w:rsidRPr="003B50D1">
        <w:rPr>
          <w:rFonts w:ascii="Times New Roman" w:eastAsia="Calibri" w:hAnsi="Times New Roman" w:cs="Times New Roman"/>
          <w:sz w:val="24"/>
        </w:rPr>
        <w:t>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0340A" w:rsidRPr="0040340A">
        <w:rPr>
          <w:rFonts w:ascii="Times New Roman" w:eastAsia="Calibri" w:hAnsi="Times New Roman" w:cs="Times New Roman"/>
          <w:sz w:val="24"/>
        </w:rPr>
        <w:t>_______________________________________</w:t>
      </w:r>
      <w:r>
        <w:rPr>
          <w:rFonts w:ascii="Times New Roman" w:eastAsia="Calibri" w:hAnsi="Times New Roman" w:cs="Times New Roman"/>
          <w:sz w:val="24"/>
        </w:rPr>
        <w:t xml:space="preserve">, ідентифікаційний номер </w:t>
      </w:r>
      <w:r w:rsidR="0040340A" w:rsidRPr="0040340A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;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будівництва та обслуговування житлового будинку, господарських будівель і споруд, площею 0,3409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6823984000:03:012:0222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Шепетівський район, </w:t>
      </w:r>
      <w:r>
        <w:rPr>
          <w:rFonts w:ascii="Times New Roman" w:eastAsia="Calibri" w:hAnsi="Times New Roman" w:cs="Times New Roman"/>
          <w:sz w:val="24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ради, за межами села Крупець.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Осіпюк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Мельнику О. М.,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посвідчити своє право  в  установленому  законом  порядку.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lastRenderedPageBreak/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C52D4" w:rsidRPr="003B50D1" w:rsidRDefault="000C52D4" w:rsidP="000C5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C52D4" w:rsidRPr="003B50D1" w:rsidRDefault="000C52D4" w:rsidP="000C52D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0C52D4" w:rsidRPr="003B50D1" w:rsidRDefault="000C52D4" w:rsidP="000C52D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0C52D4" w:rsidRPr="003B50D1" w:rsidRDefault="000C52D4" w:rsidP="000C5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7627C" w:rsidRDefault="000C52D4" w:rsidP="000C52D4"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8762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D4"/>
    <w:rsid w:val="000C52D4"/>
    <w:rsid w:val="0040340A"/>
    <w:rsid w:val="0087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2D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2D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55577-0BB6-4CB8-8DBE-D4A2FF50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2022-02-11T12:56:00Z</dcterms:created>
  <dcterms:modified xsi:type="dcterms:W3CDTF">2022-02-14T07:30:00Z</dcterms:modified>
</cp:coreProperties>
</file>