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085" w:rsidRPr="00E269E7" w:rsidRDefault="00012085" w:rsidP="00012085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2C0467" wp14:editId="00B1B38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78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78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85" w:rsidRDefault="00012085" w:rsidP="00012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dtXr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nuT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n/3bV6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DysUA&#10;AADdAAAADwAAAGRycy9kb3ducmV2LnhtbESPS4vCQBCE74L/YWhhb+vEx64hOorIrngQFh+5N5nO&#10;AzM9ITOr8d87guCxqKqvqMWqM7W4UusqywpGwwgEcWZ1xYWC8+n3MwbhPLLG2jIpuJOD1bLfW2Ci&#10;7Y0PdD36QgQIuwQVlN43iZQuK8mgG9qGOHi5bQ36INtC6hZvAW5qOY6ib2mw4rBQYkObkrLL8d8o&#10;sJPtbp8W48Pkh2ee139xnnZ7pT4G3XoOwlPn3+FXe6cVTGfxFz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cP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mZs8gA&#10;AADdAAAADwAAAGRycy9kb3ducmV2LnhtbESPT2sCMRTE74V+h/AKXqRmW2S1W6OIsP3jQdAWen1s&#10;XjdbNy9LEnX10zeFgsdhZn7DzBa9bcWRfGgcK3gYZSCIK6cbrhV8fpT3UxAhImtsHZOCMwVYzG9v&#10;Zlhod+ItHXexFgnCoUAFJsaukDJUhiyGkeuIk/ftvMWYpK+l9nhKcNvKxyzLpcWG04LBjlaGqv3u&#10;YBX8lBvztZpcXvzwaUuXYbl+bd9zpQZ3/fIZRKQ+XsP/7TetYDyZ5v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CZm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1eV8UA&#10;AADdAAAADwAAAGRycy9kb3ducmV2LnhtbESP3WrCQBCF7wu+wzKCN6VutKVKdJVQTCm5EX8eYMiO&#10;2WB2NmS3SXz7bqHQy8P5+Tjb/Wgb0VPna8cKFvMEBHHpdM2Vguslf1mD8AFZY+OYFDzIw343edpi&#10;qt3AJ+rPoRJxhH2KCkwIbSqlLw1Z9HPXEkfv5jqLIcqukrrDIY7bRi6T5F1arDkSDLb0Yai8n79t&#10;hBxf8Vjchkv+OeKAh8Lwc3ZSajYdsw2IQGP4D/+1v7SCt9V6Bb9v4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V5X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kfhcMA&#10;AADdAAAADwAAAGRycy9kb3ducmV2LnhtbERPTWsCMRC9F/ofwhS81WzFqqxGKVahFHqoFcTbsBl3&#10;l24mIRnd7b9vDoUeH+97tRlcp24UU+vZwNO4AEVcedtybeD4tX9cgEqCbLHzTAZ+KMFmfX+3wtL6&#10;nj/pdpBa5RBOJRpoREKpdaoacpjGPhBn7uKjQ8kw1tpG7HO46/SkKGbaYcu5ocFA24aq78PVGfjo&#10;d+F9Pnu+hHOcTnR6tXLaijGjh+FlCUpokH/xn/vNGpjOF3lufpOf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kfh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5vvsQA&#10;AADdAAAADwAAAGRycy9kb3ducmV2LnhtbESP24rCMBRF34X5h3AG5kU0HUe8VKOIjCK+iJcPODTH&#10;pticlCZjO39vBMHHzb4s9nzZ2lLcqfaFYwXf/QQEceZ0wbmCy3nTm4DwAVlj6ZgU/JOH5eKjM8dU&#10;u4aPdD+FXMQR9ikqMCFUqZQ+M2TR911FHL2rqy2GKOtc6hqbOG5LOUiSkbRYcCQYrGhtKLud/myE&#10;HH7wsL825822xQZ/94a7q6NSX5/tagYiUBve4Vd7pxUMx5MpPN/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Ob7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aFXsQA&#10;AADdAAAADwAAAGRycy9kb3ducmV2LnhtbERPTWsCMRC9F/ofwgi91axitW6NUqyFUuihVhBvw2bc&#10;XbqZhGR0t/++ORR6fLzv1WZwnbpSTK1nA5NxAYq48rbl2sDh6/X+EVQSZIudZzLwQwk269ubFZbW&#10;9/xJ173UKodwKtFAIxJKrVPVkMM09oE4c2cfHUqGsdY2Yp/DXaenRTHXDlvODQ0G2jZUfe8vzsBH&#10;vwvvi/nDOZzibKrTi5XjVoy5Gw3PT6CEBvkX/7nfrIHZYpn35zf5Ce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WhV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qAu8cA&#10;AADdAAAADwAAAGRycy9kb3ducmV2LnhtbESPQWsCMRSE74X+h/AKvRTN2larq1GqECpYKFXB62Pz&#10;3F26eVmS6G7/fVMo9DjMzDfMYtXbRlzJh9qxgtEwA0FcOFNzqeB40IMpiBCRDTaOScE3BVgtb28W&#10;mBvX8Sdd97EUCcIhRwVVjG0uZSgqshiGriVO3tl5izFJX0rjsUtw28jHLJtIizWnhQpb2lRUfO0v&#10;VsH6oyuf/EOx7t3u/HYaa230u1bq/q5/nYOI1Mf/8F97axQ8v8xG8PsmPQG5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agL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BEicQA&#10;AADdAAAADwAAAGRycy9kb3ducmV2LnhtbESPUWvCMBSF3wf+h3AHe5vpim5ajSKOgshe5vYDLs21&#10;qTY3JYm1/nsjDPZ4OOd8h7NcD7YVPfnQOFbwNs5AEFdON1wr+P0pX2cgQkTW2DomBTcKsF6NnpZY&#10;aHflb+oPsRYJwqFABSbGrpAyVIYshrHriJN3dN5iTNLXUnu8JrhtZZ5l79Jiw2nBYEdbQ9X5cLEK&#10;yn3+1Z8v2pduM0wsTc1p9mmUenkeNgsQkYb4H/5r77SCycc8h8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wRI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7V8cA&#10;AADdAAAADwAAAGRycy9kb3ducmV2LnhtbESPQWsCMRSE74X+h/AKXkrNVmurq1G0EBQslNqC18fm&#10;ubt087Ik0d3+e1Mo9DjMzDfMYtXbRlzIh9qxgsdhBoK4cKbmUsHXp36YgggR2WDjmBT8UIDV8vZm&#10;gblxHX/Q5RBLkSAcclRQxdjmUoaiIoth6Fri5J2ctxiT9KU0HrsEt40cZdmztFhzWqiwpdeKiu/D&#10;2SrYvHfl2N8Xm97tT9vjRGuj37RSg7t+PQcRqY//4b/2zih4epmN4fdNeg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1Eu1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V5ZsUA&#10;AADdAAAADwAAAGRycy9kb3ducmV2LnhtbESPUWvCMBSF3wf+h3AHvs100k2tRhGlMMZe7PYDLs21&#10;qTY3JYm1+/fLYLDHwznnO5zNbrSdGMiH1rGC51kGgrh2uuVGwddn+bQEESKyxs4xKfimALvt5GGD&#10;hXZ3PtFQxUYkCIcCFZgY+0LKUBuyGGauJ07e2XmLMUnfSO3xnuC2k/Mse5UWW04LBns6GKqv1c0q&#10;KN/nH8P1pn3p9mNu6cVclkej1PRx3K9BRBrjf/iv/aYV5ItVDr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Xl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zG28IA&#10;AADdAAAADwAAAGRycy9kb3ducmV2LnhtbESP0YrCMBRE34X9h3AXfLOpu3bVahRZUPTRrh9waa5t&#10;sbnpNtHWvzeC4OMwc2aY5bo3tbhR6yrLCsZRDII4t7riQsHpbzuagXAeWWNtmRTcycF69TFYYqpt&#10;x0e6Zb4QoYRdigpK75tUSpeXZNBFtiEO3tm2Bn2QbSF1i10oN7X8iuMfabDisFBiQ78l5ZfsahRM&#10;7t3uP0su8VYbGh++mwP7PFFq+NlvFiA89f4dftF7HbjpPIHnm/A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HMbb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BsMUA&#10;AADdAAAADwAAAGRycy9kb3ducmV2LnhtbESPQWvCQBSE7wX/w/IEb81GkbSmriJKRHpq07TnR/aZ&#10;BLNvQ3aN8d+7hUKPw8x8w6y3o2nFQL1rLCuYRzEI4tLqhisFxVf2/ArCeWSNrWVScCcH283kaY2p&#10;tjf+pCH3lQgQdikqqL3vUildWZNBF9mOOHhn2xv0QfaV1D3eAty0chHHiTTYcFiosaN9TeUlvxoF&#10;1+RnUfD5XX/kh/txdch2Tn5XSs2m4+4NhKfR/4f/2ietYPmySuD3TX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XEGw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ObLMgA&#10;AADdAAAADwAAAGRycy9kb3ducmV2LnhtbESPT2vCQBTE70K/w/IKvenGKommrlKFQvWg1D8Hb6/Z&#10;ZxLNvk2zW43fvlso9DjMzG+Yyaw1lbhS40rLCvq9CARxZnXJuYL97q07AuE8ssbKMim4k4PZ9KEz&#10;wVTbG3/QdetzESDsUlRQeF+nUrqsIIOuZ2vi4J1sY9AH2eRSN3gLcFPJ5yiKpcGSw0KBNS0Kyi7b&#10;b6PgsBnF4818OTyv1p84MPrrqMtYqafH9vUFhKfW/4f/2u9awTAZJ/D7JjwBO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s5ss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TNrcIA&#10;AADdAAAADwAAAGRycy9kb3ducmV2LnhtbERPy4rCMBTdC/5DuIK7MfWBj2oUdRgVV77A7aW5tsXm&#10;pjQZrfP1ZjHg8nDes0VtCvGgyuWWFXQ7EQjixOqcUwWX88/XGITzyBoLy6TgRQ4W82ZjhrG2Tz7S&#10;4+RTEULYxagg876MpXRJRgZdx5bEgbvZyqAPsEqlrvAZwk0he1E0lAZzDg0ZlrTOKLmffo2Cv+EV&#10;D27bW333tafXYLyx+8NGqXarXk5BeKr9R/zv3mkFg9EkzA1vwhO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VM2t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7jsUA&#10;AADdAAAADwAAAGRycy9kb3ducmV2LnhtbESP0WrCQBRE34X+w3KFvulGibWJrlKKBd+ssR9wyV43&#10;wezdmN1q2q93BcHHYWbOMMt1bxtxoc7XjhVMxgkI4tLpmo2Cn8PX6B2ED8gaG8ek4I88rFcvgyXm&#10;2l15T5ciGBEh7HNUUIXQ5lL6siKLfuxa4ugdXWcxRNkZqTu8Rrht5DRJ3qTFmuNChS19VlSeil+r&#10;4OymM90XG9ydNtl3bUx6/t+nSr0O+48FiEB9eIYf7a1WkM6zD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wDu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UZqsIA&#10;AADdAAAADwAAAGRycy9kb3ducmV2LnhtbERPPW/CMBDdkfgP1iF1AwfapiHEQW2lSqxAh45X+0gC&#10;8TmNXUj59XioxPj0vov1YFtxpt43jhXMZwkIYu1Mw5WCz/3HNAPhA7LB1jEp+CMP63I8KjA37sJb&#10;Ou9CJWII+xwV1CF0uZRe12TRz1xHHLmD6y2GCPtKmh4vMdy2cpEkqbTYcGyosaP3mvRp92sVbJpv&#10;ek71YWmzN739uv6Ex5ejUephMryuQAQawl38794YBU9ZEvfHN/EJ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ZRmq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PxcEA&#10;AADdAAAADwAAAGRycy9kb3ducmV2LnhtbERPXWvCMBR9H+w/hDvwbSbKEK1GmYIw0Qm64V4vzV1T&#10;1tyUJtb6740w8PF8c2aLzlWipSaUnjUM+goEce5NyYWG76/16xhEiMgGK8+k4UoBFvPnpxlmxl/4&#10;QO0xFiKVcMhQg42xzqQMuSWHoe9r4qT9+sZhTLAppGnwkspdJYdKjaTDktOCxZpWlvK/49lpaHF/&#10;VT92+TnZlLt8uF+etibxuvfSvU9BROriw/yf/jAa3sZqAPc36Qn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gT8X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lv0sQA&#10;AADdAAAADwAAAGRycy9kb3ducmV2LnhtbESPQUvDQBSE70L/w/IKvdmNoUiJ3ZYiVDxq9NDjM/ua&#10;TZt9L+yuTfTXu4LgcZiZb5jNbvK9ulKInbCBu2UBirgR23Fr4P3tcLsGFROyxV6YDHxRhN12drPB&#10;ysrIr3StU6syhGOFBlxKQ6V1bBx5jEsZiLN3kuAxZRlabQOOGe57XRbFvfbYcV5wONCjo+ZSf3oD&#10;41PzcS5PR+u+wyCH+kXOZS/GLObT/gFUoin9h//az9bAal2U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Jb9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6M7scA&#10;AADdAAAADwAAAGRycy9kb3ducmV2LnhtbESPW2sCMRSE3wv+h3AE32pWLbpsjWK9QClK8dL3083p&#10;7trkZNlE3f77piD0cZiZb5jpvLVGXKnxlWMFg34Cgjh3uuJCwem4eUxB+ICs0TgmBT/kYT7rPEwx&#10;0+7Ge7oeQiEihH2GCsoQ6kxKn5dk0fddTRy9L9dYDFE2hdQN3iLcGjlMkrG0WHFcKLGmZUn59+Fi&#10;FWzeV+Y83O0XHzIs15NPk769rLZK9brt4hlEoDb8h+/tV63gKU1G8PcmPg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7ujO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DZI8cA&#10;AADdAAAADwAAAGRycy9kb3ducmV2LnhtbESPQWvCQBSE7wX/w/KEXkrd1GoJMRuRgqhgoaYFr8/s&#10;Mwlm34bsNqb/3hUKPQ4z8w2TLgfTiJ46V1tW8DKJQBAXVtdcKvj+Wj/HIJxH1thYJgW/5GCZjR5S&#10;TLS98oH63JciQNglqKDyvk2kdEVFBt3EtsTBO9vOoA+yK6Xu8BrgppHTKHqTBmsOCxW29F5Rccl/&#10;jIL+c38qt71rd5f4yc1fT5vNhz4q9TgeVgsQngb/H/5rb7WCWRzN4P4mP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g2S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0AcccA&#10;AADdAAAADwAAAGRycy9kb3ducmV2LnhtbESPQWsCMRSE7wX/Q3hCbzVRtKyrUWqh4EVQ20O9PTfP&#10;3cXNyzZJddtf3whCj8PMfMPMl51txIV8qB1rGA4UCOLCmZpLDR/vb08ZiBCRDTaOScMPBVgueg9z&#10;zI278o4u+1iKBOGQo4YqxjaXMhQVWQwD1xIn7+S8xZikL6XxeE1w28iRUs/SYs1pocKWXisqzvtv&#10;q2E1zVZf2zFvfnfHAx0+j+fJyCutH/vdywxEpC7+h+/ttdEwztQE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NAHHHAAAA3QAAAA8AAAAAAAAAAAAAAAAAmAIAAGRy&#10;cy9kb3ducmV2LnhtbFBLBQYAAAAABAAEAPUAAACMAwAAAAA=&#10;" fillcolor="black" stroked="f"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ZdCMgA&#10;AADdAAAADwAAAGRycy9kb3ducmV2LnhtbESPT2vCQBTE74LfYXmF3nRTaUOIrlJtCwX14J+Dx2f2&#10;NVmSfRuyW0376btCweMwM79hZoveNuJCnTeOFTyNExDEhdOGSwXHw8coA+EDssbGMSn4IQ+L+XAw&#10;w1y7K+/osg+liBD2OSqoQmhzKX1RkUU/di1x9L5cZzFE2ZVSd3iNcNvISZKk0qLhuFBhS6uKinr/&#10;bRWc1qnJdoYm583v8l1vXurl9q1W6vGhf52CCNSHe/i//akVPGdJCr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tl0I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GJsYA&#10;AADdAAAADwAAAGRycy9kb3ducmV2LnhtbESPQUsDMRSE74L/ITyhN5so0i5r01IUsZce2ipeH5vn&#10;Zt3Ny5qk7ba/vikIHoeZ+YaZLQbXiQOF2HjW8DBWIIgrbxquNXzs3u4LEDEhG+w8k4YTRVjMb29m&#10;WBp/5A0dtqkWGcKxRA02pb6UMlaWHMax74mz9+2Dw5RlqKUJeMxw18lHpSbSYcN5wWJPL5aqdrt3&#10;GsLy67U98/6zVef1Kb7/DL8FWq1Hd8PyGUSiIf2H/9oro+GpUFO4vslP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/GJ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35sIA&#10;AADdAAAADwAAAGRycy9kb3ducmV2LnhtbERPzWoCMRC+F3yHMIVeSk0UqboaRYRCoVLQ+gDjZtxd&#10;mkyWzVTXPr05FHr8+P6X6z54daEuNZEtjIYGFHEZXcOVhePX28sMVBJkhz4yWbhRgvVq8LDEwsUr&#10;7+lykErlEE4FWqhF2kLrVNYUMA1jS5y5c+wCSoZdpV2H1xwevB4b86oDNpwbamxpW1P5ffgJFvz4&#10;5Ocf07ST21HvzG+Q/fOns/bpsd8sQAn18i/+c787C5OZyXPzm/wE9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1Pfm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RdOcYA&#10;AADdAAAADwAAAGRycy9kb3ducmV2LnhtbESPQWsCMRSE7wX/Q3hCbzVbKaJbo7QVYS8eXLd4fW5e&#10;N0uTl2WT6tZfb4RCj8PMfMMs14Oz4kx9aD0reJ5kIIhrr1tuFFSH7dMcRIjIGq1nUvBLAdar0cMS&#10;c+0vvKdzGRuRIBxyVGBi7HIpQ23IYZj4jjh5X753GJPsG6l7vCS4s3KaZTPpsOW0YLCjD0P1d/nj&#10;FGzKzk6rwryH4+fudLLFdUvHjVKP4+HtFUSkIf6H/9qFVvAyzxZ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RdO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AtyMAA&#10;AADdAAAADwAAAGRycy9kb3ducmV2LnhtbERPTYvCMBC9C/sfwizsTRNlUalGkWUFwZNaD96GZLbt&#10;2kxKE2399+YgeHy87+W6d7W4UxsqzxrGIwWC2HhbcaEhP22HcxAhIlusPZOGBwVYrz4GS8ys7/hA&#10;92MsRArhkKGGMsYmkzKYkhyGkW+IE/fnW4cxwbaQtsUuhbtaTpSaSocVp4YSG/opyVyPN6fhfyv3&#10;3ig05/zc7ezs8julWmn99dlvFiAi9fEtfrl3VsP3fJz2pz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Aty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qfcYA&#10;AADdAAAADwAAAGRycy9kb3ducmV2LnhtbESPT2vCQBTE70K/w/IK3nQTLRKiq6hQKC09+IfS4zP7&#10;TEKyb8Puqum37wqCx2FmfsMsVr1pxZWcry0rSMcJCOLC6ppLBcfD+ygD4QOyxtYyKfgjD6vly2CB&#10;ubY33tF1H0oRIexzVFCF0OVS+qIig35sO+Lona0zGKJ0pdQObxFuWjlJkpk0WHNcqLCjbUVFs78Y&#10;Bb+XLz5/Tz/XbhN+bH/wzeSUNUoNX/v1HESgPjzDj/aHVvCWpSnc38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Uqf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0O2McA&#10;AADdAAAADwAAAGRycy9kb3ducmV2LnhtbESPT2vCQBTE74LfYXmF3nRjsCVGV9FCoZeCf3qot2f2&#10;NQlm36a7W41++q4geBxm5jfMbNGZRpzI+dqygtEwAUFcWF1zqeBr9z7IQPiArLGxTAou5GEx7/dm&#10;mGt75g2dtqEUEcI+RwVVCG0upS8qMuiHtiWO3o91BkOUrpTa4TnCTSPTJHmVBmuOCxW29FZRcdz+&#10;GQWrSbb6XY/587o57Gn/fTi+pC5R6vmpW05BBOrCI3xvf2gF42yUwu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9DtjHAAAA3QAAAA8AAAAAAAAAAAAAAAAAmAIAAGRy&#10;cy9kb3ducmV2LnhtbFBLBQYAAAAABAAEAPUAAACMAwAAAAA=&#10;" fillcolor="black" stroked="f"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1RQsUA&#10;AADdAAAADwAAAGRycy9kb3ducmV2LnhtbESPzWrDMBCE74W8g9hAb42cppTgRgkmUFp6cv7odWNt&#10;LBNrZSRVcd++KhR6HGbmG2a1GW0vEvnQOVYwnxUgiBunO24VHA+vD0sQISJr7B2Tgm8KsFlP7lZY&#10;anfjHaV9bEWGcChRgYlxKKUMjSGLYeYG4uxdnLcYs/St1B5vGW57+VgUz9Jix3nB4EBbQ811/2UV&#10;pPO2rhbpM5ndh69a7+q307lW6n46Vi8gIo3xP/zXftcKnpbzB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VF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MpxMYA&#10;AADdAAAADwAAAGRycy9kb3ducmV2LnhtbESPQWvCQBSE7wX/w/KE3nSTImKjq4hUaXupjYIeH9ln&#10;Nph9G7LbmPbXdwtCj8PMfMMsVr2tRUetrxwrSMcJCOLC6YpLBcfDdjQD4QOyxtoxKfgmD6vl4GGB&#10;mXY3/qQuD6WIEPYZKjAhNJmUvjBk0Y9dQxy9i2sthijbUuoWbxFua/mUJFNpseK4YLChjaHimn9Z&#10;BT7dvJze7c9zd94Z/sjfzHRfGqUeh/16DiJQH/7D9/arVjCZpR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Mpx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2085" w:rsidRDefault="00012085" w:rsidP="00012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12085" w:rsidRDefault="00012085" w:rsidP="0001208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2085" w:rsidRDefault="00012085" w:rsidP="000120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12085" w:rsidRDefault="00012085" w:rsidP="000120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2085" w:rsidRPr="00DA6A78" w:rsidRDefault="00012085" w:rsidP="000120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№33</w:t>
      </w:r>
    </w:p>
    <w:p w:rsidR="00012085" w:rsidRPr="00A4331E" w:rsidRDefault="00012085" w:rsidP="0001208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12085" w:rsidRPr="00A4331E" w:rsidRDefault="00012085" w:rsidP="0001208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012085" w:rsidRPr="00A4331E" w:rsidRDefault="00012085" w:rsidP="0001208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012085" w:rsidRDefault="00012085" w:rsidP="0001208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Шатковському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012085" w:rsidRPr="00DA6A78" w:rsidRDefault="00012085" w:rsidP="0001208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2085" w:rsidRPr="00A4331E" w:rsidRDefault="00012085" w:rsidP="000120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Шатковського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012085" w:rsidRPr="00A4331E" w:rsidRDefault="00012085" w:rsidP="000120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12085" w:rsidRPr="00A4331E" w:rsidRDefault="00012085" w:rsidP="000120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Шатковському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Вадиму Валентиновичу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0,2000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2085" w:rsidRPr="00A4331E" w:rsidRDefault="00012085" w:rsidP="000120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Шатковському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Вадиму Валентиновичу,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414A0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4414A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0,2000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6823982100:01:005:0023,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,я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область,Славутський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Головні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2085" w:rsidRPr="00A4331E" w:rsidRDefault="00012085" w:rsidP="000120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Шатковському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012085" w:rsidRPr="00A4331E" w:rsidRDefault="00012085" w:rsidP="000120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012085" w:rsidRPr="00A4331E" w:rsidRDefault="00012085" w:rsidP="000120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2085" w:rsidRDefault="00012085" w:rsidP="0001208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3912F5" w:rsidRDefault="003912F5"/>
    <w:sectPr w:rsidR="003912F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B61" w:rsidRDefault="00122B61">
      <w:pPr>
        <w:spacing w:after="0" w:line="240" w:lineRule="auto"/>
      </w:pPr>
      <w:r>
        <w:separator/>
      </w:r>
    </w:p>
  </w:endnote>
  <w:endnote w:type="continuationSeparator" w:id="0">
    <w:p w:rsidR="00122B61" w:rsidRDefault="0012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B61" w:rsidRDefault="00122B61">
      <w:pPr>
        <w:spacing w:after="0" w:line="240" w:lineRule="auto"/>
      </w:pPr>
      <w:r>
        <w:separator/>
      </w:r>
    </w:p>
  </w:footnote>
  <w:footnote w:type="continuationSeparator" w:id="0">
    <w:p w:rsidR="00122B61" w:rsidRDefault="00122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85"/>
    <w:rsid w:val="00012085"/>
    <w:rsid w:val="00122B61"/>
    <w:rsid w:val="003912F5"/>
    <w:rsid w:val="004414A0"/>
    <w:rsid w:val="00C8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08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1208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1208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12085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08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1208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1208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12085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2021-02-01T06:49:00Z</dcterms:created>
  <dcterms:modified xsi:type="dcterms:W3CDTF">2021-02-01T07:27:00Z</dcterms:modified>
</cp:coreProperties>
</file>