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A8F" w:rsidRPr="0066767B" w:rsidRDefault="00F60A8F" w:rsidP="00F60A8F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66767B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F60A8F" w:rsidRPr="0066767B" w:rsidRDefault="00F60A8F" w:rsidP="00F60A8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0098A33" wp14:editId="6907B8CA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1987" name="Групувати 94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198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A8F" w:rsidRDefault="00F60A8F" w:rsidP="00F60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8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0A8F" w:rsidRDefault="00F60A8F" w:rsidP="00F60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9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A8F" w:rsidRDefault="00F60A8F" w:rsidP="00F60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9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0A8F" w:rsidRDefault="00F60A8F" w:rsidP="00F60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9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A8F" w:rsidRDefault="00F60A8F" w:rsidP="00F60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9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0A8F" w:rsidRDefault="00F60A8F" w:rsidP="00F60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9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A8F" w:rsidRDefault="00F60A8F" w:rsidP="00F60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9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0A8F" w:rsidRDefault="00F60A8F" w:rsidP="00F60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9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A8F" w:rsidRDefault="00F60A8F" w:rsidP="00F60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9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0A8F" w:rsidRDefault="00F60A8F" w:rsidP="00F60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9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A8F" w:rsidRDefault="00F60A8F" w:rsidP="00F60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9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0A8F" w:rsidRDefault="00F60A8F" w:rsidP="00F60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0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A8F" w:rsidRDefault="00F60A8F" w:rsidP="00F60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0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0A8F" w:rsidRDefault="00F60A8F" w:rsidP="00F60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0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A8F" w:rsidRDefault="00F60A8F" w:rsidP="00F60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0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0A8F" w:rsidRDefault="00F60A8F" w:rsidP="00F60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0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A8F" w:rsidRDefault="00F60A8F" w:rsidP="00F60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0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0A8F" w:rsidRDefault="00F60A8F" w:rsidP="00F60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0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A8F" w:rsidRDefault="00F60A8F" w:rsidP="00F60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0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60A8F" w:rsidRDefault="00F60A8F" w:rsidP="00F60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0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A8F" w:rsidRDefault="00F60A8F" w:rsidP="00F60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0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A8F" w:rsidRDefault="00F60A8F" w:rsidP="00F60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1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A8F" w:rsidRDefault="00F60A8F" w:rsidP="00F60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1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A8F" w:rsidRDefault="00F60A8F" w:rsidP="00F60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1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A8F" w:rsidRDefault="00F60A8F" w:rsidP="00F60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1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A8F" w:rsidRDefault="00F60A8F" w:rsidP="00F60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1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A8F" w:rsidRDefault="00F60A8F" w:rsidP="00F60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1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A8F" w:rsidRDefault="00F60A8F" w:rsidP="00F60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1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A8F" w:rsidRDefault="00F60A8F" w:rsidP="00F60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1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A8F" w:rsidRDefault="00F60A8F" w:rsidP="00F60A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увати 9424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jOX8UA&#10;AADeAAAADwAAAGRycy9kb3ducmV2LnhtbESPQYvCQAyF7wv+hyGCt3Wqwm6tjiKi4kFYdNd76MS2&#10;2MmUzqj1328OgreE9/Lel/myc7W6UxsqzwZGwwQUce5txYWBv9/tZwoqRGSLtWcy8KQAy0XvY46Z&#10;9Q8+0v0UCyUhHDI0UMbYZFqHvCSHYegbYtEuvnUYZW0LbVt8SLir9ThJvrTDiqWhxIbWJeXX080Z&#10;8JPd/nAuxsfJhr8jr37Sy7k7GDPod6sZqEhdfJtf13sr+KNpKrzyjsy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mM5f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60A8F" w:rsidRDefault="00F60A8F" w:rsidP="00F60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DZZ8YA&#10;AADeAAAADwAAAGRycy9kb3ducmV2LnhtbERPTWsCMRC9F/wPYQpepGbtwbpbo4iw1fYgqIVeh810&#10;s+1msiRRt/76plDwNo/3OfNlb1txJh8axwom4wwEceV0w7WC92P5MAMRIrLG1jEp+KEAy8Xgbo6F&#10;dhfe0/kQa5FCOBSowMTYFVKGypDFMHYdceI+nbcYE/S11B4vKdy28jHLptJiw6nBYEdrQ9X34WQV&#10;fJU787F+ur74Ub6n66h827SvU6WG9/3qGUSkPt7E/+6tTvMn+SyHv3fSDX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hDZZ8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60A8F" w:rsidRDefault="00F60A8F" w:rsidP="00F60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CJsUA&#10;AADeAAAADwAAAGRycy9kb3ducmV2LnhtbESPQWvCQBCF7wX/wzIFL6VuVJCauopIFfEian/AkB2z&#10;odnZkN2a+O+dg+BthnnvffMWq97X6kZtrAIbGI8yUMRFsBWXBn4v288vUDEhW6wDk4E7RVgtB28L&#10;zG3o+ES3cyqVhHDM0YBLqcm1joUjj3EUGmK5XUPrMcnaltq22Em4r/Uky2baY8VCcNjQxlHxd/73&#10;AjlO8Xi4dpftrscOfw6OP9YnY4bv/fobVKI+vcRP997K++P5XApIHZlBL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4EIm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60A8F" w:rsidRDefault="00F60A8F" w:rsidP="00F60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jyh8UA&#10;AADeAAAADwAAAGRycy9kb3ducmV2LnhtbERPTUsDMRC9C/0PYQRvNrtFW7s2LaUqiNBDqyDehs10&#10;d3EzCcnYXf+9EQRv83ifs9qMrldniqnzbKCcFqCIa287bgy8vT5d34FKgmyx90wGvinBZj25WGFl&#10;/cAHOh+lUTmEU4UGWpFQaZ3qlhymqQ/EmTv56FAyjI22EYcc7no9K4q5dthxbmgx0K6l+vP45Qzs&#10;h8fwspjfnsJHvJnp9GDlfSfGXF2O23tQQqP8i//czzbPL5fLEn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KPKH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60A8F" w:rsidRDefault="00F60A8F" w:rsidP="00F60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55ysUA&#10;AADeAAAADwAAAGRycy9kb3ducmV2LnhtbESP3YrCMBCF74V9hzDC3sg2VUG0axRZdBFvxJ8HGJpp&#10;U2wmpYm2+/YbQfBuhnPmfGeW697W4kGtrxwrGCcpCOLc6YpLBdfL7msOwgdkjbVjUvBHHtarj8ES&#10;M+06PtHjHEoRQ9hnqMCE0GRS+tyQRZ+4hjhqhWsthri2pdQtdjHc1nKSpjNpseJIMNjQj6H8dr7b&#10;CDlO8Xgousvut8cOtwfDo81Jqc9hv/kGEagPb/Preq9j/fFiMYHnO3EGu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fnnK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60A8F" w:rsidRDefault="00F60A8F" w:rsidP="00F60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bJa8UA&#10;AADeAAAADwAAAGRycy9kb3ducmV2LnhtbERPTUsDMRC9C/6HMII3m23V2q5Ni1QFEXpoLZTehs10&#10;d3EzCcnYXf+9EQRv83ifs1gNrlNniqn1bGA8KkARV962XBvYf7zezEAlQbbYeSYD35Rgtby8WGBp&#10;fc9bOu+kVjmEU4kGGpFQap2qhhymkQ/EmTv56FAyjLW2Efsc7jo9KYqpdthybmgw0Lqh6nP35Qxs&#10;+pfw/jC9P4VjvJvo9GzlsBZjrq+Gp0dQQoP8i//cbzbPH8/nt/D7Tr5B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tslr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60A8F" w:rsidRDefault="00F60A8F" w:rsidP="00F60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pM9sUA&#10;AADeAAAADwAAAGRycy9kb3ducmV2LnhtbERP32vCMBB+H/g/hBP2IjN1bmNWo0whKDgYc4O9Hs3Z&#10;FptLSTJb/3szEPZ2H9/PW6x624gz+VA7VjAZZyCIC2dqLhV8f+mHVxAhIhtsHJOCCwVYLQd3C8yN&#10;6/iTzodYihTCIUcFVYxtLmUoKrIYxq4lTtzReYsxQV9K47FL4baRj1n2Ii3WnBoqbGlTUXE6/FoF&#10;64+unPpRse7d/rj9edba6Het1P2wf5uDiNTHf/HNvTNp/mQ2e4K/d9INc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Wkz2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60A8F" w:rsidRDefault="00F60A8F" w:rsidP="00F60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ajksMA&#10;AADeAAAADwAAAGRycy9kb3ducmV2LnhtbERP3WrCMBS+H+wdwhnsbqbKFO1MRZTCkN348wCH5th0&#10;bU5KEmv39mYw2N35+H7PejPaTgzkQ+NYwXSSgSCunG64VnA5l29LECEia+wck4IfCrApnp/WmGt3&#10;5yMNp1iLFMIhRwUmxj6XMlSGLIaJ64kTd3XeYkzQ11J7vKdw28lZli2kxYZTg8Gedoaq9nSzCsrD&#10;7Gtob9qXbju+W5qb7+XeKPX6Mm4/QEQa47/4z/2p0/zpajWH33fSDbJ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Cajk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60A8F" w:rsidRDefault="00F60A8F" w:rsidP="00F60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R3GsUA&#10;AADeAAAADwAAAGRycy9kb3ducmV2LnhtbERP32vCMBB+H/g/hBN8EU3dmGhnFB2EDSaIbrDXoznb&#10;YnMpSbTdf78MhL3dx/fzVpveNuJGPtSOFcymGQjiwpmaSwVfn3qyABEissHGMSn4oQCb9eBhhblx&#10;HR/pdoqlSCEcclRQxdjmUoaiIoth6lrixJ2dtxgT9KU0HrsUbhv5mGVzabHm1FBhS68VFZfT1SrY&#10;HbryyY+LXe8+zm/fz1obvddKjYb99gVEpD7+i+/ud5Pmz5bLOfy9k26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xHca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60A8F" w:rsidRDefault="00F60A8F" w:rsidP="00F60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iYfsMA&#10;AADeAAAADwAAAGRycy9kb3ducmV2LnhtbERP3WrCMBS+H/gO4QjezVRxU7tGkY3CGLtR9wCH5qzp&#10;2pyUJNbu7ZeB4N35+H5PsR9tJwbyoXGsYDHPQBBXTjdcK/g6l48bECEia+wck4JfCrDfTR4KzLW7&#10;8pGGU6xFCuGQowITY59LGSpDFsPc9cSJ+3beYkzQ11J7vKZw28lllj1Liw2nBoM9vRqq2tPFKig/&#10;lp9De9G+dIdxZenJ/GzejFKz6Xh4ARFpjHfxzf2u0/zFdruG/3fSDXL3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7iYf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60A8F" w:rsidRDefault="00F60A8F" w:rsidP="00F60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mS5MQA&#10;AADeAAAADwAAAGRycy9kb3ducmV2LnhtbESPwW7CQAxE75X4h5WReiubFKggsCCERFWOpHyAlTVJ&#10;RNYbslsS/r4+IHGzNeOZ5/V2cI26UxdqzwbSSQKKuPC25tLA+ffwsQAVIrLFxjMZeFCA7Wb0tsbM&#10;+p5PdM9jqSSEQ4YGqhjbTOtQVOQwTHxLLNrFdw6jrF2pbYe9hLtGfybJl3ZYszRU2NK+ouKa/zkD&#10;s0f/fcvn1+RgHaXHaXvkWMyNeR8PuxWoSEN8mZ/XP1bw0+VSeOUdmUFv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pkuT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60A8F" w:rsidRDefault="00F60A8F" w:rsidP="00F60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ch0MMA&#10;AADeAAAADwAAAGRycy9kb3ducmV2LnhtbERPS2vCQBC+C/0Pywi9mY05iEmzEVFSSk822p6H7ORB&#10;s7Mhu2r8991Cobf5+J6T72YziBtNrresYB3FIIhrq3tuFVzO5WoLwnlkjYNlUvAgB7viaZFjpu2d&#10;P+hW+VaEEHYZKui8HzMpXd2RQRfZkThwjZ0M+gCnVuoJ7yHcDDKJ44002HNo6HCkQ0f1d3U1Cq6b&#10;r+TCzbs+VcfHa3os905+tko9L+f9CwhPs/8X/7nfdJi/TtMUft8JN8j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ach0M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60A8F" w:rsidRDefault="00F60A8F" w:rsidP="00F60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2GaMcA&#10;AADeAAAADwAAAGRycy9kb3ducmV2LnhtbESPQU/CQBCF7yb+h82YcJMtQhqsLERNTMADBNCDt7E7&#10;tIXubO0uUP89cyDh9ibvzTfzJrPO1epEbag8Gxj0E1DEubcVFwa+th+PY1AhIlusPZOBfwowm97f&#10;TTCz/sxrOm1ioQTCIUMDZYxNpnXIS3IY+r4hFm/nW4dRxrbQtsWzwF2tn5Ik1Q4rlgslNvReUn7Y&#10;HJ2B79U4fV69LUb7z+UvDp39+7FVakzvoXt9ARWpi7fwdXtu5X1BSgGpIxr09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pthmj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60A8F" w:rsidRDefault="00F60A8F" w:rsidP="00F60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i0Z8UA&#10;AADeAAAADwAAAGRycy9kb3ducmV2LnhtbESPS4vCQBCE74L/YWjBm058IJJ1Ij5Qlz25Kuy1ybRJ&#10;MNMTMmOM/npnYWFv3VTV19WLZWtK0VDtCssKRsMIBHFqdcGZgst5N5iDcB5ZY2mZFDzJwTLpdhYY&#10;a/vgb2pOPhMBwi5GBbn3VSylS3My6Ia2Ig7a1dYGfVjrTOoaHwFuSjmOopk0WHC4kGNFm5zS2+lu&#10;FLxmP3h0h/F6O9GentP53n4d90r1e+3qA4Sn1v+b/9KfOtQPyBH8vhNmkM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2LRn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60A8F" w:rsidRDefault="00F60A8F" w:rsidP="00F60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NDvsYA&#10;AADeAAAADwAAAGRycy9kb3ducmV2LnhtbESPwWrDMBBE74X8g9hAb7Uck5bUsWJCSKC3Nk4+YLG2&#10;som1si0lcfv1VaHQ2y4z83a2KCfbiRuNvnWsYJGkIIhrp1s2Cs6nw9MKhA/IGjvHpOCLPJSb2UOB&#10;uXZ3PtKtCkZECPscFTQh9LmUvm7Iok9cTxy1TzdaDHEdjdQj3iPcdjJL0xdpseV4ocGedg3Vl+pq&#10;FQwue9ZTtcf3y/71ozVmOXwfl0o9zqftGkSgKfyb/9JvOtaPyAx+34kz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zNDv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60A8F" w:rsidRDefault="00F60A8F" w:rsidP="00F60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OAzsYA&#10;AADeAAAADwAAAGRycy9kb3ducmV2LnhtbESPQW/CMAyF75P4D5EncVvTgWBdR0AMCYlryw47eolp&#10;uzVOaTIo/HqCNGk3W++9z8+L1WBbcaLeN44VPCcpCGLtTMOVgo/99ikD4QOywdYxKbiQh9Vy9LDA&#10;3LgzF3QqQyUihH2OCuoQulxKr2uy6BPXEUft4HqLIa59JU2P5wi3rZyk6VxabDheqLGjTU36p/y1&#10;CnbNF83m+vBqs3ddfF6PYfrybZQaPw7rNxCBhvBv/kvvTKwfkVO4vxNn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sOAz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60A8F" w:rsidRDefault="00F60A8F" w:rsidP="00F60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gvhbcYA&#10;AADeAAAADwAAAGRycy9kb3ducmV2LnhtbESPQWsCQQyF70L/wxChN51ViujWUWqh0KIVtKW9hp10&#10;Z+lOZtmZruu/NwXBW17ey5dkue59rTpqYxXYwGScgSIugq24NPD58TKag4oJ2WIdmAycKcJ6dTdY&#10;Ym7DiQ/UHVOpBMIxRwMupSbXOhaOPMZxaIjF+wmtxySyLbVt8SRwX+tpls20x4plg8OGnh0Vv8c/&#10;b6DD/Tn7dpv3xVu1K6b7zdfWSt/cD/unR1CJ+nQLX6dfrZwvyAf4f0dq0K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gvhb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60A8F" w:rsidRDefault="00F60A8F" w:rsidP="00F60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qbbMUA&#10;AADeAAAADwAAAGRycy9kb3ducmV2LnhtbESPQUvDQBCF74L/YRnBm90YsEjstohQ8aiphx6n2Wk2&#10;NTsTdtcm+uu7hUJvM7z3vnmzWE2+V0cKsRM28DgrQBE3YjtuDXxv1g/PoGJCttgLk4E/irBa3t4s&#10;sLIy8hcd69SqDOFYoQGX0lBpHRtHHuNMBuKs7SV4THkNrbYBxwz3vS6LYq49dpwvOBzozVHzU/96&#10;A+N7szuU+611/2GQdf0ph7IXY+7vptcXUImmdDVf0h8218/IJzi/k2fQyx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Spts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60A8F" w:rsidRDefault="00F60A8F" w:rsidP="00F60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AVDMcA&#10;AADeAAAADwAAAGRycy9kb3ducmV2LnhtbESPT2vCQBDF7wW/wzIFb3VTD62k2Yh/KpRSKbF6H7Nj&#10;Et2dDdlV02/fFYTeZnjv/eZNNu2tERfqfONYwfMoAUFcOt1wpWD7s3qagPABWaNxTAp+ycM0Hzxk&#10;mGp35YIum1CJCGGfooI6hDaV0pc1WfQj1xJH7eA6iyGuXSV1h9cIt0aOk+RFWmw4XqixpUVN5Wlz&#10;tgpW30tzHK+L2U6Gxfvr3kw+58svpYaP/ewNRKA+/Jvv6Q8d69+QcHsnzi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hgFQz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60A8F" w:rsidRDefault="00F60A8F" w:rsidP="00F60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ptA8cA&#10;AADeAAAADwAAAGRycy9kb3ducmV2LnhtbESPQWvCQBCF70L/wzKFXkQ3rWgluoZSKLFQwWqh1zE7&#10;JiHZ2ZBdk/TfdwXB2wzvvW/erJPB1KKj1pWWFTxPIxDEmdUl5wp+jh+TJQjnkTXWlknBHzlINg+j&#10;Ncba9vxN3cHnIkDYxaig8L6JpXRZQQbd1DbEQTvb1qAPa5tL3WIf4KaWL1G0kAZLDhcKbOi9oKw6&#10;XIyCbv91yredaz6r5djNZ6c03elfpZ4eh7cVCE+Dv5tv6a0O9QPyFa7vhBnk5h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TabQP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60A8F" w:rsidRDefault="00F60A8F" w:rsidP="00F60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mHbMgA&#10;AADeAAAADwAAAGRycy9kb3ducmV2LnhtbESPT2/CMAzF70j7DpEncYN0iCHWERBMmrTLpPHnADfT&#10;eG1F45Qkg26ffj4gcXuWn39+b7boXKMuFGLt2cDTMANFXHhbc2lgt30fTEHFhGyx8UwGfinCYv7Q&#10;m2Fu/ZXXdNmkUgmEY44GqpTaXOtYVOQwDn1LLLtvHxwmGUOpbcCrwF2jR1k20Q5rlg8VtvRWUXHa&#10;/DgDq5fp6vw15s+/9fFAh/3x9DwKmTH9x275CipRl+7m2/WHlfiClLxSRzTo+T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gKYdsyAAAAN4AAAAPAAAAAAAAAAAAAAAAAJgCAABk&#10;cnMvZG93bnJldi54bWxQSwUGAAAAAAQABAD1AAAAjQMAAAAA&#10;" fillcolor="black" stroked="f">
                  <v:textbox>
                    <w:txbxContent>
                      <w:p w:rsidR="00F60A8F" w:rsidRDefault="00F60A8F" w:rsidP="00F60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Ys98cA&#10;AADeAAAADwAAAGRycy9kb3ducmV2LnhtbESPzYvCMBDF7wv+D2EEb2uqsOJWo+h+wIJ68OPgcWzG&#10;NrSZlCZqd/96Iwh7m+G995s303lrK3GlxhvHCgb9BARx5rThXMFh//06BuEDssbKMSn4JQ/zWedl&#10;iql2N97SdRdyESHsU1RQhFCnUvqsIIu+72riqJ1dYzHEtcmlbvAW4baSwyQZSYuG44UCa/ooKCt3&#10;F6vguBqZ8dbQ8LT+W37p9Vu53HyWSvW67WICIlAb/s3P9I+O9SPyHR7vxBnk7A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amLPfHAAAA3g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60A8F" w:rsidRDefault="00F60A8F" w:rsidP="00F60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d+hcYA&#10;AADeAAAADwAAAGRycy9kb3ducmV2LnhtbESPQU8CMRCF7yb+h2ZIvEkLB0NWCiESoxcPIsbrZDtu&#10;191O17bAwq93DibcZjJv3nvfcj2GXh0p5TayhdnUgCKuo2u5sbD/eL5fgMoF2WEfmSycKcN6dXuz&#10;xMrFE7/TcVcaJSacK7TgSxkqrXPtKWCexoFYbt8xBSyypka7hCcxD72eG/OgA7YsCR4HevJUd7tD&#10;sJA2X9vuwofPzlzezvnlZ/xdoLf2bjJuHkEVGstV/P/96qT+3MwEQHBkBr3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Bd+hcYAAADe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60A8F" w:rsidRDefault="00F60A8F" w:rsidP="00F60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ptVcQA&#10;AADeAAAADwAAAGRycy9kb3ducmV2LnhtbERP20oDMRB9F/oPYQRfxCa7D9pum5YiCIJF6OUDxs10&#10;dzGZLJux3fr1RhB8m8O5znI9Bq/ONKQusoViakAR19F13Fg4Hl4eZqCSIDv0kcnClRKsV5ObJVYu&#10;XnhH5700KodwqtBCK9JXWqe6pYBpGnvizJ3iEFAyHBrtBrzk8OB1acyjDthxbmixp+eW6s/9V7Dg&#10;yw8/f3tKW7ke9dZ8B9ndvztr727HzQKU0Cj/4j/3q8vzS1MU8PtOvkG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qbVX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60A8F" w:rsidRDefault="00F60A8F" w:rsidP="00F60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iyeMQA&#10;AADeAAAADwAAAGRycy9kb3ducmV2LnhtbERPPWvDMBDdC/0P4gLdGjkeSnEimzYh4KVD3ISsF+tq&#10;mUonY6mJm19fBQLd7vE+b1VNzoozjaH3rGAxz0AQt1733CnYf26fX0GEiKzReiYFvxSgKh8fVlho&#10;f+EdnZvYiRTCoUAFJsahkDK0hhyGuR+IE/flR4cxwbGTesRLCndW5ln2Ih32nBoMDrQ21H43P07B&#10;phlsvq/NezgePk4nW1+3dNwo9TSb3pYgIk3xX3x31zrNz7NFDrd30g2y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8osnj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60A8F" w:rsidRDefault="00F60A8F" w:rsidP="00F60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Gl1cMA&#10;AADeAAAADwAAAGRycy9kb3ducmV2LnhtbERPTWvCQBC9F/wPywi91d2kkEp0lSIKAU+1evA27E6T&#10;tNnZkN2a9N+7hUJv83ifs95OrhM3GkLrWUO2UCCIjbct1xrO74enJYgQkS12nknDDwXYbmYPayyt&#10;H/mNbqdYixTCoUQNTYx9KWUwDTkMC98TJ+7DDw5jgkMt7YBjCnedzJUqpMOWU0ODPe0aMl+nb6fh&#10;8yCP3ig0l/NlrOzLdV9Qp7R+nE+vKxCRpvgv/nNXNs3PVfYMv++kG+Tm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WGl1c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60A8F" w:rsidRDefault="00F60A8F" w:rsidP="00F60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DOxsQA&#10;AADeAAAADwAAAGRycy9kb3ducmV2LnhtbERPTWvCQBC9F/wPywje6sYoJURXUaFQKh6qRTyO2TEJ&#10;yc6G3VXTf+8WCr3N433OYtWbVtzJ+dqygsk4AUFcWF1zqeD7+P6agfABWWNrmRT8kIfVcvCywFzb&#10;B3/R/RBKEUPY56igCqHLpfRFRQb92HbEkbtaZzBE6EqpHT5iuGllmiRv0mDNsaHCjrYVFc3hZhSc&#10;bzu+7qefa7cJJ9sffZNeskap0bBfz0EE6sO/+M/9oeP8NJnM4PedeINc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gzsb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60A8F" w:rsidRDefault="00F60A8F" w:rsidP="00F60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G+L8UA&#10;AADeAAAADwAAAGRycy9kb3ducmV2LnhtbERPTWsCMRC9F/ofwgjeauKiRVej1ILQS0FtD/U2bsbd&#10;xc1km0Td9tc3gtDbPN7nzJedbcSFfKgdaxgOFAjiwpmaSw2fH+unCYgQkQ02jknDDwVYLh4f5pgb&#10;d+UtXXaxFCmEQ44aqhjbXMpQVGQxDFxLnLij8xZjgr6UxuM1hdtGZko9S4s1p4YKW3qtqDjtzlbD&#10;ajpZfW9G/P67Pexp/3U4jTOvtO73upcZiEhd/Bff3W8mzc/UcAy3d9IN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8b4vxQAAAN4AAAAPAAAAAAAAAAAAAAAAAJgCAABkcnMv&#10;ZG93bnJldi54bWxQSwUGAAAAAAQABAD1AAAAigMAAAAA&#10;" fillcolor="black" stroked="f">
                  <v:textbox>
                    <w:txbxContent>
                      <w:p w:rsidR="00F60A8F" w:rsidRDefault="00F60A8F" w:rsidP="00F60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Ur8sMA&#10;AADeAAAADwAAAGRycy9kb3ducmV2LnhtbERPTWsCMRC9C/0PYQq9aVYLUrZGWYRS6Wm1Lb2Om3Gz&#10;uJksSYzbf98UBG/zeJ+z2oy2F4l86BwrmM8KEMSN0x23Cr4+36YvIEJE1tg7JgW/FGCzfpissNTu&#10;yntKh9iKHMKhRAUmxqGUMjSGLIaZG4gzd3LeYszQt1J7vOZw28tFUSylxY5zg8GBtoaa8+FiFaTj&#10;tq6e008y+w9ftd7V79/HWqmnx7F6BRFpjHfxzb3Tef6imC/h/518g1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JUr8s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60A8F" w:rsidRDefault="00F60A8F" w:rsidP="00F60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XKYMUA&#10;AADeAAAADwAAAGRycy9kb3ducmV2LnhtbERPTWvCQBC9F/oflil4q5t4UBtdpUhb1Es1FfQ4ZKfZ&#10;0OxsyK4x+uu7QqG3ebzPmS97W4uOWl85VpAOExDEhdMVlwoOX+/PUxA+IGusHZOCK3lYLh4f5php&#10;d+E9dXkoRQxhn6ECE0KTSekLQxb90DXEkft2rcUQYVtK3eIlhttajpJkLC1WHBsMNrQyVPzkZ6vA&#10;p6u349beXrrTh+HPfGPGu9IoNXjqX2cgAvXhX/znXus4f5SkE7i/E2+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dcpg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60A8F" w:rsidRDefault="00F60A8F" w:rsidP="00F60A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60A8F" w:rsidRPr="0066767B" w:rsidRDefault="00F60A8F" w:rsidP="00F60A8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F60A8F" w:rsidRPr="0066767B" w:rsidRDefault="00F60A8F" w:rsidP="00F60A8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F60A8F" w:rsidRPr="0066767B" w:rsidRDefault="00F60A8F" w:rsidP="00F60A8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F60A8F" w:rsidRDefault="00F60A8F" w:rsidP="00F60A8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</w:p>
    <w:p w:rsidR="00F60A8F" w:rsidRPr="0066767B" w:rsidRDefault="00F60A8F" w:rsidP="00F60A8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val="uk-UA"/>
        </w:rPr>
        <w:t>УКРАЇНА</w:t>
      </w:r>
    </w:p>
    <w:p w:rsidR="00F60A8F" w:rsidRPr="0066767B" w:rsidRDefault="00F60A8F" w:rsidP="00F60A8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КРУПЕЦЬКА СІЛЬСЬКА РАДА</w:t>
      </w:r>
    </w:p>
    <w:p w:rsidR="00F60A8F" w:rsidRPr="0066767B" w:rsidRDefault="00F60A8F" w:rsidP="00F60A8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СЛАВУТСЬКОГО РАЙОНУ</w:t>
      </w:r>
    </w:p>
    <w:p w:rsidR="00F60A8F" w:rsidRPr="0066767B" w:rsidRDefault="00F60A8F" w:rsidP="00F60A8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ХМЕЛЬНИЦЬКОЇ ОБЛАСТІ</w:t>
      </w:r>
    </w:p>
    <w:p w:rsidR="00F60A8F" w:rsidRPr="0066767B" w:rsidRDefault="00F60A8F" w:rsidP="00F60A8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F60A8F" w:rsidRPr="0066767B" w:rsidRDefault="00F60A8F" w:rsidP="00F60A8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 xml:space="preserve"> РІШЕННЯ</w:t>
      </w:r>
    </w:p>
    <w:p w:rsidR="00F60A8F" w:rsidRPr="0066767B" w:rsidRDefault="00F60A8F" w:rsidP="00F60A8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F60A8F" w:rsidRPr="0066767B" w:rsidRDefault="00F60A8F" w:rsidP="00F60A8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ІІІ</w:t>
      </w:r>
      <w:proofErr w:type="gram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F60A8F" w:rsidRPr="0066767B" w:rsidRDefault="00F60A8F" w:rsidP="00F60A8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</w:p>
    <w:p w:rsidR="00F60A8F" w:rsidRDefault="00F60A8F" w:rsidP="00F60A8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  27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.01.2021 року                                        Крупець                                                 №___</w:t>
      </w:r>
    </w:p>
    <w:p w:rsidR="00F60A8F" w:rsidRDefault="00F60A8F" w:rsidP="00F60A8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F60A8F" w:rsidRPr="001C55EE" w:rsidRDefault="00F60A8F" w:rsidP="00F60A8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надання дозволу на розробку технічної</w:t>
      </w:r>
    </w:p>
    <w:p w:rsidR="00F60A8F" w:rsidRPr="001C55EE" w:rsidRDefault="00F60A8F" w:rsidP="00F60A8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 із землеустрою щодо поділу</w:t>
      </w:r>
    </w:p>
    <w:p w:rsidR="00F60A8F" w:rsidRPr="001C55EE" w:rsidRDefault="00F60A8F" w:rsidP="00F60A8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та об’єднання земельної ділянки</w:t>
      </w:r>
    </w:p>
    <w:p w:rsidR="00F60A8F" w:rsidRPr="001C55EE" w:rsidRDefault="00F60A8F" w:rsidP="00F60A8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6823984000:03:018:0331</w:t>
      </w:r>
      <w:r w:rsidRPr="001C55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яка розташована</w:t>
      </w:r>
    </w:p>
    <w:p w:rsidR="00F60A8F" w:rsidRPr="001C55EE" w:rsidRDefault="00F60A8F" w:rsidP="00F60A8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1C55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на території </w:t>
      </w: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Крупецької</w:t>
      </w:r>
      <w:proofErr w:type="spellEnd"/>
      <w:r w:rsidRPr="001C55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сільської ради</w:t>
      </w:r>
    </w:p>
    <w:p w:rsidR="00F60A8F" w:rsidRPr="001C55EE" w:rsidRDefault="00F60A8F" w:rsidP="00F60A8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за межами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с.Крупець</w:t>
      </w:r>
      <w:proofErr w:type="spellEnd"/>
    </w:p>
    <w:p w:rsidR="00F60A8F" w:rsidRPr="001C55EE" w:rsidRDefault="00F60A8F" w:rsidP="00F60A8F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 w:rsidRPr="001C55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Славутського</w:t>
      </w:r>
      <w:proofErr w:type="spellEnd"/>
      <w:r w:rsidRPr="001C55E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району, Хмельницької області</w:t>
      </w:r>
    </w:p>
    <w:p w:rsidR="00F60A8F" w:rsidRPr="001C55EE" w:rsidRDefault="00F60A8F" w:rsidP="00F60A8F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F60A8F" w:rsidRPr="001C55EE" w:rsidRDefault="00F60A8F" w:rsidP="00F60A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1C55E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враховуючи пропозиції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F60A8F" w:rsidRPr="001C55EE" w:rsidRDefault="00F60A8F" w:rsidP="00F60A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1C55E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>ВИРІШИЛА:</w:t>
      </w:r>
    </w:p>
    <w:p w:rsidR="00F60A8F" w:rsidRPr="001C55EE" w:rsidRDefault="00F60A8F" w:rsidP="00F60A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F60A8F" w:rsidRPr="001C55EE" w:rsidRDefault="00F60A8F" w:rsidP="00F60A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F60A8F" w:rsidRPr="001C55EE" w:rsidRDefault="00F60A8F" w:rsidP="00F60A8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1C55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1. Надати  </w:t>
      </w:r>
      <w:proofErr w:type="spellStart"/>
      <w:r w:rsidRPr="001C55E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Крупецькій</w:t>
      </w:r>
      <w:proofErr w:type="spellEnd"/>
      <w:r w:rsidRPr="001C55E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сільській раді </w:t>
      </w:r>
      <w:r w:rsidRPr="001C55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дозвіл</w:t>
      </w:r>
      <w:r w:rsidRPr="001C55EE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виготовлення </w:t>
      </w:r>
      <w:r w:rsidRPr="001C55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технічної документації  із землеустрою щодо поділу</w:t>
      </w:r>
      <w:r w:rsidRPr="001C55EE">
        <w:rPr>
          <w:rFonts w:ascii="Arial Unicode MS" w:eastAsia="Arial Unicode MS" w:hAnsi="Arial Unicode MS" w:cs="Arial Unicode MS"/>
          <w:color w:val="000000"/>
          <w:sz w:val="24"/>
          <w:szCs w:val="24"/>
          <w:lang w:val="uk-UA" w:eastAsia="uk-UA"/>
        </w:rPr>
        <w:t xml:space="preserve"> </w:t>
      </w:r>
      <w:r w:rsidRPr="001C55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та об’єднання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площею 1,0740</w:t>
      </w:r>
      <w:r w:rsidRPr="001C55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га, кадастровий  номер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val="uk-UA" w:eastAsia="ru-RU"/>
        </w:rPr>
        <w:t>6823984000:03:018:0331</w:t>
      </w:r>
      <w:r w:rsidRPr="001C55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 яка розташована на території  </w:t>
      </w:r>
      <w:proofErr w:type="spellStart"/>
      <w:r w:rsidRPr="001C55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Крупецької</w:t>
      </w:r>
      <w:proofErr w:type="spellEnd"/>
      <w:r w:rsidRPr="001C55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сільської ради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 межами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с.</w:t>
      </w:r>
      <w:r w:rsidRPr="001C55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Крупець</w:t>
      </w:r>
      <w:proofErr w:type="spellEnd"/>
      <w:r w:rsidRPr="001C55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 землі </w:t>
      </w:r>
      <w:r w:rsidRPr="001C55EE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 w:rsidRPr="001C55E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:rsidR="00F60A8F" w:rsidRPr="001C55EE" w:rsidRDefault="00F60A8F" w:rsidP="00F60A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  <w:r w:rsidRPr="001C55EE">
        <w:rPr>
          <w:rFonts w:ascii="Times New Roman" w:eastAsia="Calibri" w:hAnsi="Times New Roman" w:cs="Times New Roman"/>
          <w:sz w:val="24"/>
          <w:szCs w:val="24"/>
          <w:lang w:val="uk-UA" w:eastAsia="uk-UA"/>
        </w:rPr>
        <w:t xml:space="preserve">     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F60A8F" w:rsidRDefault="00F60A8F" w:rsidP="00F60A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F60A8F" w:rsidRPr="00F60A8F" w:rsidRDefault="00F60A8F" w:rsidP="00F60A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eastAsia="uk-UA"/>
        </w:rPr>
      </w:pPr>
      <w:bookmarkStart w:id="0" w:name="_GoBack"/>
      <w:bookmarkEnd w:id="0"/>
    </w:p>
    <w:p w:rsidR="00F60A8F" w:rsidRPr="001C55EE" w:rsidRDefault="00F60A8F" w:rsidP="00F60A8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uk-UA"/>
        </w:rPr>
      </w:pPr>
    </w:p>
    <w:p w:rsidR="00FF11E1" w:rsidRPr="00F60A8F" w:rsidRDefault="00F60A8F" w:rsidP="00F60A8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  <w:r w:rsidRPr="001C55EE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Сільський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    Валерій   МИХАЛЮК</w:t>
      </w:r>
    </w:p>
    <w:sectPr w:rsidR="00FF11E1" w:rsidRPr="00F60A8F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802" w:rsidRDefault="00BE5802">
      <w:pPr>
        <w:spacing w:after="0" w:line="240" w:lineRule="auto"/>
      </w:pPr>
      <w:r>
        <w:separator/>
      </w:r>
    </w:p>
  </w:endnote>
  <w:endnote w:type="continuationSeparator" w:id="0">
    <w:p w:rsidR="00BE5802" w:rsidRDefault="00BE58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802" w:rsidRDefault="00BE5802">
      <w:pPr>
        <w:spacing w:after="0" w:line="240" w:lineRule="auto"/>
      </w:pPr>
      <w:r>
        <w:separator/>
      </w:r>
    </w:p>
  </w:footnote>
  <w:footnote w:type="continuationSeparator" w:id="0">
    <w:p w:rsidR="00BE5802" w:rsidRDefault="00BE58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A8F"/>
    <w:rsid w:val="00BE5802"/>
    <w:rsid w:val="00F60A8F"/>
    <w:rsid w:val="00FF1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A8F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A8F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2021-01-18T12:05:00Z</dcterms:created>
  <dcterms:modified xsi:type="dcterms:W3CDTF">2021-01-18T12:05:00Z</dcterms:modified>
</cp:coreProperties>
</file>